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707A" w:rsidRDefault="0004707A">
      <w:pPr>
        <w:pStyle w:val="Enttegche"/>
      </w:pPr>
      <w:bookmarkStart w:id="0" w:name="_Toc526222885"/>
      <w:bookmarkStart w:id="1" w:name="_Toc526222884"/>
      <w:bookmarkEnd w:id="0"/>
      <w:bookmarkEnd w:id="1"/>
    </w:p>
    <w:p w:rsidR="0004707A" w:rsidRDefault="006B1C8F" w:rsidP="006D19FE">
      <w:pPr>
        <w:pStyle w:val="RedaliaNormal"/>
      </w:pPr>
      <w:r>
        <w:rPr>
          <w:noProof/>
        </w:rPr>
        <w:drawing>
          <wp:inline distT="0" distB="0" distL="0" distR="0">
            <wp:extent cx="6345551" cy="1783533"/>
            <wp:effectExtent l="0" t="0" r="0" b="7620"/>
            <wp:docPr id="1" name="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670313" cy="1874813"/>
                    </a:xfrm>
                    <a:prstGeom prst="rect">
                      <a:avLst/>
                    </a:prstGeom>
                    <a:solidFill>
                      <a:srgbClr val="5B9BD5"/>
                    </a:solidFill>
                    <a:ln>
                      <a:noFill/>
                    </a:ln>
                  </pic:spPr>
                </pic:pic>
              </a:graphicData>
            </a:graphic>
          </wp:inline>
        </w:drawing>
      </w:r>
    </w:p>
    <w:p w:rsidR="0004707A" w:rsidRDefault="0004707A" w:rsidP="006D19FE">
      <w:pPr>
        <w:pStyle w:val="RedaliaNormal"/>
      </w:pPr>
    </w:p>
    <w:p w:rsidR="0004707A" w:rsidRDefault="0004707A" w:rsidP="006D19FE">
      <w:pPr>
        <w:pStyle w:val="RedaliaNormal"/>
      </w:pPr>
    </w:p>
    <w:p w:rsidR="0004707A" w:rsidRDefault="006B1C8F" w:rsidP="006D19FE">
      <w:pPr>
        <w:pStyle w:val="RedaliaTitredocument"/>
      </w:pPr>
      <w:r>
        <w:t>MARCHE DE FOURNITURES COURANTES</w:t>
      </w:r>
    </w:p>
    <w:p w:rsidR="0004707A" w:rsidRDefault="0004707A" w:rsidP="006D19FE">
      <w:pPr>
        <w:pStyle w:val="RedaliaTitredocument"/>
      </w:pPr>
    </w:p>
    <w:p w:rsidR="0004707A" w:rsidRDefault="0004707A" w:rsidP="006D19FE">
      <w:pPr>
        <w:pStyle w:val="RedaliaTitredocument"/>
      </w:pPr>
    </w:p>
    <w:p w:rsidR="0004707A" w:rsidRDefault="006B1C8F" w:rsidP="006D19FE">
      <w:pPr>
        <w:pStyle w:val="RedaliaTitredocument"/>
      </w:pPr>
      <w:r>
        <w:t>Acte d’engagement</w:t>
      </w:r>
    </w:p>
    <w:p w:rsidR="006D19FE" w:rsidRDefault="006D19FE" w:rsidP="006D19FE">
      <w:pPr>
        <w:pStyle w:val="RedaliaTitredocument"/>
      </w:pPr>
    </w:p>
    <w:p w:rsidR="0004707A" w:rsidRPr="006D19FE" w:rsidRDefault="006B1C8F" w:rsidP="006D19FE">
      <w:pPr>
        <w:pStyle w:val="RedaliaNormal"/>
      </w:pPr>
      <w:r w:rsidRPr="006D19FE">
        <w:t>N°25-30</w:t>
      </w:r>
      <w:r w:rsidR="006D19FE" w:rsidRPr="006D19FE">
        <w:t xml:space="preserve"> </w:t>
      </w:r>
      <w:r w:rsidR="006D19FE" w:rsidRPr="006D19FE">
        <w:t>Acquisition d'un véhicule marin de surface de type drone</w:t>
      </w:r>
    </w:p>
    <w:p w:rsidR="0004707A" w:rsidRDefault="0004707A" w:rsidP="006D19FE">
      <w:pPr>
        <w:pStyle w:val="RedaliaNormal"/>
      </w:pPr>
    </w:p>
    <w:p w:rsidR="0004707A" w:rsidRDefault="0004707A" w:rsidP="006D19FE">
      <w:pPr>
        <w:pStyle w:val="RedaliaNormal"/>
      </w:pPr>
    </w:p>
    <w:p w:rsidR="0004707A" w:rsidRDefault="0004707A" w:rsidP="006D19FE">
      <w:pPr>
        <w:pStyle w:val="RedaliaNormal"/>
      </w:pPr>
    </w:p>
    <w:p w:rsidR="0004707A" w:rsidRDefault="006B1C8F" w:rsidP="006D19FE">
      <w:pPr>
        <w:pStyle w:val="RedaliaNormal"/>
      </w:pPr>
      <w:r>
        <w:t xml:space="preserve">Procédure adaptée – Articles </w:t>
      </w:r>
      <w:r>
        <w:t>R. 2123-1 à R. 2123-7 du Code de la commande publique</w:t>
      </w:r>
    </w:p>
    <w:p w:rsidR="0004707A" w:rsidRDefault="0004707A" w:rsidP="006D19FE">
      <w:pPr>
        <w:pStyle w:val="RedaliaNormal"/>
      </w:pPr>
    </w:p>
    <w:p w:rsidR="0004707A" w:rsidRDefault="0004707A" w:rsidP="006D19FE">
      <w:pPr>
        <w:pStyle w:val="RedaliaNormal"/>
      </w:pPr>
    </w:p>
    <w:p w:rsidR="0004707A" w:rsidRDefault="006B1C8F" w:rsidP="006D19FE">
      <w:pPr>
        <w:pStyle w:val="RdaliaTitredestableaux"/>
      </w:pPr>
      <w:r>
        <w:t>Acheteur :</w:t>
      </w:r>
    </w:p>
    <w:p w:rsidR="0004707A" w:rsidRDefault="006B1C8F" w:rsidP="006D19FE">
      <w:pPr>
        <w:pStyle w:val="RedaliaNormal"/>
      </w:pPr>
      <w:r>
        <w:t>Université de Toulon</w:t>
      </w:r>
    </w:p>
    <w:p w:rsidR="0004707A" w:rsidRDefault="006B1C8F" w:rsidP="006D19FE">
      <w:pPr>
        <w:pStyle w:val="RedaliaNormal"/>
      </w:pPr>
      <w:r>
        <w:t xml:space="preserve">  CS 60584   83041 TOULON Cedex 9</w:t>
      </w:r>
    </w:p>
    <w:p w:rsidR="0004707A" w:rsidRDefault="006B1C8F" w:rsidP="006D19FE">
      <w:pPr>
        <w:pStyle w:val="RedaliaNormal"/>
      </w:pPr>
      <w:r>
        <w:t>Tél. : +33 0494142688</w:t>
      </w:r>
    </w:p>
    <w:p w:rsidR="0004707A" w:rsidRDefault="0004707A" w:rsidP="006D19FE">
      <w:pPr>
        <w:pStyle w:val="RedaliaNormal"/>
      </w:pPr>
    </w:p>
    <w:p w:rsidR="0004707A" w:rsidRDefault="0004707A" w:rsidP="006D19FE">
      <w:pPr>
        <w:pStyle w:val="RedaliaNormal"/>
      </w:pPr>
    </w:p>
    <w:p w:rsidR="0004707A" w:rsidRDefault="0004707A" w:rsidP="006D19FE">
      <w:pPr>
        <w:pStyle w:val="RedaliaNormal"/>
      </w:pPr>
    </w:p>
    <w:p w:rsidR="006D19FE" w:rsidRDefault="006D19FE">
      <w:pPr>
        <w:widowControl/>
        <w:suppressAutoHyphens w:val="0"/>
      </w:pPr>
      <w:r>
        <w:br w:type="page"/>
      </w:r>
    </w:p>
    <w:p w:rsidR="0004707A" w:rsidRDefault="0004707A" w:rsidP="006D19FE">
      <w:pPr>
        <w:pStyle w:val="RedaliaNormal"/>
      </w:pPr>
    </w:p>
    <w:p w:rsidR="0004707A" w:rsidRDefault="0004707A" w:rsidP="006D19FE">
      <w:pPr>
        <w:pStyle w:val="RedaliaNormal"/>
      </w:pPr>
    </w:p>
    <w:p w:rsidR="0004707A" w:rsidRDefault="006B1C8F">
      <w:pPr>
        <w:pStyle w:val="RdaliaTitredossier"/>
      </w:pPr>
      <w:r>
        <w:t>S</w:t>
      </w:r>
      <w:r>
        <w:t>ommaire</w:t>
      </w:r>
    </w:p>
    <w:p w:rsidR="0004707A" w:rsidRDefault="006B1C8F">
      <w:pPr>
        <w:pStyle w:val="TM1"/>
      </w:pPr>
      <w:r>
        <w:rPr>
          <w:b w:val="0"/>
          <w:kern w:val="0"/>
          <w:sz w:val="48"/>
        </w:rPr>
        <w:fldChar w:fldCharType="begin"/>
      </w:r>
      <w:r>
        <w:instrText xml:space="preserve"> TOC \o "1-3" \u \h </w:instrText>
      </w:r>
      <w:r>
        <w:rPr>
          <w:b w:val="0"/>
          <w:kern w:val="0"/>
          <w:sz w:val="48"/>
        </w:rPr>
        <w:fldChar w:fldCharType="separate"/>
      </w:r>
      <w:hyperlink r:id="rId9" w:history="1">
        <w:r>
          <w:t>1. Objet du marché</w:t>
        </w:r>
        <w:r>
          <w:tab/>
          <w:t>3</w:t>
        </w:r>
      </w:hyperlink>
    </w:p>
    <w:p w:rsidR="0004707A" w:rsidRDefault="006B1C8F">
      <w:pPr>
        <w:pStyle w:val="TM2"/>
      </w:pPr>
      <w:hyperlink r:id="rId10" w:history="1">
        <w:r>
          <w:t>1.1 Nomenclature</w:t>
        </w:r>
        <w:r>
          <w:tab/>
          <w:t>3</w:t>
        </w:r>
      </w:hyperlink>
    </w:p>
    <w:p w:rsidR="0004707A" w:rsidRDefault="006B1C8F">
      <w:pPr>
        <w:pStyle w:val="TM1"/>
      </w:pPr>
      <w:hyperlink r:id="rId11" w:history="1">
        <w:r>
          <w:t>2. Intervenants au marché</w:t>
        </w:r>
        <w:r>
          <w:tab/>
          <w:t>3</w:t>
        </w:r>
      </w:hyperlink>
    </w:p>
    <w:p w:rsidR="0004707A" w:rsidRDefault="006B1C8F">
      <w:pPr>
        <w:pStyle w:val="TM2"/>
      </w:pPr>
      <w:hyperlink r:id="rId12" w:history="1">
        <w:r>
          <w:t>2.1 Acheteur</w:t>
        </w:r>
        <w:r>
          <w:tab/>
          <w:t>3</w:t>
        </w:r>
      </w:hyperlink>
    </w:p>
    <w:p w:rsidR="0004707A" w:rsidRDefault="006B1C8F">
      <w:pPr>
        <w:pStyle w:val="TM3"/>
      </w:pPr>
      <w:hyperlink r:id="rId13" w:history="1">
        <w:r>
          <w:t xml:space="preserve">2.1.1 </w:t>
        </w:r>
        <w:r>
          <w:t>Personne habilitée à donner les renseignements relatifs aux nantissements et cessions de créances</w:t>
        </w:r>
        <w:r>
          <w:tab/>
          <w:t>3</w:t>
        </w:r>
      </w:hyperlink>
    </w:p>
    <w:p w:rsidR="0004707A" w:rsidRDefault="006B1C8F">
      <w:pPr>
        <w:pStyle w:val="TM3"/>
      </w:pPr>
      <w:hyperlink r:id="rId14" w:history="1">
        <w:r>
          <w:t>2.1.2 Comptable public assignataire des paiements</w:t>
        </w:r>
        <w:r>
          <w:tab/>
          <w:t>3</w:t>
        </w:r>
      </w:hyperlink>
    </w:p>
    <w:p w:rsidR="0004707A" w:rsidRDefault="006B1C8F">
      <w:pPr>
        <w:pStyle w:val="TM2"/>
      </w:pPr>
      <w:hyperlink r:id="rId15" w:history="1">
        <w:r>
          <w:t>2.2 Co</w:t>
        </w:r>
        <w:r>
          <w:t>ntractant</w:t>
        </w:r>
        <w:r>
          <w:tab/>
          <w:t>3</w:t>
        </w:r>
      </w:hyperlink>
    </w:p>
    <w:p w:rsidR="0004707A" w:rsidRDefault="006B1C8F">
      <w:pPr>
        <w:pStyle w:val="TM1"/>
      </w:pPr>
      <w:hyperlink r:id="rId16" w:history="1">
        <w:r>
          <w:t>3. Durée du marché – Délais d’exécution – Reconduction</w:t>
        </w:r>
        <w:r>
          <w:tab/>
          <w:t>5</w:t>
        </w:r>
      </w:hyperlink>
    </w:p>
    <w:p w:rsidR="0004707A" w:rsidRDefault="006B1C8F">
      <w:pPr>
        <w:pStyle w:val="TM2"/>
      </w:pPr>
      <w:hyperlink r:id="rId17" w:history="1">
        <w:r>
          <w:t>3.1 Délais d’exécution</w:t>
        </w:r>
        <w:r>
          <w:tab/>
          <w:t>5</w:t>
        </w:r>
      </w:hyperlink>
    </w:p>
    <w:p w:rsidR="0004707A" w:rsidRDefault="006B1C8F">
      <w:pPr>
        <w:pStyle w:val="TM2"/>
      </w:pPr>
      <w:hyperlink r:id="rId18" w:history="1">
        <w:r>
          <w:t>3.2 Reconductio</w:t>
        </w:r>
        <w:r>
          <w:t>n</w:t>
        </w:r>
        <w:r>
          <w:tab/>
          <w:t>5</w:t>
        </w:r>
      </w:hyperlink>
    </w:p>
    <w:p w:rsidR="0004707A" w:rsidRDefault="006B1C8F">
      <w:pPr>
        <w:pStyle w:val="TM1"/>
      </w:pPr>
      <w:hyperlink r:id="rId19" w:history="1">
        <w:r>
          <w:t>4. Prix</w:t>
        </w:r>
        <w:r>
          <w:tab/>
          <w:t>5</w:t>
        </w:r>
      </w:hyperlink>
    </w:p>
    <w:p w:rsidR="0004707A" w:rsidRDefault="006B1C8F">
      <w:pPr>
        <w:pStyle w:val="TM1"/>
      </w:pPr>
      <w:hyperlink r:id="rId20" w:history="1">
        <w:r>
          <w:t>5. Avance</w:t>
        </w:r>
        <w:r>
          <w:tab/>
          <w:t>6</w:t>
        </w:r>
      </w:hyperlink>
    </w:p>
    <w:p w:rsidR="0004707A" w:rsidRDefault="006B1C8F">
      <w:pPr>
        <w:pStyle w:val="TM1"/>
      </w:pPr>
      <w:hyperlink r:id="rId21" w:history="1">
        <w:r>
          <w:t>6. Signature du candidat</w:t>
        </w:r>
        <w:r>
          <w:tab/>
          <w:t>6</w:t>
        </w:r>
      </w:hyperlink>
    </w:p>
    <w:p w:rsidR="0004707A" w:rsidRDefault="006B1C8F">
      <w:pPr>
        <w:pStyle w:val="TM1"/>
      </w:pPr>
      <w:hyperlink r:id="rId22" w:history="1">
        <w:r>
          <w:t>7. Acce</w:t>
        </w:r>
        <w:r>
          <w:t>ptation de l’offre</w:t>
        </w:r>
        <w:r>
          <w:tab/>
          <w:t>7</w:t>
        </w:r>
      </w:hyperlink>
    </w:p>
    <w:p w:rsidR="0004707A" w:rsidRDefault="006B1C8F">
      <w:r>
        <w:rPr>
          <w:b/>
          <w:kern w:val="3"/>
          <w:sz w:val="24"/>
        </w:rPr>
        <w:fldChar w:fldCharType="end"/>
      </w:r>
    </w:p>
    <w:p w:rsidR="006D19FE" w:rsidRDefault="006D19FE">
      <w:pPr>
        <w:widowControl/>
        <w:suppressAutoHyphens w:val="0"/>
      </w:pPr>
      <w:r>
        <w:br w:type="page"/>
      </w:r>
    </w:p>
    <w:p w:rsidR="0004707A" w:rsidRDefault="0004707A" w:rsidP="006D19FE">
      <w:pPr>
        <w:pStyle w:val="RedaliaNormal"/>
      </w:pPr>
    </w:p>
    <w:p w:rsidR="0004707A" w:rsidRDefault="006B1C8F">
      <w:pPr>
        <w:pStyle w:val="RedaliaTitre1"/>
      </w:pPr>
      <w:bookmarkStart w:id="2" w:name="_Toc483841853"/>
      <w:bookmarkStart w:id="3" w:name="_Toc193359285"/>
      <w:bookmarkStart w:id="4" w:name="__RefHeading__64434_1945829763"/>
      <w:bookmarkEnd w:id="2"/>
      <w:bookmarkEnd w:id="3"/>
      <w:r>
        <w:t>Objet du marché</w:t>
      </w:r>
      <w:bookmarkEnd w:id="4"/>
    </w:p>
    <w:p w:rsidR="006D19FE" w:rsidRDefault="006B1C8F" w:rsidP="006D19FE">
      <w:pPr>
        <w:pStyle w:val="RedaliaNormal"/>
      </w:pPr>
      <w:r>
        <w:t xml:space="preserve">Le présent marché a pour objet : </w:t>
      </w:r>
    </w:p>
    <w:p w:rsidR="006D19FE" w:rsidRDefault="006D19FE" w:rsidP="006D19FE">
      <w:pPr>
        <w:pStyle w:val="RedaliaNormal"/>
      </w:pPr>
      <w:r w:rsidRPr="006D19FE">
        <w:t>Acquisition d'un véhicule marin de surface de type drone</w:t>
      </w:r>
    </w:p>
    <w:p w:rsidR="0004707A" w:rsidRDefault="006B1C8F" w:rsidP="006D19FE">
      <w:pPr>
        <w:pStyle w:val="RedaliaNormal"/>
      </w:pPr>
      <w:r>
        <w:t>Ce véhicule est destiné à la collecte de données en mer et à leur transmission par liaison sans-fil à un poste de commande mobile à terre. Les données doivent servir à l’opérateur p</w:t>
      </w:r>
      <w:r>
        <w:t>our des missions de surveillance des environnements côtiers, à l’aide de dispositifs de réalité augmentée. Le drone doit être pilotable à distance et programmable afin de le doter de capacités autonomes de navigation.</w:t>
      </w:r>
    </w:p>
    <w:p w:rsidR="0004707A" w:rsidRDefault="006B1C8F">
      <w:pPr>
        <w:pStyle w:val="RedaliaTitre2"/>
      </w:pPr>
      <w:bookmarkStart w:id="5" w:name="__RefHeading__64436_1945829763"/>
      <w:r>
        <w:t>Nomenclature</w:t>
      </w:r>
      <w:bookmarkEnd w:id="5"/>
    </w:p>
    <w:p w:rsidR="0004707A" w:rsidRDefault="0004707A" w:rsidP="006D19FE">
      <w:pPr>
        <w:pStyle w:val="RedaliaNormal"/>
      </w:pPr>
    </w:p>
    <w:tbl>
      <w:tblPr>
        <w:tblW w:w="9104" w:type="dxa"/>
        <w:tblInd w:w="108" w:type="dxa"/>
        <w:tblLayout w:type="fixed"/>
        <w:tblCellMar>
          <w:left w:w="10" w:type="dxa"/>
          <w:right w:w="10" w:type="dxa"/>
        </w:tblCellMar>
        <w:tblLook w:val="04A0" w:firstRow="1" w:lastRow="0" w:firstColumn="1" w:lastColumn="0" w:noHBand="0" w:noVBand="1"/>
      </w:tblPr>
      <w:tblGrid>
        <w:gridCol w:w="2268"/>
        <w:gridCol w:w="6836"/>
      </w:tblGrid>
      <w:tr w:rsidR="0004707A">
        <w:tblPrEx>
          <w:tblCellMar>
            <w:top w:w="0" w:type="dxa"/>
            <w:bottom w:w="0" w:type="dxa"/>
          </w:tblCellMar>
        </w:tblPrEx>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4707A" w:rsidRDefault="006B1C8F" w:rsidP="006D19FE">
            <w:pPr>
              <w:pStyle w:val="RedaliaNormal"/>
            </w:pPr>
            <w: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04707A" w:rsidRDefault="006B1C8F" w:rsidP="006D19FE">
            <w:pPr>
              <w:pStyle w:val="RedaliaNormal"/>
            </w:pPr>
            <w:r>
              <w:t>38126000-4 – Appa</w:t>
            </w:r>
            <w:r>
              <w:t>reils d'observation en surface</w:t>
            </w:r>
          </w:p>
        </w:tc>
      </w:tr>
    </w:tbl>
    <w:p w:rsidR="0004707A" w:rsidRDefault="006B1C8F">
      <w:pPr>
        <w:pStyle w:val="RedaliaTitre1"/>
      </w:pPr>
      <w:bookmarkStart w:id="6" w:name="_Toc193359286"/>
      <w:bookmarkStart w:id="7" w:name="__RefHeading__64438_1945829763"/>
      <w:bookmarkEnd w:id="6"/>
      <w:r>
        <w:t>Intervenants au marché</w:t>
      </w:r>
      <w:bookmarkEnd w:id="7"/>
    </w:p>
    <w:p w:rsidR="0004707A" w:rsidRDefault="006B1C8F">
      <w:pPr>
        <w:pStyle w:val="RedaliaTitre2"/>
      </w:pPr>
      <w:bookmarkStart w:id="8" w:name="__RefHeading__64440_1945829763"/>
      <w:r>
        <w:t>Acheteur</w:t>
      </w:r>
      <w:bookmarkEnd w:id="8"/>
    </w:p>
    <w:p w:rsidR="0004707A" w:rsidRDefault="006B1C8F" w:rsidP="006D19FE">
      <w:pPr>
        <w:pStyle w:val="RedaliaNormal"/>
      </w:pPr>
      <w:r>
        <w:t>Université de Toulon</w:t>
      </w:r>
    </w:p>
    <w:p w:rsidR="0004707A" w:rsidRDefault="006B1C8F" w:rsidP="006D19FE">
      <w:pPr>
        <w:pStyle w:val="RedaliaNormal"/>
      </w:pPr>
      <w:r>
        <w:t>Adresse :   CS 60584   83041 TOULON Cedex 9</w:t>
      </w:r>
    </w:p>
    <w:p w:rsidR="0004707A" w:rsidRDefault="006B1C8F" w:rsidP="006D19FE">
      <w:pPr>
        <w:pStyle w:val="RedaliaNormal"/>
      </w:pPr>
      <w:r>
        <w:t>Téléphone : +33 0494142688</w:t>
      </w:r>
    </w:p>
    <w:p w:rsidR="0004707A" w:rsidRDefault="006B1C8F" w:rsidP="006D19FE">
      <w:pPr>
        <w:pStyle w:val="RedaliaNormal"/>
      </w:pPr>
      <w:r>
        <w:t>Mail : pole-achat@univ-tln.fr</w:t>
      </w:r>
    </w:p>
    <w:p w:rsidR="0004707A" w:rsidRDefault="0004707A" w:rsidP="006D19FE">
      <w:pPr>
        <w:pStyle w:val="RedaliaNormal"/>
      </w:pPr>
    </w:p>
    <w:p w:rsidR="0004707A" w:rsidRDefault="006B1C8F" w:rsidP="006D19FE">
      <w:pPr>
        <w:pStyle w:val="RedaliaNormal"/>
      </w:pPr>
      <w:r>
        <w:t xml:space="preserve">Représenté par : </w:t>
      </w:r>
      <w:r>
        <w:rPr>
          <w:b/>
          <w:bCs/>
        </w:rPr>
        <w:t>Xavier</w:t>
      </w:r>
      <w:r>
        <w:rPr>
          <w:b/>
          <w:bCs/>
        </w:rPr>
        <w:t xml:space="preserve"> LEROUX</w:t>
      </w:r>
      <w:r>
        <w:t>, Président.</w:t>
      </w:r>
    </w:p>
    <w:p w:rsidR="0004707A" w:rsidRDefault="006B1C8F" w:rsidP="006D19FE">
      <w:pPr>
        <w:pStyle w:val="RedaliaNormal"/>
      </w:pPr>
      <w:r>
        <w:t>Référence de l'arrêté de désignation de la personne signataire du marché : Délibération de compétences du conseil d'administration au Président CA-2023-18 du 11 avril 2023.</w:t>
      </w:r>
    </w:p>
    <w:p w:rsidR="0004707A" w:rsidRDefault="006B1C8F">
      <w:pPr>
        <w:pStyle w:val="RedaliaTitre3"/>
      </w:pPr>
      <w:bookmarkStart w:id="9" w:name="__RefHeading__64442_1945829763"/>
      <w:r>
        <w:t xml:space="preserve">Personne habilitée à donner les renseignements relatifs aux </w:t>
      </w:r>
      <w:r>
        <w:t>nantissements et cessions de créances</w:t>
      </w:r>
      <w:bookmarkEnd w:id="9"/>
    </w:p>
    <w:p w:rsidR="0004707A" w:rsidRDefault="006B1C8F" w:rsidP="006D19FE">
      <w:pPr>
        <w:pStyle w:val="RedaliaNormal"/>
      </w:pPr>
      <w:r>
        <w:t>Sabine Carpentier</w:t>
      </w:r>
      <w:r w:rsidR="006D19FE">
        <w:t xml:space="preserve"> - </w:t>
      </w:r>
      <w:r>
        <w:t>Responsable du pôle achat – CS 60584 83041 Toulon cedex 9</w:t>
      </w:r>
    </w:p>
    <w:p w:rsidR="0004707A" w:rsidRDefault="006B1C8F" w:rsidP="006D19FE">
      <w:pPr>
        <w:pStyle w:val="RedaliaNormal"/>
      </w:pPr>
      <w:r>
        <w:t>pole-achat@univ-tln.fr</w:t>
      </w:r>
    </w:p>
    <w:p w:rsidR="0004707A" w:rsidRDefault="006B1C8F" w:rsidP="006D19FE">
      <w:pPr>
        <w:pStyle w:val="RedaliaNormal"/>
      </w:pPr>
      <w:r>
        <w:t>04 94 14 26 88.</w:t>
      </w:r>
    </w:p>
    <w:p w:rsidR="0004707A" w:rsidRDefault="006B1C8F">
      <w:pPr>
        <w:pStyle w:val="RedaliaTitre3"/>
      </w:pPr>
      <w:bookmarkStart w:id="10" w:name="__RefHeading__64444_1945829763"/>
      <w:r>
        <w:t>Comptable public assignataire des paiements</w:t>
      </w:r>
      <w:bookmarkEnd w:id="10"/>
    </w:p>
    <w:p w:rsidR="0004707A" w:rsidRDefault="006B1C8F" w:rsidP="006D19FE">
      <w:pPr>
        <w:pStyle w:val="RedaliaNormal"/>
      </w:pPr>
      <w:r>
        <w:t>M</w:t>
      </w:r>
      <w:r w:rsidR="006D19FE">
        <w:t>onsieur</w:t>
      </w:r>
      <w:r>
        <w:t xml:space="preserve"> l'agent</w:t>
      </w:r>
      <w:r>
        <w:t xml:space="preserve"> comptable.</w:t>
      </w:r>
    </w:p>
    <w:p w:rsidR="0004707A" w:rsidRDefault="006B1C8F" w:rsidP="006D19FE">
      <w:pPr>
        <w:pStyle w:val="RedaliaNormal"/>
      </w:pPr>
      <w:r>
        <w:t xml:space="preserve">Les cessions de créance </w:t>
      </w:r>
      <w:r>
        <w:t>doivent être notifiées ou les nantissements signifiés à l’organisme désigné ci-dessus.</w:t>
      </w:r>
    </w:p>
    <w:p w:rsidR="0004707A" w:rsidRDefault="006B1C8F">
      <w:pPr>
        <w:pStyle w:val="RedaliaTitre2"/>
      </w:pPr>
      <w:bookmarkStart w:id="11" w:name="__RefHeading__64446_1945829763"/>
      <w:bookmarkStart w:id="12" w:name="_Toc192648939"/>
      <w:bookmarkStart w:id="13" w:name="_Toc174160389"/>
      <w:r>
        <w:t>Contractant</w:t>
      </w:r>
      <w:bookmarkEnd w:id="11"/>
      <w:bookmarkEnd w:id="12"/>
      <w:bookmarkEnd w:id="13"/>
    </w:p>
    <w:p w:rsidR="0004707A" w:rsidRDefault="006B1C8F" w:rsidP="006D19FE">
      <w:pPr>
        <w:pStyle w:val="RedaliaNormal"/>
      </w:pPr>
      <w:r>
        <w:t>Après avoir pris connaissance du Cahier des Clauses Particulières (CCP) et des documents qui sont mentionnés au présent acte d'engagement,</w:t>
      </w:r>
    </w:p>
    <w:p w:rsidR="0004707A" w:rsidRDefault="006B1C8F" w:rsidP="006D19FE">
      <w:pPr>
        <w:pStyle w:val="RdaliaRetraitniveau2"/>
        <w:numPr>
          <w:ilvl w:val="0"/>
          <w:numId w:val="17"/>
        </w:numPr>
      </w:pPr>
      <w:r>
        <w:t xml:space="preserve">JE M'ENGAGE, sans </w:t>
      </w:r>
      <w:r>
        <w:t>réserve, conformément aux conditions, clauses et prescriptions des documents visés ci-dessus à exécuter les prestations définies ci-après, aux conditions qui constituent mon offre.</w:t>
      </w:r>
    </w:p>
    <w:p w:rsidR="0004707A" w:rsidRDefault="006B1C8F" w:rsidP="006D19FE">
      <w:pPr>
        <w:pStyle w:val="RdaliaRetraitniveau2"/>
      </w:pPr>
      <w:r>
        <w:t xml:space="preserve">J’AFFIRME, sous peine de résiliation de plein droit du marché, que je suis </w:t>
      </w:r>
      <w:r>
        <w:t>titulaire d'une police d'assurance garantissant l'ensemble des responsabilités que j'encours.</w:t>
      </w:r>
    </w:p>
    <w:p w:rsidR="0004707A" w:rsidRDefault="006B1C8F" w:rsidP="006D19FE">
      <w:pPr>
        <w:pStyle w:val="RedaliaNormal"/>
      </w:pPr>
      <w:r>
        <w:t>L'offre ainsi présentée ne nous lie toutefois que si l’attribution du marché a lieu dans un délai de 120 jours à compter de la date limite de réception des offre</w:t>
      </w:r>
      <w:r>
        <w:t>s.</w:t>
      </w:r>
    </w:p>
    <w:p w:rsidR="0004707A" w:rsidRDefault="006B1C8F" w:rsidP="006D19FE">
      <w:pPr>
        <w:pStyle w:val="RedaliaNormal"/>
      </w:pPr>
      <w:bookmarkStart w:id="14" w:name="formcheckbox_off_11"/>
      <w:r>
        <w:rPr>
          <w:rFonts w:ascii="Wingdings" w:eastAsia="Wingdings" w:hAnsi="Wingdings" w:cs="Wingdings"/>
        </w:rPr>
        <w:t></w:t>
      </w:r>
      <w:bookmarkEnd w:id="14"/>
      <w:r>
        <w:t xml:space="preserve"> </w:t>
      </w:r>
      <w:r>
        <w:t>Le signataire :</w:t>
      </w:r>
    </w:p>
    <w:p w:rsidR="0004707A" w:rsidRDefault="006B1C8F" w:rsidP="006D19FE">
      <w:pPr>
        <w:pStyle w:val="RedaliaNormal"/>
      </w:pPr>
      <w:r>
        <w:t xml:space="preserve">                                               </w:t>
      </w:r>
      <w:bookmarkStart w:id="15" w:name="formcheckbox_off_12"/>
      <w:r>
        <w:rPr>
          <w:rFonts w:ascii="Wingdings" w:eastAsia="Wingdings" w:hAnsi="Wingdings" w:cs="Wingdings"/>
        </w:rPr>
        <w:t></w:t>
      </w:r>
      <w:bookmarkEnd w:id="15"/>
      <w:r>
        <w:t xml:space="preserve"> s’engage, sur la base de son offre et pour son propre compte à exécuter les prestations demandées dans les conditions définies ci-après ;</w:t>
      </w:r>
    </w:p>
    <w:p w:rsidR="0004707A" w:rsidRDefault="006B1C8F" w:rsidP="006D19FE">
      <w:pPr>
        <w:pStyle w:val="RedaliaNormal"/>
      </w:pPr>
      <w:r>
        <w:t xml:space="preserve">                                               </w:t>
      </w:r>
      <w:bookmarkStart w:id="16" w:name="formcheckbox_off_13"/>
      <w:r>
        <w:rPr>
          <w:rFonts w:ascii="Wingdings" w:eastAsia="Wingdings" w:hAnsi="Wingdings" w:cs="Wingdings"/>
        </w:rPr>
        <w:t></w:t>
      </w:r>
      <w:bookmarkEnd w:id="16"/>
      <w:r>
        <w:t xml:space="preserve"> engage la société ........................................... </w:t>
      </w:r>
      <w:proofErr w:type="gramStart"/>
      <w:r>
        <w:t>sur</w:t>
      </w:r>
      <w:proofErr w:type="gramEnd"/>
      <w:r>
        <w:t xml:space="preserve"> la base de son offre à exécuter les prestations demandées dans les conditions définies ci-après ;</w:t>
      </w:r>
    </w:p>
    <w:p w:rsidR="0004707A" w:rsidRDefault="0004707A" w:rsidP="006D19FE">
      <w:pPr>
        <w:pStyle w:val="RedaliaNormal"/>
      </w:pPr>
    </w:p>
    <w:p w:rsidR="0004707A" w:rsidRDefault="006B1C8F" w:rsidP="006D19FE">
      <w:pPr>
        <w:pStyle w:val="RedaliaNormal"/>
      </w:pPr>
      <w:bookmarkStart w:id="17" w:name="formcheckbox_off_14"/>
      <w:r>
        <w:rPr>
          <w:rFonts w:ascii="Wingdings" w:eastAsia="Wingdings" w:hAnsi="Wingdings" w:cs="Wingdings"/>
        </w:rPr>
        <w:t></w:t>
      </w:r>
      <w:bookmarkEnd w:id="17"/>
      <w:r>
        <w:t xml:space="preserve"> </w:t>
      </w:r>
      <w:r>
        <w:t xml:space="preserve">Le mandataire </w:t>
      </w:r>
      <w:r>
        <w:rPr>
          <w:vertAlign w:val="superscript"/>
        </w:rPr>
        <w:t>(1) </w:t>
      </w:r>
      <w:r>
        <w:t>:</w:t>
      </w:r>
    </w:p>
    <w:p w:rsidR="0004707A" w:rsidRDefault="006B1C8F" w:rsidP="006D19FE">
      <w:pPr>
        <w:pStyle w:val="RedaliaNormal"/>
      </w:pPr>
      <w:r>
        <w:t xml:space="preserve">                                               </w:t>
      </w:r>
      <w:bookmarkStart w:id="18" w:name="formcheckbox_off_15"/>
      <w:r>
        <w:rPr>
          <w:rFonts w:ascii="Wingdings" w:eastAsia="Wingdings" w:hAnsi="Wingdings" w:cs="Wingdings"/>
        </w:rPr>
        <w:t></w:t>
      </w:r>
      <w:bookmarkEnd w:id="18"/>
      <w:r>
        <w:t xml:space="preserve"> du groupement soli</w:t>
      </w:r>
      <w:r>
        <w:t>daire</w:t>
      </w:r>
    </w:p>
    <w:p w:rsidR="0004707A" w:rsidRDefault="006B1C8F" w:rsidP="006D19FE">
      <w:pPr>
        <w:pStyle w:val="RedaliaNormal"/>
      </w:pPr>
      <w:r>
        <w:t xml:space="preserve">                                               </w:t>
      </w:r>
      <w:bookmarkStart w:id="19" w:name="formcheckbox_off_16"/>
      <w:r>
        <w:rPr>
          <w:rFonts w:ascii="Wingdings" w:eastAsia="Wingdings" w:hAnsi="Wingdings" w:cs="Wingdings"/>
        </w:rPr>
        <w:t></w:t>
      </w:r>
      <w:bookmarkEnd w:id="19"/>
      <w:r>
        <w:t xml:space="preserve"> solidaire du groupement conjoint</w:t>
      </w:r>
    </w:p>
    <w:p w:rsidR="0004707A" w:rsidRDefault="006B1C8F" w:rsidP="006D19FE">
      <w:pPr>
        <w:pStyle w:val="RedaliaNormal"/>
      </w:pPr>
      <w:proofErr w:type="gramStart"/>
      <w:r>
        <w:t>s’engage</w:t>
      </w:r>
      <w:proofErr w:type="gramEnd"/>
      <w:r>
        <w:t xml:space="preserve"> pour l’ensemble des prestataires groupés désignés dans l’annexe ci-jointe </w:t>
      </w:r>
      <w:r>
        <w:rPr>
          <w:b/>
          <w:bCs/>
          <w:vertAlign w:val="superscript"/>
        </w:rPr>
        <w:t>(2)</w:t>
      </w:r>
      <w:r>
        <w:t xml:space="preserve"> à exécuter les prestations demandées dans les conditions définies ci-après ;</w:t>
      </w:r>
    </w:p>
    <w:p w:rsidR="0004707A" w:rsidRDefault="0004707A">
      <w:pPr>
        <w:pStyle w:val="RdaliaLgende"/>
      </w:pPr>
    </w:p>
    <w:p w:rsidR="0004707A" w:rsidRDefault="006B1C8F">
      <w:pPr>
        <w:pStyle w:val="RdaliaLgende"/>
      </w:pPr>
      <w:r>
        <w:t>(1) Cocher la case correspondante à la nature de votre groupement.</w:t>
      </w:r>
    </w:p>
    <w:p w:rsidR="0004707A" w:rsidRDefault="006B1C8F">
      <w:pPr>
        <w:pStyle w:val="RdaliaLgende"/>
      </w:pPr>
      <w:r>
        <w:t>(2) Cette annexe est à dupliquer en autant d'exemplaires que nécessaire et elle est recommandée dans le cas de groupement conjoint.</w:t>
      </w:r>
    </w:p>
    <w:p w:rsidR="0004707A" w:rsidRDefault="006B1C8F">
      <w:pPr>
        <w:pStyle w:val="RdaliaLgende"/>
      </w:pPr>
      <w:r>
        <w:t>(3) Dans le cas d'un groupement, indiquer les coordonnées</w:t>
      </w:r>
      <w:r>
        <w:t xml:space="preserve"> du mandataire.</w:t>
      </w:r>
    </w:p>
    <w:p w:rsidR="0004707A" w:rsidRDefault="006B1C8F" w:rsidP="006D19FE">
      <w:pPr>
        <w:pStyle w:val="RedaliaNormal"/>
      </w:pPr>
      <w:r>
        <w:t xml:space="preserve">Nom commercial et dénomination sociale du candidat </w:t>
      </w:r>
      <w:r>
        <w:rPr>
          <w:b/>
          <w:bCs/>
          <w:vertAlign w:val="superscript"/>
        </w:rPr>
        <w:t>(3)</w:t>
      </w:r>
      <w:r>
        <w:t> :</w:t>
      </w:r>
    </w:p>
    <w:p w:rsidR="0004707A" w:rsidRDefault="006B1C8F" w:rsidP="006D19FE">
      <w:pPr>
        <w:pStyle w:val="RedaliaNormal"/>
      </w:pPr>
      <w:r>
        <w:t>……………………………………………………………………………………………………………</w:t>
      </w:r>
    </w:p>
    <w:p w:rsidR="0004707A" w:rsidRDefault="006B1C8F" w:rsidP="006D19FE">
      <w:pPr>
        <w:pStyle w:val="RedaliaNormal"/>
      </w:pPr>
      <w:r>
        <w:t>……………………………………………………………………………………………………………</w:t>
      </w:r>
    </w:p>
    <w:p w:rsidR="0004707A" w:rsidRDefault="006B1C8F" w:rsidP="006D19FE">
      <w:pPr>
        <w:pStyle w:val="RedaliaNormal"/>
      </w:pPr>
      <w:r>
        <w:t>Adresse de l’établissement :</w:t>
      </w:r>
    </w:p>
    <w:p w:rsidR="0004707A" w:rsidRDefault="006B1C8F" w:rsidP="006D19FE">
      <w:pPr>
        <w:pStyle w:val="RedaliaNormal"/>
      </w:pPr>
      <w:r>
        <w:t>…………………………………………………………………………………………………………...</w:t>
      </w:r>
    </w:p>
    <w:p w:rsidR="0004707A" w:rsidRDefault="006B1C8F" w:rsidP="006D19FE">
      <w:pPr>
        <w:pStyle w:val="RedaliaNormal"/>
      </w:pPr>
      <w:r>
        <w:t>...…………………………………………………………………………………………………………</w:t>
      </w:r>
    </w:p>
    <w:p w:rsidR="0004707A" w:rsidRDefault="006B1C8F" w:rsidP="006D19FE">
      <w:pPr>
        <w:pStyle w:val="RedaliaNormal"/>
      </w:pPr>
      <w:r>
        <w:t>…………………………………………………………………………………………………………...</w:t>
      </w:r>
    </w:p>
    <w:p w:rsidR="0004707A" w:rsidRDefault="006B1C8F" w:rsidP="006D19FE">
      <w:pPr>
        <w:pStyle w:val="RedaliaNormal"/>
      </w:pPr>
      <w:r>
        <w:t xml:space="preserve">Adresse du siège social </w:t>
      </w:r>
      <w:r>
        <w:t>(si différente de l’établissement)</w:t>
      </w:r>
      <w:r>
        <w:t> :</w:t>
      </w:r>
    </w:p>
    <w:p w:rsidR="0004707A" w:rsidRDefault="006B1C8F" w:rsidP="006D19FE">
      <w:pPr>
        <w:pStyle w:val="RedaliaNormal"/>
      </w:pPr>
      <w:r>
        <w:t>…………………………………………………………………………………………………………...</w:t>
      </w:r>
    </w:p>
    <w:p w:rsidR="0004707A" w:rsidRDefault="006B1C8F" w:rsidP="006D19FE">
      <w:pPr>
        <w:pStyle w:val="RedaliaNormal"/>
      </w:pPr>
      <w:r>
        <w:t>.…………………………………………………………………………………………………………..</w:t>
      </w:r>
    </w:p>
    <w:p w:rsidR="0004707A" w:rsidRDefault="006B1C8F" w:rsidP="006D19FE">
      <w:pPr>
        <w:pStyle w:val="RedaliaNormal"/>
      </w:pPr>
      <w:r>
        <w:t>………………………………………………………………………………………………………...…</w:t>
      </w:r>
    </w:p>
    <w:p w:rsidR="0004707A" w:rsidRDefault="006B1C8F" w:rsidP="006D19FE">
      <w:pPr>
        <w:pStyle w:val="RedaliaNormal"/>
      </w:pPr>
      <w:r>
        <w:t>Adresse électronique : ..............................................................................................................</w:t>
      </w:r>
    </w:p>
    <w:p w:rsidR="0004707A" w:rsidRDefault="006B1C8F" w:rsidP="006D19FE">
      <w:pPr>
        <w:pStyle w:val="RedaliaNormal"/>
      </w:pPr>
      <w:r>
        <w:t>Téléphone : ...................................................</w:t>
      </w:r>
    </w:p>
    <w:p w:rsidR="0004707A" w:rsidRDefault="006B1C8F" w:rsidP="006D19FE">
      <w:pPr>
        <w:pStyle w:val="RedaliaNormal"/>
      </w:pPr>
      <w:r>
        <w:t>Télécopie : .</w:t>
      </w:r>
      <w:r>
        <w:t>...................................................</w:t>
      </w:r>
    </w:p>
    <w:p w:rsidR="0004707A" w:rsidRDefault="006B1C8F" w:rsidP="006D19FE">
      <w:pPr>
        <w:pStyle w:val="RedaliaNormal"/>
      </w:pPr>
      <w:r>
        <w:t>SIRET : .........................................................</w:t>
      </w:r>
    </w:p>
    <w:p w:rsidR="0004707A" w:rsidRDefault="006B1C8F" w:rsidP="006D19FE">
      <w:pPr>
        <w:pStyle w:val="RedaliaNormal"/>
      </w:pPr>
      <w:r>
        <w:t>APE : ............................................................</w:t>
      </w:r>
    </w:p>
    <w:p w:rsidR="0004707A" w:rsidRDefault="006B1C8F" w:rsidP="006D19FE">
      <w:pPr>
        <w:pStyle w:val="RedaliaNormal"/>
      </w:pPr>
      <w:r>
        <w:t>Numéro de TVA intracommunautaire : ....................................</w:t>
      </w:r>
      <w:r>
        <w:t>.....................</w:t>
      </w:r>
    </w:p>
    <w:p w:rsidR="0004707A" w:rsidRDefault="006B1C8F" w:rsidP="006D19FE">
      <w:pPr>
        <w:pStyle w:val="RedaliaNormal"/>
      </w:pPr>
      <w:r>
        <w:t>Références bancaires :</w:t>
      </w:r>
    </w:p>
    <w:p w:rsidR="0004707A" w:rsidRDefault="006B1C8F" w:rsidP="006D19FE">
      <w:pPr>
        <w:pStyle w:val="RedaliaNormal"/>
      </w:pPr>
      <w:r>
        <w:t>IBAN : .......................................................................................................................................</w:t>
      </w:r>
    </w:p>
    <w:p w:rsidR="0004707A" w:rsidRDefault="006B1C8F" w:rsidP="006D19FE">
      <w:pPr>
        <w:pStyle w:val="RedaliaNormal"/>
      </w:pPr>
      <w:r>
        <w:t>BIC : ............................................................</w:t>
      </w:r>
      <w:r>
        <w:t>.............................................................................</w:t>
      </w:r>
    </w:p>
    <w:p w:rsidR="0004707A" w:rsidRDefault="006B1C8F">
      <w:pPr>
        <w:pStyle w:val="RedaliaTitre1"/>
      </w:pPr>
      <w:bookmarkStart w:id="20" w:name="_Toc526222883"/>
      <w:bookmarkStart w:id="21" w:name="__RefHeading__64448_1945829763"/>
      <w:bookmarkStart w:id="22" w:name="_Toc193359287"/>
      <w:bookmarkStart w:id="23" w:name="_Toc483841854"/>
      <w:r>
        <w:t>Durée du marché – Délais</w:t>
      </w:r>
      <w:bookmarkEnd w:id="20"/>
      <w:r>
        <w:t xml:space="preserve"> d’exécution – Reconduction</w:t>
      </w:r>
      <w:bookmarkEnd w:id="21"/>
      <w:bookmarkEnd w:id="22"/>
      <w:bookmarkEnd w:id="23"/>
    </w:p>
    <w:p w:rsidR="0004707A" w:rsidRDefault="006B1C8F">
      <w:pPr>
        <w:pStyle w:val="RedaliaTitre2"/>
      </w:pPr>
      <w:bookmarkStart w:id="24" w:name="__RefHeading__64450_1945829763"/>
      <w:r>
        <w:t>Délais d’exécution</w:t>
      </w:r>
      <w:bookmarkEnd w:id="24"/>
    </w:p>
    <w:p w:rsidR="0004707A" w:rsidRDefault="006B1C8F" w:rsidP="006D19FE">
      <w:pPr>
        <w:pStyle w:val="RedaliaNormal"/>
      </w:pPr>
      <w:r>
        <w:t xml:space="preserve">Le délai d’exécution est fixé à </w:t>
      </w:r>
      <w:r w:rsidR="006D19FE">
        <w:t>2</w:t>
      </w:r>
      <w:r>
        <w:t xml:space="preserve"> mois</w:t>
      </w:r>
      <w:r w:rsidR="006D19FE">
        <w:t xml:space="preserve"> et 15 jours maximum</w:t>
      </w:r>
      <w:r>
        <w:t>.</w:t>
      </w:r>
    </w:p>
    <w:p w:rsidR="006D19FE" w:rsidRDefault="006B1C8F" w:rsidP="006D19FE">
      <w:pPr>
        <w:pStyle w:val="RedaliaNormal"/>
      </w:pPr>
      <w:r>
        <w:t>Il commencera à courir à compter de la notification du marché</w:t>
      </w:r>
      <w:r w:rsidR="006D19FE">
        <w:t xml:space="preserve"> prévue le 10 septembre 2025.</w:t>
      </w:r>
    </w:p>
    <w:p w:rsidR="006D19FE" w:rsidRDefault="006D19FE" w:rsidP="006D19FE">
      <w:pPr>
        <w:pStyle w:val="RedaliaNormal"/>
      </w:pPr>
      <w:r>
        <w:t xml:space="preserve">La date limite de livraison </w:t>
      </w:r>
      <w:r w:rsidRPr="006D19FE">
        <w:rPr>
          <w:b/>
        </w:rPr>
        <w:t>en ordre de marche</w:t>
      </w:r>
      <w:r>
        <w:t xml:space="preserve"> ne saurait être supérieure au 28 novembre 2025 sous peine d’application de l’article 17.3 du CCP.</w:t>
      </w:r>
    </w:p>
    <w:p w:rsidR="0004707A" w:rsidRDefault="006B1C8F" w:rsidP="006D19FE">
      <w:pPr>
        <w:pStyle w:val="RedaliaTitre2"/>
      </w:pPr>
      <w:bookmarkStart w:id="25" w:name="__RefHeading__64452_1945829763"/>
      <w:r>
        <w:t>Reco</w:t>
      </w:r>
      <w:r>
        <w:t>nduction</w:t>
      </w:r>
      <w:bookmarkEnd w:id="25"/>
    </w:p>
    <w:p w:rsidR="0004707A" w:rsidRDefault="006B1C8F" w:rsidP="006D19FE">
      <w:pPr>
        <w:pStyle w:val="RedaliaNormal"/>
      </w:pPr>
      <w:r>
        <w:t>Le marché ne sera pas reconduit.</w:t>
      </w:r>
    </w:p>
    <w:p w:rsidR="0004707A" w:rsidRDefault="006B1C8F">
      <w:pPr>
        <w:pStyle w:val="RedaliaTitre1"/>
      </w:pPr>
      <w:bookmarkStart w:id="26" w:name="__RefHeading__64454_1945829763"/>
      <w:bookmarkStart w:id="27" w:name="_Toc193359290"/>
      <w:bookmarkStart w:id="28" w:name="_Toc483841856"/>
      <w:r>
        <w:t>Prix</w:t>
      </w:r>
      <w:bookmarkEnd w:id="26"/>
      <w:bookmarkEnd w:id="27"/>
      <w:bookmarkEnd w:id="28"/>
    </w:p>
    <w:p w:rsidR="0004707A" w:rsidRDefault="006B1C8F" w:rsidP="006D19FE">
      <w:pPr>
        <w:pStyle w:val="RedaliaNormal"/>
      </w:pPr>
      <w:r>
        <w:t xml:space="preserve">L'offre est établie sur la base des conditions économiques prévues à l’article </w:t>
      </w:r>
      <w:r>
        <w:rPr>
          <w:i/>
        </w:rPr>
        <w:t>Prix</w:t>
      </w:r>
      <w:r>
        <w:t xml:space="preserve"> du CCP.</w:t>
      </w:r>
    </w:p>
    <w:p w:rsidR="0004707A" w:rsidRDefault="006B1C8F" w:rsidP="006D19FE">
      <w:pPr>
        <w:pStyle w:val="RedaliaNormal"/>
      </w:pPr>
      <w:r>
        <w:t>Les prestations faisant l’objet du marché seront rémunérées par application d’un prix global forfaitaire égal à :</w:t>
      </w:r>
    </w:p>
    <w:p w:rsidR="0004707A" w:rsidRDefault="0004707A" w:rsidP="006D19FE">
      <w:pPr>
        <w:pStyle w:val="RedaliaNormal"/>
      </w:pPr>
    </w:p>
    <w:p w:rsidR="0004707A" w:rsidRDefault="006B1C8F" w:rsidP="006D19FE">
      <w:pPr>
        <w:pStyle w:val="RedaliaNormal"/>
      </w:pPr>
      <w:r>
        <w:t xml:space="preserve">Montant HT (en chiffres) (€) : </w:t>
      </w:r>
      <w:r>
        <w:tab/>
      </w:r>
    </w:p>
    <w:p w:rsidR="0004707A" w:rsidRDefault="006B1C8F" w:rsidP="006D19FE">
      <w:pPr>
        <w:pStyle w:val="RedaliaNormal"/>
      </w:pPr>
      <w:r>
        <w:t xml:space="preserve">Montant TVA (au taux de 20,00 %) : </w:t>
      </w:r>
      <w:r>
        <w:tab/>
      </w:r>
    </w:p>
    <w:p w:rsidR="0004707A" w:rsidRDefault="006B1C8F" w:rsidP="006D19FE">
      <w:pPr>
        <w:pStyle w:val="RedaliaNormal"/>
      </w:pPr>
      <w:r>
        <w:t>Montant TTC (en chiffres) (€) :</w:t>
      </w:r>
      <w:r>
        <w:tab/>
      </w:r>
    </w:p>
    <w:p w:rsidR="0004707A" w:rsidRDefault="006B1C8F" w:rsidP="006D19FE">
      <w:pPr>
        <w:pStyle w:val="RedaliaNormal"/>
      </w:pPr>
      <w:r>
        <w:t>Montant TTC (en lettres) (€) </w:t>
      </w:r>
      <w:r>
        <w:t>:</w:t>
      </w:r>
      <w:r>
        <w:tab/>
      </w:r>
    </w:p>
    <w:p w:rsidR="0004707A" w:rsidRDefault="006B1C8F" w:rsidP="006D19FE">
      <w:pPr>
        <w:pStyle w:val="RedaliaNormal"/>
      </w:pPr>
      <w:r>
        <w:tab/>
      </w:r>
    </w:p>
    <w:p w:rsidR="0004707A" w:rsidRDefault="006B1C8F" w:rsidP="006D19FE">
      <w:pPr>
        <w:pStyle w:val="RedaliaNormal"/>
      </w:pPr>
      <w:r>
        <w:tab/>
      </w:r>
    </w:p>
    <w:p w:rsidR="0004707A" w:rsidRDefault="006B1C8F" w:rsidP="006D19FE">
      <w:pPr>
        <w:pStyle w:val="RedaliaNormal"/>
      </w:pPr>
      <w:r>
        <w:t>En cas de groupement, la répartition détaillée des prestations à exécuter par chacun des membres du groupement et le montant du marché revenant à chacun sont décomposés dans l'annexe ci-jointe.</w:t>
      </w:r>
    </w:p>
    <w:p w:rsidR="0004707A" w:rsidRDefault="006B1C8F">
      <w:pPr>
        <w:pStyle w:val="RedaliaTitre1"/>
      </w:pPr>
      <w:bookmarkStart w:id="29" w:name="__RefHeading__64456_1945829763"/>
      <w:r>
        <w:t>Avance</w:t>
      </w:r>
      <w:bookmarkEnd w:id="29"/>
    </w:p>
    <w:p w:rsidR="0004707A" w:rsidRDefault="006B1C8F" w:rsidP="006D19FE">
      <w:pPr>
        <w:pStyle w:val="RedaliaNormal"/>
      </w:pPr>
      <w:r>
        <w:t>Une avance est prévue dans les conditions fixée</w:t>
      </w:r>
      <w:r>
        <w:t>s par la réglementation en vigueur.</w:t>
      </w:r>
    </w:p>
    <w:p w:rsidR="006D19FE" w:rsidRDefault="006B1C8F" w:rsidP="006D19FE">
      <w:pPr>
        <w:pStyle w:val="RedaliaNormal"/>
      </w:pPr>
      <w:r>
        <w:t>Titulaire unique ou mandataire</w:t>
      </w:r>
      <w:r w:rsidR="006D19FE">
        <w:t> :</w:t>
      </w:r>
    </w:p>
    <w:p w:rsidR="0004707A" w:rsidRDefault="006B1C8F" w:rsidP="006D19FE">
      <w:pPr>
        <w:pStyle w:val="RedaliaNormal"/>
      </w:pPr>
      <w:r>
        <w:rPr>
          <w:rFonts w:ascii="Wingdings" w:eastAsia="Wingdings" w:hAnsi="Wingdings" w:cs="Wingdings"/>
          <w:szCs w:val="22"/>
        </w:rPr>
        <w:t></w:t>
      </w:r>
      <w:r>
        <w:t xml:space="preserve"> Refuse de percevoir l’avance</w:t>
      </w:r>
    </w:p>
    <w:p w:rsidR="0004707A" w:rsidRDefault="006B1C8F" w:rsidP="006D19FE">
      <w:pPr>
        <w:pStyle w:val="RedaliaNormal"/>
      </w:pPr>
      <w:r>
        <w:rPr>
          <w:rFonts w:ascii="Wingdings" w:eastAsia="Wingdings" w:hAnsi="Wingdings" w:cs="Wingdings"/>
        </w:rPr>
        <w:t></w:t>
      </w:r>
      <w:r>
        <w:t xml:space="preserve"> Accepte de percevoir l’avance</w:t>
      </w:r>
    </w:p>
    <w:p w:rsidR="0004707A" w:rsidRDefault="006B1C8F" w:rsidP="006D19FE">
      <w:pPr>
        <w:pStyle w:val="RedaliaNormal"/>
      </w:pPr>
      <w:r>
        <w:t>L’attention des candidats est attirée sur le fait que si aucun choix n’est fait, le pouvoir adjudicateur considérera que</w:t>
      </w:r>
      <w:r>
        <w:t xml:space="preserve"> l’entreprise </w:t>
      </w:r>
      <w:r w:rsidR="006D19FE">
        <w:t>refuse</w:t>
      </w:r>
      <w:r>
        <w:t xml:space="preserve"> de percevoir l’avance.</w:t>
      </w:r>
    </w:p>
    <w:p w:rsidR="0004707A" w:rsidRDefault="006B1C8F" w:rsidP="006D19FE">
      <w:pPr>
        <w:pStyle w:val="RedaliaNormal"/>
      </w:pPr>
      <w:r>
        <w:t>La perception de l'avance par les cotraitants et sous-traitants est indiquée dans les annexes.</w:t>
      </w:r>
    </w:p>
    <w:p w:rsidR="0004707A" w:rsidRDefault="006B1C8F" w:rsidP="006D19FE">
      <w:pPr>
        <w:pStyle w:val="RedaliaNormal"/>
      </w:pPr>
      <w:r>
        <w:t xml:space="preserve">L’avance sera versée et résorbée dans les conditions fixées par l’article </w:t>
      </w:r>
      <w:r>
        <w:rPr>
          <w:i/>
        </w:rPr>
        <w:t>Avance</w:t>
      </w:r>
      <w:r>
        <w:t xml:space="preserve"> </w:t>
      </w:r>
      <w:r w:rsidR="006D19FE">
        <w:t>du CCP</w:t>
      </w:r>
      <w:r>
        <w:t xml:space="preserve"> qui détermine également le</w:t>
      </w:r>
      <w:r>
        <w:t>s garanties à mettre en place par la ou les entreprises.</w:t>
      </w:r>
    </w:p>
    <w:p w:rsidR="0004707A" w:rsidRDefault="006B1C8F">
      <w:pPr>
        <w:pStyle w:val="RedaliaTitre1"/>
      </w:pPr>
      <w:bookmarkStart w:id="30" w:name="__RefHeading__64458_1945829763"/>
      <w:r>
        <w:t>Signature du candidat</w:t>
      </w:r>
      <w:bookmarkEnd w:id="30"/>
    </w:p>
    <w:p w:rsidR="0004707A" w:rsidRDefault="006B1C8F" w:rsidP="006D19FE">
      <w:pPr>
        <w:pStyle w:val="RedaliaNormal"/>
      </w:pPr>
      <w:r>
        <w:t>Il est rappelé au candidat que la signature de l’acte d’engagement vaut acceptation de toutes les pièces contractuelles.</w:t>
      </w:r>
    </w:p>
    <w:p w:rsidR="0004707A" w:rsidRDefault="0004707A" w:rsidP="006D19FE">
      <w:pPr>
        <w:pStyle w:val="RedaliaNormal"/>
      </w:pPr>
    </w:p>
    <w:p w:rsidR="0004707A" w:rsidRDefault="006B1C8F" w:rsidP="006D19FE">
      <w:pPr>
        <w:pStyle w:val="RedaliaNormal"/>
      </w:pPr>
      <w:r>
        <w:t>Fait en un seul original</w:t>
      </w:r>
    </w:p>
    <w:p w:rsidR="0004707A" w:rsidRDefault="006B1C8F" w:rsidP="006D19FE">
      <w:pPr>
        <w:pStyle w:val="RedaliaNormal"/>
      </w:pPr>
      <w:r>
        <w:t xml:space="preserve">A : </w:t>
      </w:r>
      <w:r>
        <w:tab/>
      </w:r>
    </w:p>
    <w:p w:rsidR="0004707A" w:rsidRDefault="006B1C8F" w:rsidP="006D19FE">
      <w:pPr>
        <w:pStyle w:val="RedaliaNormal"/>
      </w:pPr>
      <w:r>
        <w:tab/>
      </w:r>
    </w:p>
    <w:p w:rsidR="0004707A" w:rsidRDefault="0004707A" w:rsidP="006D19FE">
      <w:pPr>
        <w:pStyle w:val="RedaliaNormal"/>
      </w:pPr>
    </w:p>
    <w:p w:rsidR="0004707A" w:rsidRDefault="006B1C8F" w:rsidP="006D19FE">
      <w:pPr>
        <w:pStyle w:val="RedaliaNormal"/>
      </w:pPr>
      <w:r>
        <w:t xml:space="preserve">Le : </w:t>
      </w:r>
      <w:r>
        <w:tab/>
      </w:r>
    </w:p>
    <w:p w:rsidR="0004707A" w:rsidRDefault="006B1C8F" w:rsidP="006D19FE">
      <w:pPr>
        <w:pStyle w:val="RedaliaNormal"/>
      </w:pPr>
      <w:r>
        <w:tab/>
      </w:r>
    </w:p>
    <w:p w:rsidR="0004707A" w:rsidRDefault="0004707A" w:rsidP="006D19FE">
      <w:pPr>
        <w:pStyle w:val="RedaliaNormal"/>
      </w:pPr>
    </w:p>
    <w:p w:rsidR="0004707A" w:rsidRDefault="006B1C8F" w:rsidP="006D19FE">
      <w:pPr>
        <w:pStyle w:val="RedaliaNormal"/>
      </w:pPr>
      <w:r>
        <w:t xml:space="preserve">Mention(s) </w:t>
      </w:r>
      <w:r>
        <w:t>manuscrite(s)</w:t>
      </w:r>
    </w:p>
    <w:p w:rsidR="0004707A" w:rsidRDefault="006B1C8F" w:rsidP="006D19FE">
      <w:pPr>
        <w:pStyle w:val="RedaliaNormal"/>
      </w:pPr>
      <w:r>
        <w:t>« Lu et approuvé »</w:t>
      </w:r>
    </w:p>
    <w:p w:rsidR="0004707A" w:rsidRDefault="0004707A" w:rsidP="006D19FE">
      <w:pPr>
        <w:pStyle w:val="RedaliaNormal"/>
      </w:pPr>
    </w:p>
    <w:p w:rsidR="0004707A" w:rsidRDefault="006B1C8F" w:rsidP="006D19FE">
      <w:pPr>
        <w:pStyle w:val="RedaliaNormal"/>
      </w:pPr>
      <w:r>
        <w:t>Signature(s) du titulaire, ou, en cas de groupement d’entreprises, du mandataire habilité ou de chaque membre du groupement :</w:t>
      </w:r>
    </w:p>
    <w:p w:rsidR="0004707A" w:rsidRDefault="0004707A" w:rsidP="006D19FE">
      <w:pPr>
        <w:pStyle w:val="RedaliaNormal"/>
      </w:pPr>
    </w:p>
    <w:p w:rsidR="0004707A" w:rsidRDefault="006B1C8F" w:rsidP="006D19FE">
      <w:pPr>
        <w:pStyle w:val="RedaliaNormal"/>
      </w:pPr>
      <w:r>
        <w:tab/>
      </w:r>
    </w:p>
    <w:p w:rsidR="0004707A" w:rsidRDefault="006B1C8F" w:rsidP="006D19FE">
      <w:pPr>
        <w:pStyle w:val="RedaliaNormal"/>
      </w:pPr>
      <w:r>
        <w:tab/>
      </w:r>
    </w:p>
    <w:p w:rsidR="0004707A" w:rsidRDefault="006B1C8F" w:rsidP="006D19FE">
      <w:pPr>
        <w:pStyle w:val="RedaliaNormal"/>
      </w:pPr>
      <w:r>
        <w:tab/>
      </w:r>
    </w:p>
    <w:p w:rsidR="006D19FE" w:rsidRDefault="006D19FE">
      <w:pPr>
        <w:widowControl/>
        <w:suppressAutoHyphens w:val="0"/>
      </w:pPr>
      <w:r>
        <w:br w:type="page"/>
      </w:r>
    </w:p>
    <w:p w:rsidR="0004707A" w:rsidRDefault="0004707A" w:rsidP="006D19FE">
      <w:pPr>
        <w:pStyle w:val="RedaliaNormal"/>
      </w:pPr>
    </w:p>
    <w:p w:rsidR="0004707A" w:rsidRDefault="006B1C8F">
      <w:pPr>
        <w:pStyle w:val="RedaliaTitre1"/>
      </w:pPr>
      <w:bookmarkStart w:id="31" w:name="__RefHeading__64460_1945829763"/>
      <w:r>
        <w:t>Acceptation de l’offre</w:t>
      </w:r>
      <w:bookmarkEnd w:id="31"/>
    </w:p>
    <w:p w:rsidR="0004707A" w:rsidRDefault="0004707A" w:rsidP="006D19FE">
      <w:pPr>
        <w:pStyle w:val="RedaliaNormal"/>
      </w:pPr>
    </w:p>
    <w:p w:rsidR="0004707A" w:rsidRDefault="006B1C8F" w:rsidP="006D19FE">
      <w:pPr>
        <w:pStyle w:val="RedaliaNormal"/>
      </w:pPr>
      <w:r>
        <w:t>Est acceptée la présente offre pour valoir acte d’engagement.</w:t>
      </w:r>
    </w:p>
    <w:p w:rsidR="0004707A" w:rsidRDefault="006B1C8F" w:rsidP="006D19FE">
      <w:pPr>
        <w:pStyle w:val="RedaliaNormal"/>
      </w:pPr>
      <w:r>
        <w:t>A :</w:t>
      </w:r>
      <w:r>
        <w:tab/>
      </w:r>
    </w:p>
    <w:p w:rsidR="0004707A" w:rsidRDefault="006B1C8F" w:rsidP="006D19FE">
      <w:pPr>
        <w:pStyle w:val="RedaliaNormal"/>
      </w:pPr>
      <w:r>
        <w:t>Le :</w:t>
      </w:r>
      <w:r>
        <w:tab/>
      </w:r>
    </w:p>
    <w:p w:rsidR="0004707A" w:rsidRDefault="006B1C8F" w:rsidP="006D19FE">
      <w:pPr>
        <w:pStyle w:val="RedaliaNormal"/>
      </w:pPr>
      <w:r>
        <w:t>Le pouvoir adjudicateur,</w:t>
      </w:r>
    </w:p>
    <w:p w:rsidR="0004707A" w:rsidRDefault="006B1C8F" w:rsidP="006D19FE">
      <w:pPr>
        <w:pStyle w:val="RedaliaNormal"/>
      </w:pPr>
      <w:r>
        <w:t>#signature#</w:t>
      </w:r>
    </w:p>
    <w:p w:rsidR="0004707A" w:rsidRDefault="0004707A" w:rsidP="006D19FE">
      <w:pPr>
        <w:pStyle w:val="RedaliaNormal"/>
      </w:pPr>
    </w:p>
    <w:p w:rsidR="0004707A" w:rsidRDefault="006B1C8F">
      <w:pPr>
        <w:pStyle w:val="RdaliaTitreparagraphe"/>
      </w:pPr>
      <w:r>
        <w:t>D</w:t>
      </w:r>
      <w:r>
        <w:t>ate d'effet du marché</w:t>
      </w:r>
    </w:p>
    <w:p w:rsidR="0004707A" w:rsidRDefault="006B1C8F" w:rsidP="006D19FE">
      <w:pPr>
        <w:pStyle w:val="RedaliaNormal"/>
      </w:pPr>
      <w:r>
        <w:t>Reçu notification du marché le :</w:t>
      </w:r>
      <w:r>
        <w:tab/>
      </w:r>
    </w:p>
    <w:p w:rsidR="0004707A" w:rsidRDefault="006B1C8F" w:rsidP="006D19FE">
      <w:pPr>
        <w:pStyle w:val="RedaliaNormal"/>
      </w:pPr>
      <w:r>
        <w:rPr>
          <w:rFonts w:ascii="Wingdings" w:eastAsia="Wingdings" w:hAnsi="Wingdings" w:cs="Wingdings"/>
          <w:szCs w:val="22"/>
        </w:rPr>
        <w:t></w:t>
      </w:r>
      <w:r>
        <w:t xml:space="preserve"> Le prestataire</w:t>
      </w:r>
    </w:p>
    <w:p w:rsidR="0004707A" w:rsidRDefault="006B1C8F" w:rsidP="006D19FE">
      <w:pPr>
        <w:pStyle w:val="RedaliaNormal"/>
      </w:pPr>
      <w:r>
        <w:rPr>
          <w:rFonts w:ascii="Wingdings" w:eastAsia="Wingdings" w:hAnsi="Wingdings" w:cs="Wingdings"/>
          <w:szCs w:val="22"/>
        </w:rPr>
        <w:t></w:t>
      </w:r>
      <w:r>
        <w:t xml:space="preserve"> Le mandataire du groupement</w:t>
      </w:r>
    </w:p>
    <w:p w:rsidR="0004707A" w:rsidRDefault="0004707A" w:rsidP="006D19FE">
      <w:pPr>
        <w:pStyle w:val="RedaliaNormal"/>
      </w:pPr>
    </w:p>
    <w:p w:rsidR="0004707A" w:rsidRDefault="006B1C8F" w:rsidP="006D19FE">
      <w:pPr>
        <w:pStyle w:val="RedaliaNormal"/>
      </w:pPr>
      <w:r>
        <w:t>Reçu l'avis de réception postal de la notification du marché signé le :</w:t>
      </w:r>
      <w:r>
        <w:tab/>
      </w:r>
    </w:p>
    <w:p w:rsidR="0004707A" w:rsidRDefault="006B1C8F" w:rsidP="006D19FE">
      <w:pPr>
        <w:pStyle w:val="RedaliaNormal"/>
      </w:pPr>
      <w:r>
        <w:rPr>
          <w:rFonts w:ascii="Wingdings" w:eastAsia="Wingdings" w:hAnsi="Wingdings" w:cs="Wingdings"/>
          <w:szCs w:val="22"/>
        </w:rPr>
        <w:t></w:t>
      </w:r>
      <w:r>
        <w:t xml:space="preserve"> Par le prestataire</w:t>
      </w:r>
    </w:p>
    <w:p w:rsidR="0004707A" w:rsidRDefault="006B1C8F" w:rsidP="006D19FE">
      <w:pPr>
        <w:pStyle w:val="RedaliaNormal"/>
      </w:pPr>
      <w:r>
        <w:rPr>
          <w:rFonts w:ascii="Wingdings" w:eastAsia="Wingdings" w:hAnsi="Wingdings" w:cs="Wingdings"/>
          <w:szCs w:val="22"/>
        </w:rPr>
        <w:t></w:t>
      </w:r>
      <w:r>
        <w:t xml:space="preserve"> Par le mandataire du groupement destinataire</w:t>
      </w:r>
    </w:p>
    <w:p w:rsidR="0004707A" w:rsidRDefault="0004707A" w:rsidP="006D19FE">
      <w:pPr>
        <w:pStyle w:val="RedaliaNormal"/>
      </w:pPr>
    </w:p>
    <w:p w:rsidR="0004707A" w:rsidRDefault="006B1C8F" w:rsidP="006D19FE">
      <w:pPr>
        <w:pStyle w:val="RedaliaNormal"/>
      </w:pPr>
      <w:r>
        <w:t>Pour le représentant du pouvoir adjudicateur,</w:t>
      </w:r>
    </w:p>
    <w:p w:rsidR="0004707A" w:rsidRDefault="0004707A" w:rsidP="006D19FE">
      <w:pPr>
        <w:pStyle w:val="RedaliaNormal"/>
      </w:pPr>
    </w:p>
    <w:p w:rsidR="0004707A" w:rsidRDefault="006B1C8F" w:rsidP="006D19FE">
      <w:pPr>
        <w:pStyle w:val="RedaliaNormal"/>
      </w:pPr>
      <w:r>
        <w:t>A : ………………………, Le :</w:t>
      </w:r>
      <w:r>
        <w:t xml:space="preserve"> ……………………… </w:t>
      </w:r>
      <w:r>
        <w:t>(Date d'apposition de la signature ci-après)</w:t>
      </w:r>
    </w:p>
    <w:p w:rsidR="0004707A" w:rsidRDefault="006B1C8F" w:rsidP="006D19FE">
      <w:pPr>
        <w:pStyle w:val="RedaliaNormal"/>
      </w:pPr>
      <w:r>
        <w:t>#signature#</w:t>
      </w:r>
    </w:p>
    <w:p w:rsidR="0004707A" w:rsidRDefault="006B1C8F" w:rsidP="006D19FE">
      <w:pPr>
        <w:pStyle w:val="RedaliaNormal"/>
      </w:pPr>
      <w:r>
        <w:tab/>
      </w:r>
    </w:p>
    <w:p w:rsidR="006D19FE" w:rsidRDefault="006D19FE">
      <w:pPr>
        <w:widowControl/>
        <w:suppressAutoHyphens w:val="0"/>
      </w:pPr>
      <w:r>
        <w:br w:type="page"/>
      </w:r>
    </w:p>
    <w:p w:rsidR="0004707A" w:rsidRDefault="006B1C8F">
      <w:pPr>
        <w:pStyle w:val="RdaliaTitredossier"/>
      </w:pPr>
      <w:r>
        <w:t>A</w:t>
      </w:r>
      <w:r>
        <w:t>nnexe à l’acte d’engagement</w:t>
      </w:r>
    </w:p>
    <w:p w:rsidR="0004707A" w:rsidRDefault="0004707A">
      <w:pPr>
        <w:pStyle w:val="RdaliaTitredossier"/>
      </w:pPr>
    </w:p>
    <w:p w:rsidR="0004707A" w:rsidRDefault="006B1C8F">
      <w:pPr>
        <w:pStyle w:val="RdaliaTitredossier"/>
      </w:pPr>
      <w:r>
        <w:t>NANTISSEMENT OU CESSION DE CREANCES</w:t>
      </w:r>
    </w:p>
    <w:p w:rsidR="0004707A" w:rsidRDefault="0004707A" w:rsidP="006D19FE">
      <w:pPr>
        <w:pStyle w:val="RedaliaNormal"/>
      </w:pPr>
    </w:p>
    <w:p w:rsidR="0004707A" w:rsidRDefault="006B1C8F" w:rsidP="006D19FE">
      <w:pPr>
        <w:pStyle w:val="RedaliaNormal"/>
      </w:pPr>
      <w:r>
        <w:rPr>
          <w:rFonts w:cs="Arial"/>
        </w:rPr>
        <w:t>●</w:t>
      </w:r>
      <w:r>
        <w:t xml:space="preserve"> Identification de l’acheteur</w:t>
      </w:r>
    </w:p>
    <w:p w:rsidR="0004707A" w:rsidRDefault="006B1C8F" w:rsidP="006D19FE">
      <w:pPr>
        <w:pStyle w:val="RedaliaNormal"/>
      </w:pPr>
      <w:r>
        <w:t>Désignation de l’acheteur :</w:t>
      </w:r>
    </w:p>
    <w:p w:rsidR="0004707A" w:rsidRDefault="006B1C8F" w:rsidP="006D19FE">
      <w:pPr>
        <w:pStyle w:val="RedaliaNormal"/>
      </w:pPr>
      <w:r>
        <w:t>SIRET : 19830766200017</w:t>
      </w:r>
    </w:p>
    <w:p w:rsidR="0004707A" w:rsidRDefault="006B1C8F" w:rsidP="006D19FE">
      <w:pPr>
        <w:pStyle w:val="RedaliaNormal"/>
      </w:pPr>
      <w:r>
        <w:t>Nom : Université de Toulon</w:t>
      </w:r>
    </w:p>
    <w:p w:rsidR="0004707A" w:rsidRDefault="006B1C8F" w:rsidP="006D19FE">
      <w:pPr>
        <w:pStyle w:val="RedaliaNormal"/>
      </w:pPr>
      <w:r>
        <w:t>Adress</w:t>
      </w:r>
      <w:r>
        <w:t>e :   CS 60584   83041 TOULON Cedex 9</w:t>
      </w:r>
    </w:p>
    <w:p w:rsidR="0004707A" w:rsidRDefault="0004707A" w:rsidP="006D19FE">
      <w:pPr>
        <w:pStyle w:val="RedaliaNormal"/>
      </w:pPr>
    </w:p>
    <w:p w:rsidR="0004707A" w:rsidRDefault="006B1C8F" w:rsidP="006D19FE">
      <w:pPr>
        <w:pStyle w:val="RedaliaNormal"/>
      </w:pPr>
      <w:r>
        <w:t>Désignation de la personne habilitée à donner les renseignements prévus aux articles R. 2191-60 et R. 2391-28 du Code de la commande publique : Sabine Carpentier Responsable du pôle achat – CS 60584 83041 Toulon cedex</w:t>
      </w:r>
      <w:r>
        <w:t xml:space="preserve"> 9</w:t>
      </w:r>
    </w:p>
    <w:p w:rsidR="0004707A" w:rsidRDefault="006B1C8F" w:rsidP="006D19FE">
      <w:pPr>
        <w:pStyle w:val="RedaliaNormal"/>
      </w:pPr>
      <w:r>
        <w:t>pole-achat@univ-tln.fr</w:t>
      </w:r>
    </w:p>
    <w:p w:rsidR="0004707A" w:rsidRDefault="006B1C8F" w:rsidP="006D19FE">
      <w:pPr>
        <w:pStyle w:val="RedaliaNormal"/>
      </w:pPr>
      <w:r>
        <w:t>04 94 14 26 88</w:t>
      </w:r>
    </w:p>
    <w:p w:rsidR="0004707A" w:rsidRDefault="0004707A" w:rsidP="006D19FE">
      <w:pPr>
        <w:pStyle w:val="RedaliaNormal"/>
      </w:pPr>
    </w:p>
    <w:p w:rsidR="0004707A" w:rsidRDefault="006B1C8F" w:rsidP="006D19FE">
      <w:pPr>
        <w:pStyle w:val="RedaliaNormal"/>
      </w:pPr>
      <w:r>
        <w:t>Désignation du comptable public assignataire : Madame l'agente comptable</w:t>
      </w:r>
    </w:p>
    <w:p w:rsidR="0004707A" w:rsidRDefault="0004707A" w:rsidP="006D19FE">
      <w:pPr>
        <w:pStyle w:val="RedaliaNormal"/>
      </w:pPr>
    </w:p>
    <w:p w:rsidR="0004707A" w:rsidRDefault="006B1C8F" w:rsidP="006D19FE">
      <w:pPr>
        <w:pStyle w:val="RedaliaNormal"/>
      </w:pPr>
      <w:r>
        <w:rPr>
          <w:rFonts w:cs="Arial"/>
        </w:rPr>
        <w:t>●</w:t>
      </w:r>
      <w:r>
        <w:t xml:space="preserve"> Identification du créancier au titre du marché public</w:t>
      </w:r>
    </w:p>
    <w:p w:rsidR="0004707A" w:rsidRDefault="006B1C8F" w:rsidP="006D19FE">
      <w:pPr>
        <w:pStyle w:val="RedaliaNormal"/>
      </w:pPr>
      <w:r>
        <w:t>Désignation du créancier : ............................</w:t>
      </w:r>
    </w:p>
    <w:p w:rsidR="0004707A" w:rsidRDefault="006B1C8F" w:rsidP="006D19FE">
      <w:pPr>
        <w:pStyle w:val="RedaliaNormal"/>
      </w:pPr>
      <w:r>
        <w:t>SIRET : ............................</w:t>
      </w:r>
    </w:p>
    <w:p w:rsidR="0004707A" w:rsidRDefault="006B1C8F" w:rsidP="006D19FE">
      <w:pPr>
        <w:pStyle w:val="RedaliaNormal"/>
      </w:pPr>
      <w:r>
        <w:t>Raison sociale : ............................</w:t>
      </w:r>
    </w:p>
    <w:p w:rsidR="0004707A" w:rsidRDefault="006B1C8F" w:rsidP="006D19FE">
      <w:pPr>
        <w:pStyle w:val="RedaliaNormal"/>
      </w:pPr>
      <w:r>
        <w:t>Adresse : ............................</w:t>
      </w:r>
    </w:p>
    <w:p w:rsidR="0004707A" w:rsidRDefault="0004707A" w:rsidP="006D19FE">
      <w:pPr>
        <w:pStyle w:val="RedaliaNormal"/>
      </w:pPr>
    </w:p>
    <w:p w:rsidR="0004707A" w:rsidRDefault="006B1C8F" w:rsidP="006D19FE">
      <w:pPr>
        <w:pStyle w:val="RedaliaNormal"/>
      </w:pPr>
      <w:r>
        <w:t xml:space="preserve">Coordonnées bancaires </w:t>
      </w:r>
      <w:r>
        <w:t>du créancier :</w:t>
      </w:r>
    </w:p>
    <w:p w:rsidR="0004707A" w:rsidRDefault="006B1C8F" w:rsidP="006D19FE">
      <w:pPr>
        <w:pStyle w:val="RedaliaNormal"/>
      </w:pPr>
      <w:r>
        <w:t>IBAN : ............................</w:t>
      </w:r>
    </w:p>
    <w:p w:rsidR="0004707A" w:rsidRDefault="0004707A" w:rsidP="006D19FE">
      <w:pPr>
        <w:pStyle w:val="RedaliaNormal"/>
      </w:pPr>
    </w:p>
    <w:p w:rsidR="0004707A" w:rsidRDefault="006B1C8F" w:rsidP="006D19FE">
      <w:pPr>
        <w:pStyle w:val="RedaliaNormal"/>
      </w:pPr>
      <w:r>
        <w:t>Renseignements complémentaires sur le créancier :</w:t>
      </w:r>
    </w:p>
    <w:tbl>
      <w:tblPr>
        <w:tblW w:w="9778" w:type="dxa"/>
        <w:tblLayout w:type="fixed"/>
        <w:tblCellMar>
          <w:left w:w="10" w:type="dxa"/>
          <w:right w:w="10" w:type="dxa"/>
        </w:tblCellMar>
        <w:tblLook w:val="04A0" w:firstRow="1" w:lastRow="0" w:firstColumn="1" w:lastColumn="0" w:noHBand="0" w:noVBand="1"/>
      </w:tblPr>
      <w:tblGrid>
        <w:gridCol w:w="3085"/>
        <w:gridCol w:w="4394"/>
        <w:gridCol w:w="2299"/>
      </w:tblGrid>
      <w:tr w:rsidR="0004707A">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w:t>
            </w:r>
          </w:p>
        </w:tc>
      </w:tr>
      <w:tr w:rsidR="0004707A">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w:t>
            </w:r>
          </w:p>
        </w:tc>
      </w:tr>
      <w:tr w:rsidR="0004707A">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w:t>
            </w:r>
          </w:p>
        </w:tc>
      </w:tr>
      <w:tr w:rsidR="0004707A">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w:t>
            </w:r>
          </w:p>
        </w:tc>
      </w:tr>
      <w:tr w:rsidR="0004707A">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w:t>
            </w:r>
          </w:p>
        </w:tc>
      </w:tr>
      <w:tr w:rsidR="0004707A">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w:t>
            </w:r>
          </w:p>
        </w:tc>
      </w:tr>
      <w:tr w:rsidR="0004707A">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w:t>
            </w:r>
          </w:p>
        </w:tc>
      </w:tr>
      <w:tr w:rsidR="0004707A">
        <w:tblPrEx>
          <w:tblCellMar>
            <w:top w:w="0" w:type="dxa"/>
            <w:bottom w:w="0" w:type="dxa"/>
          </w:tblCellMar>
        </w:tblPrEx>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w:t>
            </w:r>
          </w:p>
        </w:tc>
      </w:tr>
      <w:tr w:rsidR="0004707A">
        <w:tblPrEx>
          <w:tblCellMar>
            <w:top w:w="0" w:type="dxa"/>
            <w:bottom w:w="0" w:type="dxa"/>
          </w:tblCellMar>
        </w:tblPrEx>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w:t>
            </w:r>
          </w:p>
        </w:tc>
      </w:tr>
    </w:tbl>
    <w:p w:rsidR="0004707A" w:rsidRDefault="0004707A" w:rsidP="006D19FE">
      <w:pPr>
        <w:pStyle w:val="RedaliaNormal"/>
      </w:pPr>
    </w:p>
    <w:p w:rsidR="0004707A" w:rsidRDefault="006B1C8F" w:rsidP="006D19FE">
      <w:pPr>
        <w:pStyle w:val="RedaliaNormal"/>
      </w:pPr>
      <w:r>
        <w:rPr>
          <w:rFonts w:cs="Arial"/>
        </w:rPr>
        <w:t>●</w:t>
      </w:r>
      <w:r>
        <w:t xml:space="preserve"> Identification de la créance cessible</w:t>
      </w:r>
    </w:p>
    <w:p w:rsidR="0004707A" w:rsidRDefault="006B1C8F" w:rsidP="006D19FE">
      <w:pPr>
        <w:pStyle w:val="RedaliaNormal"/>
      </w:pPr>
      <w:r>
        <w:t>Désignation du marché et de son montant :</w:t>
      </w:r>
    </w:p>
    <w:p w:rsidR="0004707A" w:rsidRDefault="006B1C8F" w:rsidP="006D19FE">
      <w:pPr>
        <w:pStyle w:val="RedaliaNormal"/>
      </w:pPr>
      <w:r>
        <w:t>Référence du marché obtenue au plus tard lors de la notification : ............................</w:t>
      </w:r>
    </w:p>
    <w:p w:rsidR="0004707A" w:rsidRDefault="006B1C8F" w:rsidP="006D19FE">
      <w:pPr>
        <w:pStyle w:val="RedaliaNormal"/>
      </w:pPr>
      <w:r>
        <w:t>Date : ............................</w:t>
      </w:r>
    </w:p>
    <w:p w:rsidR="0004707A" w:rsidRDefault="006B1C8F" w:rsidP="006D19FE">
      <w:pPr>
        <w:pStyle w:val="RedaliaNormal"/>
      </w:pPr>
      <w:r>
        <w:t>Montant (HT, montant TVA et TTC) : ........</w:t>
      </w:r>
      <w:r>
        <w:t>....................</w:t>
      </w:r>
    </w:p>
    <w:p w:rsidR="0004707A" w:rsidRDefault="0004707A" w:rsidP="006D19FE">
      <w:pPr>
        <w:pStyle w:val="RedaliaNormal"/>
      </w:pPr>
    </w:p>
    <w:p w:rsidR="0004707A" w:rsidRDefault="006B1C8F" w:rsidP="006D19FE">
      <w:pPr>
        <w:pStyle w:val="RedaliaNormal"/>
      </w:pPr>
      <w:r>
        <w:t>Le cas échéant :</w:t>
      </w:r>
    </w:p>
    <w:p w:rsidR="0004707A" w:rsidRDefault="006B1C8F" w:rsidP="006D19FE">
      <w:pPr>
        <w:pStyle w:val="RedaliaNormal"/>
      </w:pPr>
      <w:r>
        <w:t>Désignation de la tranche : ............................</w:t>
      </w:r>
    </w:p>
    <w:p w:rsidR="0004707A" w:rsidRDefault="006B1C8F" w:rsidP="006D19FE">
      <w:pPr>
        <w:pStyle w:val="RedaliaNormal"/>
      </w:pPr>
      <w:r>
        <w:t>Montant de la tranche (HT, montant TVA et TTC) : ............................</w:t>
      </w:r>
    </w:p>
    <w:p w:rsidR="0004707A" w:rsidRDefault="0004707A" w:rsidP="006D19FE">
      <w:pPr>
        <w:pStyle w:val="RedaliaNormal"/>
      </w:pPr>
    </w:p>
    <w:p w:rsidR="0004707A" w:rsidRDefault="006B1C8F" w:rsidP="006D19FE">
      <w:pPr>
        <w:pStyle w:val="RedaliaNormal"/>
      </w:pPr>
      <w:r>
        <w:t>Le cas échéant :</w:t>
      </w:r>
    </w:p>
    <w:p w:rsidR="0004707A" w:rsidRDefault="006B1C8F" w:rsidP="006D19FE">
      <w:pPr>
        <w:pStyle w:val="RedaliaNormal"/>
      </w:pPr>
      <w:r>
        <w:t>Désignation du lot : ............................</w:t>
      </w:r>
    </w:p>
    <w:p w:rsidR="0004707A" w:rsidRDefault="006B1C8F" w:rsidP="006D19FE">
      <w:pPr>
        <w:pStyle w:val="RedaliaNormal"/>
      </w:pPr>
      <w:r>
        <w:t>Montant du lot</w:t>
      </w:r>
      <w:r>
        <w:t xml:space="preserve"> (HT, montant TVA et TTC) : ............................</w:t>
      </w:r>
    </w:p>
    <w:p w:rsidR="0004707A" w:rsidRDefault="0004707A" w:rsidP="006D19FE">
      <w:pPr>
        <w:pStyle w:val="RedaliaNormal"/>
      </w:pPr>
    </w:p>
    <w:p w:rsidR="0004707A" w:rsidRDefault="006B1C8F" w:rsidP="006D19FE">
      <w:pPr>
        <w:pStyle w:val="RedaliaNormal"/>
      </w:pPr>
      <w:r>
        <w:t>Le cas échéant :</w:t>
      </w:r>
    </w:p>
    <w:p w:rsidR="0004707A" w:rsidRDefault="006B1C8F" w:rsidP="006D19FE">
      <w:pPr>
        <w:pStyle w:val="RedaliaNormal"/>
      </w:pPr>
      <w:r>
        <w:t>Désignation du bon de commande : ............................</w:t>
      </w:r>
    </w:p>
    <w:p w:rsidR="0004707A" w:rsidRDefault="006B1C8F" w:rsidP="006D19FE">
      <w:pPr>
        <w:pStyle w:val="RedaliaNormal"/>
      </w:pPr>
      <w:r>
        <w:t>Montant du bon de commande (HT, montant TVA et TTC) : ............................</w:t>
      </w:r>
    </w:p>
    <w:p w:rsidR="0004707A" w:rsidRDefault="0004707A" w:rsidP="006D19FE">
      <w:pPr>
        <w:pStyle w:val="RedaliaNormal"/>
      </w:pPr>
    </w:p>
    <w:p w:rsidR="0004707A" w:rsidRDefault="006B1C8F" w:rsidP="006D19FE">
      <w:pPr>
        <w:pStyle w:val="RedaliaNormal"/>
      </w:pPr>
      <w:r>
        <w:t xml:space="preserve">Le cas échéant, éléments relatifs </w:t>
      </w:r>
      <w:r>
        <w:t>aux clauses de variation de prix applicables à la créance :</w:t>
      </w:r>
    </w:p>
    <w:p w:rsidR="0004707A" w:rsidRDefault="006B1C8F" w:rsidP="006D19FE">
      <w:pPr>
        <w:pStyle w:val="RedaliaNormal"/>
      </w:pPr>
      <w:r>
        <w:t>............................</w:t>
      </w:r>
    </w:p>
    <w:p w:rsidR="0004707A" w:rsidRDefault="0004707A" w:rsidP="006D19FE">
      <w:pPr>
        <w:pStyle w:val="RedaliaNormal"/>
      </w:pPr>
    </w:p>
    <w:p w:rsidR="0004707A" w:rsidRDefault="006B1C8F" w:rsidP="006D19FE">
      <w:pPr>
        <w:pStyle w:val="RedaliaNormal"/>
      </w:pPr>
      <w:r>
        <w:t>Le cas échéant, éléments relatifs aux clauses de pénalités susceptibles d’être appliquées à la créance :</w:t>
      </w:r>
    </w:p>
    <w:p w:rsidR="0004707A" w:rsidRDefault="006B1C8F" w:rsidP="006D19FE">
      <w:pPr>
        <w:pStyle w:val="RedaliaNormal"/>
      </w:pPr>
      <w:r>
        <w:t>............................</w:t>
      </w:r>
    </w:p>
    <w:p w:rsidR="0004707A" w:rsidRDefault="0004707A" w:rsidP="006D19FE">
      <w:pPr>
        <w:pStyle w:val="RedaliaNormal"/>
      </w:pPr>
    </w:p>
    <w:p w:rsidR="0004707A" w:rsidRDefault="006B1C8F" w:rsidP="006D19FE">
      <w:pPr>
        <w:pStyle w:val="RedaliaNormal"/>
      </w:pPr>
      <w:r>
        <w:t>Le cas échéant, autres renseig</w:t>
      </w:r>
      <w:r>
        <w:t>nements : ............................</w:t>
      </w:r>
    </w:p>
    <w:p w:rsidR="0004707A" w:rsidRDefault="0004707A" w:rsidP="006D19FE">
      <w:pPr>
        <w:pStyle w:val="RedaliaNormal"/>
      </w:pPr>
    </w:p>
    <w:p w:rsidR="0004707A" w:rsidRDefault="006B1C8F" w:rsidP="006D19FE">
      <w:pPr>
        <w:pStyle w:val="RedaliaNormal"/>
      </w:pPr>
      <w:r>
        <w:rPr>
          <w:rFonts w:cs="Arial"/>
        </w:rPr>
        <w:t>●</w:t>
      </w:r>
      <w:r>
        <w:t xml:space="preserve"> Renseignements complémentaires affectant le marché et/ou la créance</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w:t>
            </w:r>
          </w:p>
        </w:tc>
      </w:tr>
    </w:tbl>
    <w:p w:rsidR="0004707A" w:rsidRDefault="0004707A"/>
    <w:p w:rsidR="0004707A" w:rsidRDefault="006B1C8F">
      <w:r>
        <w:t>Si la case précédente n’a pas été cochée, remplir les champs suivants :</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Le cas échéant </w:t>
            </w:r>
            <w:r>
              <w: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rsidP="006D19FE">
            <w:pPr>
              <w:pStyle w:val="RedaliaNormal"/>
            </w:pP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Le marché prévoit des dates prévisionnelles de début d’exécution </w:t>
            </w:r>
            <w:r>
              <w:t>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Si un délai maximum de paiement est prévu, </w:t>
            </w:r>
            <w:r>
              <w:t>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 TTC</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 TTC</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 TTC</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rsidP="006D19FE">
            <w:pPr>
              <w:pStyle w:val="RedaliaNormal"/>
            </w:pP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w:t>
            </w:r>
            <w:r>
              <w:t xml:space="preserve"> € TTC</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 TTC</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 TTC</w:t>
            </w: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rsidP="006D19FE">
            <w:pPr>
              <w:pStyle w:val="RedaliaNormal"/>
            </w:pPr>
          </w:p>
        </w:tc>
      </w:tr>
      <w:tr w:rsidR="0004707A">
        <w:tblPrEx>
          <w:tblCellMar>
            <w:top w:w="0" w:type="dxa"/>
            <w:bottom w:w="0" w:type="dxa"/>
          </w:tblCellMar>
        </w:tblPrEx>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      C</w:t>
            </w:r>
            <w:r>
              <w:t>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 TTC</w:t>
            </w:r>
          </w:p>
        </w:tc>
      </w:tr>
    </w:tbl>
    <w:p w:rsidR="0004707A" w:rsidRDefault="0004707A" w:rsidP="006D19FE">
      <w:pPr>
        <w:pStyle w:val="RedaliaNormal"/>
      </w:pPr>
    </w:p>
    <w:p w:rsidR="0004707A" w:rsidRDefault="006B1C8F" w:rsidP="006D19FE">
      <w:pPr>
        <w:pStyle w:val="RedaliaNormal"/>
      </w:pPr>
      <w:r>
        <w:rPr>
          <w:rFonts w:cs="Arial"/>
        </w:rPr>
        <w:t>●</w:t>
      </w:r>
      <w:r>
        <w:t xml:space="preserve"> Informations supplémentaires en cas de groupement</w:t>
      </w:r>
    </w:p>
    <w:p w:rsidR="0004707A" w:rsidRDefault="006B1C8F" w:rsidP="006D19FE">
      <w:pPr>
        <w:pStyle w:val="RedaliaNormal"/>
      </w:pPr>
      <w:r>
        <w:t>Désignation des membres du groupement :</w:t>
      </w:r>
    </w:p>
    <w:p w:rsidR="0004707A" w:rsidRDefault="006B1C8F" w:rsidP="006D19FE">
      <w:pPr>
        <w:pStyle w:val="RedaliaNormal"/>
      </w:pPr>
      <w:r>
        <w:t>SIRET pour chaque membre du groupement : ............................</w:t>
      </w:r>
    </w:p>
    <w:p w:rsidR="0004707A" w:rsidRDefault="0004707A" w:rsidP="006D19FE">
      <w:pPr>
        <w:pStyle w:val="RedaliaNormal"/>
      </w:pPr>
    </w:p>
    <w:p w:rsidR="0004707A" w:rsidRDefault="006B1C8F" w:rsidP="006D19FE">
      <w:pPr>
        <w:pStyle w:val="RedaliaNormal"/>
      </w:pPr>
      <w:r>
        <w:t>Désignation du mandataire : ............................</w:t>
      </w:r>
    </w:p>
    <w:p w:rsidR="0004707A" w:rsidRDefault="0004707A" w:rsidP="006D19FE">
      <w:pPr>
        <w:pStyle w:val="RedaliaNormal"/>
      </w:pPr>
    </w:p>
    <w:p w:rsidR="0004707A" w:rsidRDefault="006B1C8F" w:rsidP="006D19FE">
      <w:pPr>
        <w:pStyle w:val="RedaliaNormal"/>
      </w:pPr>
      <w:r>
        <w:rPr>
          <w:rFonts w:cs="Arial"/>
        </w:rPr>
        <w:t>●</w:t>
      </w:r>
      <w:r>
        <w:t xml:space="preserve"> Modification(s) ultérieure(s) de l</w:t>
      </w:r>
      <w:r>
        <w:t>a créance</w:t>
      </w:r>
    </w:p>
    <w:p w:rsidR="0004707A" w:rsidRDefault="006B1C8F" w:rsidP="006D19FE">
      <w:pPr>
        <w:pStyle w:val="RedaliaNormal"/>
      </w:pPr>
      <w:r>
        <w:t>(À renseigner autant de fois que nécessaire)</w:t>
      </w:r>
    </w:p>
    <w:tbl>
      <w:tblPr>
        <w:tblW w:w="9778" w:type="dxa"/>
        <w:tblLayout w:type="fixed"/>
        <w:tblCellMar>
          <w:left w:w="10" w:type="dxa"/>
          <w:right w:w="10" w:type="dxa"/>
        </w:tblCellMar>
        <w:tblLook w:val="04A0" w:firstRow="1" w:lastRow="0" w:firstColumn="1" w:lastColumn="0" w:noHBand="0" w:noVBand="1"/>
      </w:tblPr>
      <w:tblGrid>
        <w:gridCol w:w="2235"/>
        <w:gridCol w:w="4283"/>
        <w:gridCol w:w="3260"/>
      </w:tblGrid>
      <w:tr w:rsidR="0004707A">
        <w:tblPrEx>
          <w:tblCellMar>
            <w:top w:w="0" w:type="dxa"/>
            <w:bottom w:w="0" w:type="dxa"/>
          </w:tblCellMar>
        </w:tblPrEx>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Date/Signature</w:t>
            </w:r>
          </w:p>
          <w:p w:rsidR="0004707A" w:rsidRDefault="0004707A" w:rsidP="006D19FE">
            <w:pPr>
              <w:pStyle w:val="RedaliaNormal"/>
            </w:pPr>
          </w:p>
          <w:p w:rsidR="0004707A" w:rsidRDefault="0004707A" w:rsidP="006D19FE">
            <w:pPr>
              <w:pStyle w:val="RedaliaNormal"/>
            </w:pPr>
          </w:p>
        </w:tc>
      </w:tr>
      <w:tr w:rsidR="0004707A">
        <w:tblPrEx>
          <w:tblCellMar>
            <w:top w:w="0" w:type="dxa"/>
            <w:bottom w:w="0" w:type="dxa"/>
          </w:tblCellMar>
        </w:tblPrEx>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Date/Signature</w:t>
            </w:r>
          </w:p>
          <w:p w:rsidR="0004707A" w:rsidRDefault="0004707A" w:rsidP="006D19FE">
            <w:pPr>
              <w:pStyle w:val="RedaliaNormal"/>
            </w:pPr>
          </w:p>
          <w:p w:rsidR="0004707A" w:rsidRDefault="0004707A" w:rsidP="006D19FE">
            <w:pPr>
              <w:pStyle w:val="RedaliaNormal"/>
            </w:pPr>
          </w:p>
        </w:tc>
      </w:tr>
      <w:tr w:rsidR="0004707A">
        <w:tblPrEx>
          <w:tblCellMar>
            <w:top w:w="0" w:type="dxa"/>
            <w:bottom w:w="0" w:type="dxa"/>
          </w:tblCellMar>
        </w:tblPrEx>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Date/Signature</w:t>
            </w:r>
          </w:p>
          <w:p w:rsidR="0004707A" w:rsidRDefault="0004707A" w:rsidP="006D19FE">
            <w:pPr>
              <w:pStyle w:val="RedaliaNormal"/>
            </w:pPr>
          </w:p>
          <w:p w:rsidR="0004707A" w:rsidRDefault="0004707A" w:rsidP="006D19FE">
            <w:pPr>
              <w:pStyle w:val="RedaliaNormal"/>
            </w:pPr>
          </w:p>
        </w:tc>
      </w:tr>
      <w:tr w:rsidR="0004707A">
        <w:tblPrEx>
          <w:tblCellMar>
            <w:top w:w="0" w:type="dxa"/>
            <w:bottom w:w="0" w:type="dxa"/>
          </w:tblCellMar>
        </w:tblPrEx>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Date/Signature</w:t>
            </w:r>
          </w:p>
          <w:p w:rsidR="0004707A" w:rsidRDefault="0004707A" w:rsidP="006D19FE">
            <w:pPr>
              <w:pStyle w:val="RedaliaNormal"/>
            </w:pPr>
          </w:p>
          <w:p w:rsidR="0004707A" w:rsidRDefault="0004707A" w:rsidP="006D19FE">
            <w:pPr>
              <w:pStyle w:val="RedaliaNormal"/>
            </w:pPr>
          </w:p>
        </w:tc>
      </w:tr>
      <w:tr w:rsidR="0004707A">
        <w:tblPrEx>
          <w:tblCellMar>
            <w:top w:w="0" w:type="dxa"/>
            <w:bottom w:w="0" w:type="dxa"/>
          </w:tblCellMar>
        </w:tblPrEx>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Nième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La créance </w:t>
            </w:r>
            <w:r>
              <w:t>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Date/Signature</w:t>
            </w:r>
          </w:p>
          <w:p w:rsidR="0004707A" w:rsidRDefault="0004707A" w:rsidP="006D19FE">
            <w:pPr>
              <w:pStyle w:val="RedaliaNormal"/>
            </w:pPr>
          </w:p>
          <w:p w:rsidR="0004707A" w:rsidRDefault="0004707A" w:rsidP="006D19FE">
            <w:pPr>
              <w:pStyle w:val="RedaliaNormal"/>
            </w:pPr>
          </w:p>
        </w:tc>
      </w:tr>
    </w:tbl>
    <w:p w:rsidR="0004707A" w:rsidRDefault="0004707A" w:rsidP="006D19FE">
      <w:pPr>
        <w:pStyle w:val="RedaliaNormal"/>
      </w:pPr>
    </w:p>
    <w:p w:rsidR="0004707A" w:rsidRDefault="006B1C8F" w:rsidP="006D19FE">
      <w:pPr>
        <w:pStyle w:val="RedaliaNormal"/>
      </w:pPr>
      <w:r>
        <w:t>En cas de cession ou de nantissement, le cessionnaire ou le titulaire du nantissement transmet l’original du présent certificat au comptable public assignataire, conformément aux a</w:t>
      </w:r>
      <w:r>
        <w:t>rticles R. 2191-54, R. 2191-55 et R. 2391-28 du Code de la commande publique.</w:t>
      </w:r>
    </w:p>
    <w:p w:rsidR="0004707A" w:rsidRDefault="0004707A" w:rsidP="006D19FE">
      <w:pPr>
        <w:pStyle w:val="RedaliaNormal"/>
      </w:pPr>
    </w:p>
    <w:p w:rsidR="0004707A" w:rsidRDefault="006B1C8F" w:rsidP="006D19FE">
      <w:pPr>
        <w:pStyle w:val="RedaliaNormal"/>
      </w:pPr>
      <w:r>
        <w:rPr>
          <w:rFonts w:cs="Arial"/>
        </w:rPr>
        <w:t>●</w:t>
      </w:r>
      <w:r>
        <w:t xml:space="preserve"> Signature de l’acheteur</w:t>
      </w:r>
    </w:p>
    <w:tbl>
      <w:tblPr>
        <w:tblW w:w="9778" w:type="dxa"/>
        <w:tblLayout w:type="fixed"/>
        <w:tblCellMar>
          <w:left w:w="10" w:type="dxa"/>
          <w:right w:w="10" w:type="dxa"/>
        </w:tblCellMar>
        <w:tblLook w:val="04A0" w:firstRow="1" w:lastRow="0" w:firstColumn="1" w:lastColumn="0" w:noHBand="0" w:noVBand="1"/>
      </w:tblPr>
      <w:tblGrid>
        <w:gridCol w:w="4889"/>
        <w:gridCol w:w="4889"/>
      </w:tblGrid>
      <w:tr w:rsidR="0004707A">
        <w:tblPrEx>
          <w:tblCellMar>
            <w:top w:w="0" w:type="dxa"/>
            <w:bottom w:w="0" w:type="dxa"/>
          </w:tblCellMar>
        </w:tblPrEx>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Le</w:t>
            </w:r>
          </w:p>
        </w:tc>
      </w:tr>
      <w:tr w:rsidR="0004707A">
        <w:tblPrEx>
          <w:tblCellMar>
            <w:top w:w="0" w:type="dxa"/>
            <w:bottom w:w="0" w:type="dxa"/>
          </w:tblCellMar>
        </w:tblPrEx>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rsidP="006D19FE">
            <w:pPr>
              <w:pStyle w:val="RedaliaNormal"/>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6B1C8F" w:rsidP="006D19FE">
            <w:pPr>
              <w:pStyle w:val="RedaliaNormal"/>
            </w:pPr>
            <w:r>
              <w:t>Signature de l’acheteur ou de son représentant</w:t>
            </w:r>
          </w:p>
          <w:p w:rsidR="0004707A" w:rsidRDefault="0004707A" w:rsidP="006D19FE">
            <w:pPr>
              <w:pStyle w:val="RedaliaNormal"/>
            </w:pPr>
          </w:p>
          <w:p w:rsidR="0004707A" w:rsidRDefault="0004707A" w:rsidP="006D19FE">
            <w:pPr>
              <w:pStyle w:val="RedaliaNormal"/>
            </w:pPr>
          </w:p>
        </w:tc>
      </w:tr>
    </w:tbl>
    <w:p w:rsidR="0004707A" w:rsidRDefault="0004707A" w:rsidP="006D19FE">
      <w:pPr>
        <w:pStyle w:val="RedaliaNormal"/>
      </w:pPr>
    </w:p>
    <w:p w:rsidR="006D19FE" w:rsidRDefault="006D19FE">
      <w:pPr>
        <w:widowControl/>
        <w:suppressAutoHyphens w:val="0"/>
      </w:pPr>
      <w:r>
        <w:br w:type="page"/>
      </w:r>
    </w:p>
    <w:p w:rsidR="0004707A" w:rsidRDefault="006B1C8F">
      <w:pPr>
        <w:pStyle w:val="RdaliaTitredossier"/>
      </w:pPr>
      <w:bookmarkStart w:id="32" w:name="_GoBack"/>
      <w:bookmarkEnd w:id="32"/>
      <w:r>
        <w:t>A</w:t>
      </w:r>
      <w:r>
        <w:t>nnexe à l’acte d’engagement</w:t>
      </w:r>
    </w:p>
    <w:p w:rsidR="0004707A" w:rsidRDefault="0004707A">
      <w:pPr>
        <w:pStyle w:val="RdaliaTitredossier"/>
      </w:pPr>
    </w:p>
    <w:p w:rsidR="0004707A" w:rsidRDefault="006B1C8F">
      <w:pPr>
        <w:pStyle w:val="RdaliaTitredossier"/>
      </w:pPr>
      <w:r>
        <w:t xml:space="preserve">DESIGNATION DES CO-TRAITANTS ET REPARTITION DES </w:t>
      </w:r>
      <w:r>
        <w:t>PRESTATIONS</w:t>
      </w:r>
    </w:p>
    <w:p w:rsidR="0004707A" w:rsidRDefault="0004707A" w:rsidP="006D19FE">
      <w:pPr>
        <w:pStyle w:val="RedaliaNormal"/>
      </w:pPr>
    </w:p>
    <w:p w:rsidR="0004707A" w:rsidRDefault="006B1C8F" w:rsidP="006D19FE">
      <w:pPr>
        <w:pStyle w:val="RedaliaNormal"/>
      </w:pPr>
      <w:r>
        <w:t>Remplir un exemplaire par co-traitant :</w:t>
      </w:r>
    </w:p>
    <w:p w:rsidR="0004707A" w:rsidRDefault="0004707A" w:rsidP="006D19FE">
      <w:pPr>
        <w:pStyle w:val="RedaliaNormal"/>
      </w:pPr>
    </w:p>
    <w:p w:rsidR="0004707A" w:rsidRDefault="006B1C8F" w:rsidP="006D19FE">
      <w:pPr>
        <w:pStyle w:val="RedaliaNormal"/>
      </w:pPr>
      <w:r>
        <w:t>Nom commercial et dénomination sociale du candidat :</w:t>
      </w:r>
    </w:p>
    <w:p w:rsidR="0004707A" w:rsidRDefault="006B1C8F" w:rsidP="006D19FE">
      <w:pPr>
        <w:pStyle w:val="RedaliaNormal"/>
      </w:pPr>
      <w:r>
        <w:t>...............................................................................................................................................</w:t>
      </w:r>
    </w:p>
    <w:p w:rsidR="0004707A" w:rsidRDefault="006B1C8F" w:rsidP="006D19FE">
      <w:pPr>
        <w:pStyle w:val="RedaliaNormal"/>
      </w:pPr>
      <w:r>
        <w:t>Adre</w:t>
      </w:r>
      <w:r>
        <w:t>sse de l’établissement :</w:t>
      </w:r>
    </w:p>
    <w:p w:rsidR="0004707A" w:rsidRDefault="006B1C8F" w:rsidP="006D19FE">
      <w:pPr>
        <w:pStyle w:val="RedaliaNormal"/>
      </w:pPr>
      <w:r>
        <w:t>...............................................................................................................................................</w:t>
      </w:r>
    </w:p>
    <w:p w:rsidR="0004707A" w:rsidRDefault="006B1C8F" w:rsidP="006D19FE">
      <w:pPr>
        <w:pStyle w:val="RedaliaNormal"/>
      </w:pPr>
      <w:r>
        <w:t>......................................................................................</w:t>
      </w:r>
      <w:r>
        <w:t>.........................................................</w:t>
      </w:r>
    </w:p>
    <w:p w:rsidR="0004707A" w:rsidRDefault="006B1C8F" w:rsidP="006D19FE">
      <w:pPr>
        <w:pStyle w:val="RedaliaNormal"/>
      </w:pPr>
      <w:r>
        <w:t>...............................................................................................................................................</w:t>
      </w:r>
    </w:p>
    <w:p w:rsidR="0004707A" w:rsidRDefault="006B1C8F" w:rsidP="006D19FE">
      <w:pPr>
        <w:pStyle w:val="RedaliaNormal"/>
      </w:pPr>
      <w:r>
        <w:t xml:space="preserve">Adresse du siège social (si différente de </w:t>
      </w:r>
      <w:r>
        <w:t>l’établissement) :</w:t>
      </w:r>
    </w:p>
    <w:p w:rsidR="0004707A" w:rsidRDefault="006B1C8F" w:rsidP="006D19FE">
      <w:pPr>
        <w:pStyle w:val="RedaliaNormal"/>
      </w:pPr>
      <w:r>
        <w:t>...............................................................................................................................................</w:t>
      </w:r>
    </w:p>
    <w:p w:rsidR="0004707A" w:rsidRDefault="006B1C8F" w:rsidP="006D19FE">
      <w:pPr>
        <w:pStyle w:val="RedaliaNormal"/>
      </w:pPr>
      <w:r>
        <w:t>............................................................................................</w:t>
      </w:r>
      <w:r>
        <w:t>...................................................</w:t>
      </w:r>
    </w:p>
    <w:p w:rsidR="0004707A" w:rsidRDefault="006B1C8F" w:rsidP="006D19FE">
      <w:pPr>
        <w:pStyle w:val="RedaliaNormal"/>
      </w:pPr>
      <w:r>
        <w:t>...............................................................................................................................................</w:t>
      </w:r>
    </w:p>
    <w:p w:rsidR="0004707A" w:rsidRDefault="006B1C8F" w:rsidP="006D19FE">
      <w:pPr>
        <w:pStyle w:val="RedaliaNormal"/>
      </w:pPr>
      <w:r>
        <w:t>Adresse électronique : .....................................</w:t>
      </w:r>
      <w:r>
        <w:t>...........</w:t>
      </w:r>
    </w:p>
    <w:p w:rsidR="0004707A" w:rsidRDefault="006B1C8F" w:rsidP="006D19FE">
      <w:pPr>
        <w:pStyle w:val="RedaliaNormal"/>
      </w:pPr>
      <w:r>
        <w:t>Téléphone : ................................................</w:t>
      </w:r>
    </w:p>
    <w:p w:rsidR="0004707A" w:rsidRDefault="006B1C8F" w:rsidP="006D19FE">
      <w:pPr>
        <w:pStyle w:val="RedaliaNormal"/>
      </w:pPr>
      <w:r>
        <w:t>Télécopie : ................................................</w:t>
      </w:r>
    </w:p>
    <w:p w:rsidR="0004707A" w:rsidRDefault="006B1C8F" w:rsidP="006D19FE">
      <w:pPr>
        <w:pStyle w:val="RedaliaNormal"/>
      </w:pPr>
      <w:r>
        <w:t>SIRET : ................................................ APE : ................................................</w:t>
      </w:r>
    </w:p>
    <w:p w:rsidR="0004707A" w:rsidRDefault="006B1C8F" w:rsidP="006D19FE">
      <w:pPr>
        <w:pStyle w:val="RedaliaNormal"/>
      </w:pPr>
      <w:r>
        <w:t xml:space="preserve">Numéro de </w:t>
      </w:r>
      <w:r>
        <w:t>TVA intracommunautaire : ...........................................................</w:t>
      </w:r>
    </w:p>
    <w:p w:rsidR="0004707A" w:rsidRDefault="0004707A" w:rsidP="006D19FE">
      <w:pPr>
        <w:pStyle w:val="RedaliaNormal"/>
      </w:pPr>
    </w:p>
    <w:p w:rsidR="0004707A" w:rsidRDefault="006B1C8F" w:rsidP="006D19FE">
      <w:pPr>
        <w:pStyle w:val="RedaliaNormal"/>
      </w:pPr>
      <w:r>
        <w:t>Accepte de recevoir l’avance :</w:t>
      </w:r>
    </w:p>
    <w:p w:rsidR="0004707A" w:rsidRDefault="006B1C8F" w:rsidP="006D19FE">
      <w:pPr>
        <w:pStyle w:val="RedaliaNormal"/>
      </w:pPr>
      <w:bookmarkStart w:id="33" w:name="formcheckbox_off_30"/>
      <w:r>
        <w:rPr>
          <w:rFonts w:ascii="Wingdings" w:eastAsia="Wingdings" w:hAnsi="Wingdings" w:cs="Wingdings"/>
        </w:rPr>
        <w:t></w:t>
      </w:r>
      <w:bookmarkEnd w:id="33"/>
      <w:r>
        <w:rPr>
          <w:rFonts w:cs="Arial"/>
        </w:rPr>
        <w:t xml:space="preserve"> </w:t>
      </w:r>
      <w:r>
        <w:t>Oui</w:t>
      </w:r>
    </w:p>
    <w:p w:rsidR="0004707A" w:rsidRDefault="006B1C8F" w:rsidP="006D19FE">
      <w:pPr>
        <w:pStyle w:val="RedaliaNormal"/>
      </w:pPr>
      <w:bookmarkStart w:id="34" w:name="formcheckbox_off_31"/>
      <w:r>
        <w:rPr>
          <w:rFonts w:ascii="Wingdings" w:eastAsia="Wingdings" w:hAnsi="Wingdings" w:cs="Wingdings"/>
        </w:rPr>
        <w:t></w:t>
      </w:r>
      <w:bookmarkEnd w:id="34"/>
      <w:r>
        <w:rPr>
          <w:rFonts w:cs="Arial"/>
        </w:rPr>
        <w:t xml:space="preserve"> </w:t>
      </w:r>
      <w:r>
        <w:t>Non</w:t>
      </w:r>
    </w:p>
    <w:p w:rsidR="0004707A" w:rsidRDefault="0004707A" w:rsidP="006D19FE">
      <w:pPr>
        <w:pStyle w:val="RedaliaNormal"/>
      </w:pPr>
    </w:p>
    <w:p w:rsidR="0004707A" w:rsidRDefault="006B1C8F" w:rsidP="006D19FE">
      <w:pPr>
        <w:pStyle w:val="RedaliaNormal"/>
      </w:pPr>
      <w:r>
        <w:t>Références bancaires :</w:t>
      </w:r>
    </w:p>
    <w:p w:rsidR="0004707A" w:rsidRDefault="006B1C8F" w:rsidP="006D19FE">
      <w:pPr>
        <w:pStyle w:val="RedaliaNormal"/>
      </w:pPr>
      <w:r>
        <w:t>IBAN : ..............................................................................................</w:t>
      </w:r>
      <w:r>
        <w:t>.........................................</w:t>
      </w:r>
    </w:p>
    <w:p w:rsidR="0004707A" w:rsidRDefault="006B1C8F" w:rsidP="006D19FE">
      <w:pPr>
        <w:pStyle w:val="RedaliaNormal"/>
      </w:pPr>
      <w:r>
        <w:t>BIC : .........................................................................................................................................</w:t>
      </w:r>
    </w:p>
    <w:p w:rsidR="0004707A" w:rsidRDefault="0004707A" w:rsidP="006D19FE">
      <w:pPr>
        <w:pStyle w:val="RedaliaNormal"/>
      </w:pPr>
    </w:p>
    <w:p w:rsidR="0004707A" w:rsidRDefault="0004707A" w:rsidP="006D19FE">
      <w:pPr>
        <w:pStyle w:val="RedaliaNormal"/>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04707A">
        <w:tblPrEx>
          <w:tblCellMar>
            <w:top w:w="0" w:type="dxa"/>
            <w:bottom w:w="0" w:type="dxa"/>
          </w:tblCellMar>
        </w:tblPrEx>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4707A" w:rsidRDefault="006B1C8F" w:rsidP="006D19FE">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4707A" w:rsidRDefault="006B1C8F" w:rsidP="006D19FE">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4707A" w:rsidRDefault="006B1C8F" w:rsidP="006D19FE">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4707A" w:rsidRDefault="006B1C8F" w:rsidP="006D19FE">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4707A" w:rsidRDefault="006B1C8F" w:rsidP="006D19FE">
            <w:pPr>
              <w:pStyle w:val="RedaliaNormal"/>
            </w:pPr>
            <w:r>
              <w:t>Montant T.T.C. (€)</w:t>
            </w:r>
          </w:p>
        </w:tc>
      </w:tr>
      <w:tr w:rsidR="0004707A">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6B1C8F" w:rsidP="006D19FE">
            <w:pPr>
              <w:pStyle w:val="RedaliaContenudetableau"/>
            </w:pPr>
            <w:r>
              <w:t>Dénomination sociale : ………….</w:t>
            </w:r>
          </w:p>
          <w:p w:rsidR="0004707A" w:rsidRDefault="006B1C8F" w:rsidP="006D19FE">
            <w:pPr>
              <w:pStyle w:val="RedaliaContenudetableau"/>
            </w:pPr>
            <w:r>
              <w:t>...…………………………………...</w:t>
            </w:r>
          </w:p>
          <w:p w:rsidR="0004707A" w:rsidRDefault="006B1C8F" w:rsidP="006D19FE">
            <w:pPr>
              <w:pStyle w:val="RedaliaContenudetableau"/>
            </w:pPr>
            <w:r>
              <w:t>...…………………………………...</w:t>
            </w:r>
          </w:p>
          <w:p w:rsidR="0004707A" w:rsidRDefault="006B1C8F" w:rsidP="006D19FE">
            <w:pPr>
              <w:pStyle w:val="RedaliaContenudetableau"/>
            </w:pPr>
            <w:r>
              <w:t>...…………………………………...</w:t>
            </w:r>
          </w:p>
          <w:p w:rsidR="0004707A" w:rsidRDefault="006B1C8F" w:rsidP="006D19FE">
            <w:pPr>
              <w:pStyle w:val="RedaliaContenudetableau"/>
            </w:pPr>
            <w:r>
              <w:t>...…………………………………...</w:t>
            </w:r>
          </w:p>
          <w:p w:rsidR="0004707A" w:rsidRDefault="006B1C8F" w:rsidP="006D19F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r>
      <w:tr w:rsidR="0004707A">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6B1C8F" w:rsidP="006D19FE">
            <w:pPr>
              <w:pStyle w:val="RedaliaContenudetableau"/>
            </w:pPr>
            <w:r>
              <w:t>Dénomination sociale : ………….</w:t>
            </w:r>
          </w:p>
          <w:p w:rsidR="0004707A" w:rsidRDefault="006B1C8F" w:rsidP="006D19FE">
            <w:pPr>
              <w:pStyle w:val="RedaliaContenudetableau"/>
            </w:pPr>
            <w:r>
              <w:t>...…………………………………...</w:t>
            </w:r>
          </w:p>
          <w:p w:rsidR="0004707A" w:rsidRDefault="006B1C8F" w:rsidP="006D19FE">
            <w:pPr>
              <w:pStyle w:val="RedaliaContenudetableau"/>
            </w:pPr>
            <w:r>
              <w:t>...…………………………………...</w:t>
            </w:r>
          </w:p>
          <w:p w:rsidR="0004707A" w:rsidRDefault="006B1C8F" w:rsidP="006D19FE">
            <w:pPr>
              <w:pStyle w:val="RedaliaContenudetableau"/>
            </w:pPr>
            <w:r>
              <w:t>...…………………………………...</w:t>
            </w:r>
          </w:p>
          <w:p w:rsidR="0004707A" w:rsidRDefault="006B1C8F" w:rsidP="006D19FE">
            <w:pPr>
              <w:pStyle w:val="RedaliaContenudetableau"/>
            </w:pPr>
            <w:r>
              <w:t>...…………………………………...</w:t>
            </w:r>
          </w:p>
          <w:p w:rsidR="0004707A" w:rsidRDefault="006B1C8F" w:rsidP="006D19F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r>
      <w:tr w:rsidR="0004707A">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6B1C8F" w:rsidP="006D19FE">
            <w:pPr>
              <w:pStyle w:val="RedaliaContenudetableau"/>
            </w:pPr>
            <w:r>
              <w:t>Dénomination sociale : ………….</w:t>
            </w:r>
          </w:p>
          <w:p w:rsidR="0004707A" w:rsidRDefault="006B1C8F" w:rsidP="006D19FE">
            <w:pPr>
              <w:pStyle w:val="RedaliaContenudetableau"/>
            </w:pPr>
            <w:r>
              <w:t>...…………………………………...</w:t>
            </w:r>
          </w:p>
          <w:p w:rsidR="0004707A" w:rsidRDefault="006B1C8F" w:rsidP="006D19FE">
            <w:pPr>
              <w:pStyle w:val="RedaliaContenudetableau"/>
            </w:pPr>
            <w:r>
              <w:t>...…………………………………...</w:t>
            </w:r>
          </w:p>
          <w:p w:rsidR="0004707A" w:rsidRDefault="006B1C8F" w:rsidP="006D19FE">
            <w:pPr>
              <w:pStyle w:val="RedaliaContenudetableau"/>
            </w:pPr>
            <w:r>
              <w:t>...…………………………………...</w:t>
            </w:r>
          </w:p>
          <w:p w:rsidR="0004707A" w:rsidRDefault="006B1C8F" w:rsidP="006D19FE">
            <w:pPr>
              <w:pStyle w:val="RedaliaContenudetableau"/>
            </w:pPr>
            <w:r>
              <w:t>...…………………………………...</w:t>
            </w:r>
          </w:p>
          <w:p w:rsidR="0004707A" w:rsidRDefault="006B1C8F" w:rsidP="006D19F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r>
      <w:tr w:rsidR="0004707A">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6B1C8F" w:rsidP="006D19FE">
            <w:pPr>
              <w:pStyle w:val="RedaliaContenudetableau"/>
            </w:pPr>
            <w:r>
              <w:t>Dénomination sociale : ………….</w:t>
            </w:r>
          </w:p>
          <w:p w:rsidR="0004707A" w:rsidRDefault="006B1C8F" w:rsidP="006D19FE">
            <w:pPr>
              <w:pStyle w:val="RedaliaContenudetableau"/>
            </w:pPr>
            <w:r>
              <w:t>...…………………………………...</w:t>
            </w:r>
          </w:p>
          <w:p w:rsidR="0004707A" w:rsidRDefault="006B1C8F" w:rsidP="006D19FE">
            <w:pPr>
              <w:pStyle w:val="RedaliaContenudetableau"/>
            </w:pPr>
            <w:r>
              <w:t>...…………………………………...</w:t>
            </w:r>
          </w:p>
          <w:p w:rsidR="0004707A" w:rsidRDefault="006B1C8F" w:rsidP="006D19FE">
            <w:pPr>
              <w:pStyle w:val="RedaliaContenudetableau"/>
            </w:pPr>
            <w:r>
              <w:t>...…………………………………...</w:t>
            </w:r>
          </w:p>
          <w:p w:rsidR="0004707A" w:rsidRDefault="006B1C8F" w:rsidP="006D19FE">
            <w:pPr>
              <w:pStyle w:val="RedaliaContenudetableau"/>
            </w:pPr>
            <w:r>
              <w:t>...…………………………………...</w:t>
            </w:r>
          </w:p>
          <w:p w:rsidR="0004707A" w:rsidRDefault="006B1C8F" w:rsidP="006D19F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r>
      <w:tr w:rsidR="0004707A">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6B1C8F" w:rsidP="006D19FE">
            <w:pPr>
              <w:pStyle w:val="RedaliaContenudetableau"/>
            </w:pPr>
            <w:r>
              <w:t xml:space="preserve">Dénomination </w:t>
            </w:r>
            <w:r>
              <w:t>sociale : ………….</w:t>
            </w:r>
          </w:p>
          <w:p w:rsidR="0004707A" w:rsidRDefault="006B1C8F" w:rsidP="006D19FE">
            <w:pPr>
              <w:pStyle w:val="RedaliaContenudetableau"/>
            </w:pPr>
            <w:r>
              <w:t>...…………………………………...</w:t>
            </w:r>
          </w:p>
          <w:p w:rsidR="0004707A" w:rsidRDefault="006B1C8F" w:rsidP="006D19FE">
            <w:pPr>
              <w:pStyle w:val="RedaliaContenudetableau"/>
            </w:pPr>
            <w:r>
              <w:t>...…………………………………...</w:t>
            </w:r>
          </w:p>
          <w:p w:rsidR="0004707A" w:rsidRDefault="006B1C8F" w:rsidP="006D19FE">
            <w:pPr>
              <w:pStyle w:val="RedaliaContenudetableau"/>
            </w:pPr>
            <w:r>
              <w:t>...…………………………………...</w:t>
            </w:r>
          </w:p>
          <w:p w:rsidR="0004707A" w:rsidRDefault="006B1C8F" w:rsidP="006D19FE">
            <w:pPr>
              <w:pStyle w:val="RedaliaContenudetableau"/>
            </w:pPr>
            <w:r>
              <w:t>...…………………………………...</w:t>
            </w:r>
          </w:p>
          <w:p w:rsidR="0004707A" w:rsidRDefault="006B1C8F" w:rsidP="006D19F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p w:rsidR="0004707A" w:rsidRDefault="0004707A" w:rsidP="006D19FE">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Contenudetableau"/>
            </w:pPr>
          </w:p>
        </w:tc>
      </w:tr>
      <w:tr w:rsidR="0004707A">
        <w:tblPrEx>
          <w:tblCellMar>
            <w:top w:w="0" w:type="dxa"/>
            <w:bottom w:w="0" w:type="dxa"/>
          </w:tblCellMar>
        </w:tblPrEx>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rsidR="0004707A" w:rsidRDefault="0004707A" w:rsidP="006D19FE">
            <w:pPr>
              <w:pStyle w:val="RedaliaNormal"/>
            </w:pPr>
          </w:p>
          <w:p w:rsidR="0004707A" w:rsidRDefault="0004707A" w:rsidP="006D19FE">
            <w:pPr>
              <w:pStyle w:val="RedaliaNormal"/>
            </w:pPr>
          </w:p>
          <w:p w:rsidR="0004707A" w:rsidRDefault="0004707A" w:rsidP="006D19FE">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rsidR="0004707A" w:rsidRDefault="006B1C8F" w:rsidP="006D19FE">
            <w:pPr>
              <w:pStyle w:val="RedaliaNormal"/>
            </w:pPr>
            <w: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Normal"/>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Normal"/>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rsidR="0004707A" w:rsidRDefault="0004707A" w:rsidP="006D19FE">
            <w:pPr>
              <w:pStyle w:val="RedaliaNormal"/>
            </w:pPr>
          </w:p>
        </w:tc>
      </w:tr>
    </w:tbl>
    <w:p w:rsidR="0004707A" w:rsidRDefault="0004707A" w:rsidP="006D19FE">
      <w:pPr>
        <w:pStyle w:val="RedaliaNormal"/>
      </w:pPr>
    </w:p>
    <w:p w:rsidR="0004707A" w:rsidRDefault="0004707A" w:rsidP="006D19FE">
      <w:pPr>
        <w:pStyle w:val="RedaliaNormal"/>
      </w:pPr>
    </w:p>
    <w:p w:rsidR="0004707A" w:rsidRDefault="0004707A" w:rsidP="006D19FE">
      <w:pPr>
        <w:pStyle w:val="RedaliaNormal"/>
      </w:pPr>
    </w:p>
    <w:p w:rsidR="0004707A" w:rsidRDefault="006B1C8F">
      <w:pPr>
        <w:pStyle w:val="RdaliaTitredossier"/>
      </w:pPr>
      <w:r>
        <w:t>A</w:t>
      </w:r>
      <w:r>
        <w:t>nnexe à l’acte d’engagement</w:t>
      </w:r>
    </w:p>
    <w:p w:rsidR="0004707A" w:rsidRDefault="0004707A">
      <w:pPr>
        <w:pStyle w:val="RdaliaTitredossier"/>
        <w:rPr>
          <w:sz w:val="28"/>
          <w:szCs w:val="10"/>
        </w:rPr>
      </w:pPr>
    </w:p>
    <w:p w:rsidR="0004707A" w:rsidRDefault="006B1C8F">
      <w:pPr>
        <w:pStyle w:val="RdaliaTitredossier"/>
      </w:pPr>
      <w:r>
        <w:t>MISE AU POINT</w:t>
      </w:r>
    </w:p>
    <w:p w:rsidR="0004707A" w:rsidRDefault="0004707A" w:rsidP="006D19FE">
      <w:pPr>
        <w:pStyle w:val="RedaliaNormal"/>
      </w:pPr>
    </w:p>
    <w:p w:rsidR="0004707A" w:rsidRDefault="006B1C8F">
      <w:pPr>
        <w:pStyle w:val="RdaliaTitreparagraphe"/>
      </w:pPr>
      <w:r>
        <w:t>P</w:t>
      </w:r>
      <w:r>
        <w:t>ouvoir adjudicateur</w:t>
      </w:r>
    </w:p>
    <w:p w:rsidR="0004707A" w:rsidRDefault="006B1C8F" w:rsidP="006D19FE">
      <w:pPr>
        <w:pStyle w:val="RedaliaNormal"/>
      </w:pPr>
      <w:r>
        <w:t xml:space="preserve">Université </w:t>
      </w:r>
      <w:r>
        <w:t>de Toulon</w:t>
      </w:r>
    </w:p>
    <w:p w:rsidR="0004707A" w:rsidRDefault="006B1C8F" w:rsidP="006D19FE">
      <w:pPr>
        <w:pStyle w:val="RedaliaNormal"/>
      </w:pPr>
      <w:r>
        <w:t>Adresse :   CS 60584   83041 TOULON Cedex 9</w:t>
      </w:r>
    </w:p>
    <w:p w:rsidR="0004707A" w:rsidRDefault="006B1C8F" w:rsidP="006D19FE">
      <w:pPr>
        <w:pStyle w:val="RedaliaNormal"/>
      </w:pPr>
      <w:r>
        <w:t>Téléphone : +33 0494142688</w:t>
      </w:r>
    </w:p>
    <w:p w:rsidR="0004707A" w:rsidRDefault="006B1C8F" w:rsidP="006D19FE">
      <w:pPr>
        <w:pStyle w:val="RedaliaNormal"/>
      </w:pPr>
      <w:r>
        <w:t>Télécopie :</w:t>
      </w:r>
    </w:p>
    <w:p w:rsidR="0004707A" w:rsidRDefault="0004707A" w:rsidP="006D19FE">
      <w:pPr>
        <w:pStyle w:val="RedaliaNormal"/>
      </w:pPr>
    </w:p>
    <w:p w:rsidR="0004707A" w:rsidRDefault="006B1C8F">
      <w:pPr>
        <w:pStyle w:val="RdaliaTitreparagraphe"/>
      </w:pPr>
      <w:r>
        <w:t>M</w:t>
      </w:r>
      <w:r>
        <w:t>arché</w:t>
      </w:r>
    </w:p>
    <w:p w:rsidR="0004707A" w:rsidRDefault="006B1C8F" w:rsidP="006D19FE">
      <w:pPr>
        <w:pStyle w:val="RedaliaNormal"/>
      </w:pPr>
      <w:r>
        <w:t xml:space="preserve">Objet : Ce véhicule est destiné à la collecte de données en mer et à leur transmission par liaison sans-fil à un poste de commande mobile à terre. Les </w:t>
      </w:r>
      <w:r>
        <w:t>données doivent servir à l’opérateur pour des missions de surveillance des environnements côtiers, à l’aide de dispositifs de réalité augmentée. Le drone doit être pilotable à distance et programmable afin de le doter de capacités autonomes de navigation.</w:t>
      </w:r>
    </w:p>
    <w:p w:rsidR="0004707A" w:rsidRDefault="0004707A" w:rsidP="006D19FE">
      <w:pPr>
        <w:pStyle w:val="RedaliaNormal"/>
      </w:pPr>
    </w:p>
    <w:p w:rsidR="0004707A" w:rsidRDefault="006B1C8F">
      <w:pPr>
        <w:pStyle w:val="RdaliaTitreparagraphe"/>
      </w:pPr>
      <w:r>
        <w:t>I</w:t>
      </w:r>
      <w:r>
        <w:t>dentification du soumissionnaire retenu</w:t>
      </w:r>
    </w:p>
    <w:p w:rsidR="0004707A" w:rsidRDefault="006B1C8F" w:rsidP="006D19FE">
      <w:pPr>
        <w:pStyle w:val="RedaliaNormal"/>
      </w:pPr>
      <w:r>
        <w:t>Indiquer le nom commercial et la dénomination sociale du candidat individuel ou de chaque membre du groupement d’entreprises candidat, les adresses de son établissement et de son siège social (si elle est différent</w:t>
      </w:r>
      <w:r>
        <w:t xml:space="preserve">e de celle de l’établissement), son adresse électronique, ses numéros de téléphone et de télécopie et son numéro SIRET. En cas de candidature groupée, identifier le mandataire désigné pour représenter l’ensemble des membres du groupement et coordonner les </w:t>
      </w:r>
      <w:r>
        <w:t>prestations.</w:t>
      </w:r>
    </w:p>
    <w:p w:rsidR="0004707A" w:rsidRDefault="0004707A" w:rsidP="006D19FE">
      <w:pPr>
        <w:pStyle w:val="RedaliaNormal"/>
      </w:pPr>
    </w:p>
    <w:p w:rsidR="0004707A" w:rsidRDefault="006B1C8F" w:rsidP="006D19FE">
      <w:pPr>
        <w:pStyle w:val="RedaliaNormal"/>
      </w:pPr>
      <w:r>
        <w:tab/>
      </w:r>
    </w:p>
    <w:p w:rsidR="0004707A" w:rsidRDefault="006B1C8F" w:rsidP="006D19FE">
      <w:pPr>
        <w:pStyle w:val="RedaliaNormal"/>
      </w:pPr>
      <w:r>
        <w:tab/>
      </w:r>
    </w:p>
    <w:p w:rsidR="0004707A" w:rsidRDefault="006B1C8F" w:rsidP="006D19FE">
      <w:pPr>
        <w:pStyle w:val="RedaliaNormal"/>
      </w:pPr>
      <w:r>
        <w:tab/>
      </w:r>
    </w:p>
    <w:p w:rsidR="0004707A" w:rsidRDefault="006B1C8F" w:rsidP="006D19FE">
      <w:pPr>
        <w:pStyle w:val="RedaliaNormal"/>
      </w:pPr>
      <w:r>
        <w:tab/>
      </w:r>
    </w:p>
    <w:p w:rsidR="0004707A" w:rsidRDefault="006B1C8F" w:rsidP="006D19FE">
      <w:pPr>
        <w:pStyle w:val="RedaliaNormal"/>
      </w:pPr>
      <w:r>
        <w:tab/>
      </w:r>
    </w:p>
    <w:p w:rsidR="0004707A" w:rsidRDefault="006B1C8F" w:rsidP="006D19FE">
      <w:pPr>
        <w:pStyle w:val="RedaliaNormal"/>
      </w:pPr>
      <w:r>
        <w:tab/>
      </w:r>
    </w:p>
    <w:p w:rsidR="0004707A" w:rsidRDefault="006B1C8F" w:rsidP="006D19FE">
      <w:pPr>
        <w:pStyle w:val="RedaliaNormal"/>
      </w:pPr>
      <w:r>
        <w:tab/>
      </w:r>
    </w:p>
    <w:p w:rsidR="0004707A" w:rsidRDefault="0004707A" w:rsidP="006D19FE">
      <w:pPr>
        <w:pStyle w:val="RedaliaNormal"/>
      </w:pPr>
    </w:p>
    <w:p w:rsidR="0004707A" w:rsidRDefault="006B1C8F">
      <w:pPr>
        <w:pStyle w:val="RdaliaTitreparagraphe"/>
      </w:pPr>
      <w:r>
        <w:t>M</w:t>
      </w:r>
      <w:r>
        <w:t>odifications apportées</w:t>
      </w:r>
    </w:p>
    <w:p w:rsidR="0004707A" w:rsidRDefault="006B1C8F" w:rsidP="006D19FE">
      <w:pPr>
        <w:pStyle w:val="RedaliaNormal"/>
      </w:pPr>
      <w:r>
        <w:t>À l’occasion de la mise au point du marché, les modifications ci-dessous sont apportées aux stipulations contenues dans les pièces constitutives du marché.</w:t>
      </w:r>
    </w:p>
    <w:p w:rsidR="0004707A" w:rsidRDefault="0004707A">
      <w:pPr>
        <w:pStyle w:val="TitreN5"/>
        <w:widowControl/>
        <w:tabs>
          <w:tab w:val="right" w:leader="dot" w:pos="10417"/>
        </w:tabs>
        <w:spacing w:before="0" w:after="0"/>
        <w:outlineLvl w:val="9"/>
        <w:rPr>
          <w:b/>
          <w:i w:val="0"/>
          <w:color w:val="0000FF"/>
          <w:sz w:val="20"/>
          <w:szCs w:val="24"/>
        </w:rPr>
      </w:pPr>
    </w:p>
    <w:tbl>
      <w:tblPr>
        <w:tblW w:w="9778" w:type="dxa"/>
        <w:tblLayout w:type="fixed"/>
        <w:tblCellMar>
          <w:left w:w="10" w:type="dxa"/>
          <w:right w:w="10" w:type="dxa"/>
        </w:tblCellMar>
        <w:tblLook w:val="04A0" w:firstRow="1" w:lastRow="0" w:firstColumn="1" w:lastColumn="0" w:noHBand="0" w:noVBand="1"/>
      </w:tblPr>
      <w:tblGrid>
        <w:gridCol w:w="3510"/>
        <w:gridCol w:w="6268"/>
      </w:tblGrid>
      <w:tr w:rsidR="0004707A">
        <w:tblPrEx>
          <w:tblCellMar>
            <w:top w:w="0" w:type="dxa"/>
            <w:bottom w:w="0" w:type="dxa"/>
          </w:tblCellMar>
        </w:tblPrEx>
        <w:trPr>
          <w:trHeight w:val="699"/>
        </w:trPr>
        <w:tc>
          <w:tcPr>
            <w:tcW w:w="351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04707A" w:rsidRDefault="006B1C8F" w:rsidP="006D19FE">
            <w:pPr>
              <w:pStyle w:val="RedaliaNormal"/>
            </w:pPr>
            <w:r>
              <w:t xml:space="preserve">Nature du document concerné et numéro de </w:t>
            </w:r>
            <w:r>
              <w:t>l’article modifié</w:t>
            </w:r>
          </w:p>
        </w:tc>
        <w:tc>
          <w:tcPr>
            <w:tcW w:w="626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rsidR="0004707A" w:rsidRDefault="006B1C8F" w:rsidP="006D19FE">
            <w:pPr>
              <w:pStyle w:val="RedaliaRetraitavecpuce"/>
            </w:pPr>
            <w:r>
              <w:t>Nature de la modification apportée</w:t>
            </w:r>
          </w:p>
        </w:tc>
      </w:tr>
      <w:tr w:rsidR="0004707A">
        <w:tblPrEx>
          <w:tblCellMar>
            <w:top w:w="0" w:type="dxa"/>
            <w:bottom w:w="0" w:type="dxa"/>
          </w:tblCellMar>
        </w:tblPrEx>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r>
      <w:tr w:rsidR="0004707A">
        <w:tblPrEx>
          <w:tblCellMar>
            <w:top w:w="0" w:type="dxa"/>
            <w:bottom w:w="0" w:type="dxa"/>
          </w:tblCellMar>
        </w:tblPrEx>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r>
      <w:tr w:rsidR="0004707A">
        <w:tblPrEx>
          <w:tblCellMar>
            <w:top w:w="0" w:type="dxa"/>
            <w:bottom w:w="0" w:type="dxa"/>
          </w:tblCellMar>
        </w:tblPrEx>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r>
      <w:tr w:rsidR="0004707A">
        <w:tblPrEx>
          <w:tblCellMar>
            <w:top w:w="0" w:type="dxa"/>
            <w:bottom w:w="0" w:type="dxa"/>
          </w:tblCellMar>
        </w:tblPrEx>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r>
      <w:tr w:rsidR="0004707A">
        <w:tblPrEx>
          <w:tblCellMar>
            <w:top w:w="0" w:type="dxa"/>
            <w:bottom w:w="0" w:type="dxa"/>
          </w:tblCellMar>
        </w:tblPrEx>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4707A" w:rsidRDefault="0004707A">
            <w:pPr>
              <w:pStyle w:val="TitreN5"/>
              <w:widowControl/>
              <w:tabs>
                <w:tab w:val="right" w:leader="dot" w:pos="10417"/>
              </w:tabs>
              <w:spacing w:before="0" w:after="0"/>
              <w:rPr>
                <w:b/>
                <w:i w:val="0"/>
                <w:color w:val="0000FF"/>
                <w:sz w:val="20"/>
                <w:szCs w:val="24"/>
              </w:rPr>
            </w:pPr>
          </w:p>
        </w:tc>
      </w:tr>
    </w:tbl>
    <w:p w:rsidR="0004707A" w:rsidRDefault="0004707A" w:rsidP="006D19FE">
      <w:pPr>
        <w:pStyle w:val="RedaliaNormal"/>
      </w:pPr>
    </w:p>
    <w:p w:rsidR="0004707A" w:rsidRDefault="006B1C8F">
      <w:pPr>
        <w:pStyle w:val="RdaliaTitreparagraphe"/>
      </w:pPr>
      <w:r>
        <w:t>S</w:t>
      </w:r>
      <w:r>
        <w:t>ignature de la mise au point</w:t>
      </w:r>
    </w:p>
    <w:p w:rsidR="0004707A" w:rsidRDefault="006B1C8F" w:rsidP="006D19FE">
      <w:pPr>
        <w:pStyle w:val="RedaliaNormal"/>
      </w:pPr>
      <w:r>
        <w:t>Signature du candidat retenu :</w:t>
      </w:r>
    </w:p>
    <w:p w:rsidR="0004707A" w:rsidRDefault="0004707A" w:rsidP="006D19FE">
      <w:pPr>
        <w:pStyle w:val="RedaliaNormal"/>
      </w:pPr>
    </w:p>
    <w:p w:rsidR="0004707A" w:rsidRDefault="006B1C8F" w:rsidP="006D19FE">
      <w:pPr>
        <w:pStyle w:val="RedaliaNormal"/>
      </w:pPr>
      <w:r>
        <w:t xml:space="preserve">Nom, prénom et qualité du signataire : </w:t>
      </w:r>
      <w:r>
        <w:tab/>
      </w:r>
      <w:r>
        <w:tab/>
      </w:r>
    </w:p>
    <w:p w:rsidR="0004707A" w:rsidRDefault="006B1C8F" w:rsidP="006D19FE">
      <w:pPr>
        <w:pStyle w:val="RedaliaNormal"/>
      </w:pPr>
      <w:r>
        <w:t xml:space="preserve">Lieu et date de signature : </w:t>
      </w:r>
      <w:r>
        <w:tab/>
      </w:r>
      <w:r>
        <w:tab/>
      </w:r>
    </w:p>
    <w:p w:rsidR="0004707A" w:rsidRDefault="0004707A" w:rsidP="006D19FE">
      <w:pPr>
        <w:pStyle w:val="RedaliaNormal"/>
      </w:pPr>
    </w:p>
    <w:p w:rsidR="0004707A" w:rsidRDefault="006B1C8F" w:rsidP="006D19FE">
      <w:pPr>
        <w:pStyle w:val="RedaliaNormal"/>
      </w:pPr>
      <w:r>
        <w:t>Signature :</w:t>
      </w:r>
    </w:p>
    <w:p w:rsidR="0004707A" w:rsidRDefault="006B1C8F" w:rsidP="006D19FE">
      <w:pPr>
        <w:pStyle w:val="RedaliaNormal"/>
      </w:pPr>
      <w:r>
        <w:tab/>
      </w:r>
      <w:r>
        <w:tab/>
      </w:r>
    </w:p>
    <w:p w:rsidR="0004707A" w:rsidRDefault="006B1C8F" w:rsidP="006D19FE">
      <w:pPr>
        <w:pStyle w:val="RedaliaNormal"/>
      </w:pPr>
      <w:r>
        <w:tab/>
      </w:r>
      <w:r>
        <w:tab/>
      </w:r>
    </w:p>
    <w:p w:rsidR="0004707A" w:rsidRDefault="006B1C8F" w:rsidP="006D19FE">
      <w:pPr>
        <w:pStyle w:val="RedaliaNormal"/>
      </w:pPr>
      <w:r>
        <w:tab/>
      </w:r>
      <w:r>
        <w:tab/>
      </w:r>
    </w:p>
    <w:p w:rsidR="0004707A" w:rsidRDefault="0004707A" w:rsidP="006D19FE">
      <w:pPr>
        <w:pStyle w:val="RedaliaNormal"/>
      </w:pPr>
    </w:p>
    <w:p w:rsidR="0004707A" w:rsidRDefault="006B1C8F" w:rsidP="006D19FE">
      <w:pPr>
        <w:pStyle w:val="RedaliaNormal"/>
      </w:pPr>
      <w:r>
        <w:t>Signature du représentant du</w:t>
      </w:r>
      <w:r>
        <w:t xml:space="preserve"> pouvoir adjudicateur :</w:t>
      </w:r>
    </w:p>
    <w:p w:rsidR="0004707A" w:rsidRDefault="0004707A" w:rsidP="006D19FE">
      <w:pPr>
        <w:pStyle w:val="RedaliaNormal"/>
      </w:pPr>
    </w:p>
    <w:p w:rsidR="0004707A" w:rsidRDefault="006B1C8F" w:rsidP="006D19FE">
      <w:pPr>
        <w:pStyle w:val="RedaliaNormal"/>
      </w:pPr>
      <w:r>
        <w:t xml:space="preserve">Nom, prénom et qualité du signataire : </w:t>
      </w:r>
      <w:r>
        <w:tab/>
      </w:r>
      <w:r>
        <w:tab/>
      </w:r>
    </w:p>
    <w:p w:rsidR="0004707A" w:rsidRDefault="006B1C8F" w:rsidP="006D19FE">
      <w:pPr>
        <w:pStyle w:val="RedaliaNormal"/>
      </w:pPr>
      <w:r>
        <w:t xml:space="preserve">Lieu et date de signature : </w:t>
      </w:r>
      <w:r>
        <w:tab/>
      </w:r>
      <w:r>
        <w:tab/>
      </w:r>
    </w:p>
    <w:p w:rsidR="0004707A" w:rsidRDefault="0004707A" w:rsidP="006D19FE">
      <w:pPr>
        <w:pStyle w:val="RedaliaNormal"/>
      </w:pPr>
    </w:p>
    <w:p w:rsidR="0004707A" w:rsidRDefault="006B1C8F" w:rsidP="006D19FE">
      <w:pPr>
        <w:pStyle w:val="RedaliaNormal"/>
      </w:pPr>
      <w:r>
        <w:t>Signature :</w:t>
      </w:r>
    </w:p>
    <w:p w:rsidR="0004707A" w:rsidRDefault="006B1C8F" w:rsidP="006D19FE">
      <w:pPr>
        <w:pStyle w:val="RedaliaNormal"/>
      </w:pPr>
      <w:r>
        <w:tab/>
      </w:r>
      <w:r>
        <w:tab/>
      </w:r>
    </w:p>
    <w:p w:rsidR="0004707A" w:rsidRDefault="006B1C8F" w:rsidP="006D19FE">
      <w:pPr>
        <w:pStyle w:val="RedaliaNormal"/>
      </w:pPr>
      <w:r>
        <w:tab/>
      </w:r>
      <w:r>
        <w:tab/>
      </w:r>
    </w:p>
    <w:p w:rsidR="0004707A" w:rsidRDefault="006B1C8F" w:rsidP="006D19FE">
      <w:pPr>
        <w:pStyle w:val="RedaliaNormal"/>
      </w:pPr>
      <w:r>
        <w:tab/>
      </w:r>
      <w:r>
        <w:tab/>
      </w:r>
    </w:p>
    <w:p w:rsidR="0004707A" w:rsidRDefault="0004707A" w:rsidP="006D19FE">
      <w:pPr>
        <w:pStyle w:val="RedaliaNormal"/>
      </w:pPr>
    </w:p>
    <w:sectPr w:rsidR="0004707A">
      <w:headerReference w:type="default" r:id="rId23"/>
      <w:footerReference w:type="default" r:id="rId24"/>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6B1C8F">
      <w:r>
        <w:separator/>
      </w:r>
    </w:p>
  </w:endnote>
  <w:endnote w:type="continuationSeparator" w:id="0">
    <w:p w:rsidR="00000000" w:rsidRDefault="006B1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6B1C8F">
    <w:pPr>
      <w:rPr>
        <w:i/>
        <w:vanish/>
        <w:sz w:val="16"/>
      </w:rPr>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962CBA">
      <w:tblPrEx>
        <w:tblCellMar>
          <w:top w:w="0" w:type="dxa"/>
          <w:bottom w:w="0" w:type="dxa"/>
        </w:tblCellMar>
      </w:tblPrEx>
      <w:tc>
        <w:tcPr>
          <w:tcW w:w="3070" w:type="dxa"/>
          <w:tcBorders>
            <w:top w:val="single" w:sz="4" w:space="0" w:color="000000"/>
          </w:tcBorders>
          <w:tcMar>
            <w:top w:w="0" w:type="dxa"/>
            <w:left w:w="70" w:type="dxa"/>
            <w:bottom w:w="0" w:type="dxa"/>
            <w:right w:w="70" w:type="dxa"/>
          </w:tcMar>
        </w:tcPr>
        <w:p w:rsidR="00962CBA" w:rsidRDefault="006B1C8F">
          <w:pPr>
            <w:pStyle w:val="RdaliaLgende"/>
          </w:pPr>
          <w:r>
            <w:t>Acte d’engagement</w:t>
          </w:r>
        </w:p>
      </w:tc>
      <w:tc>
        <w:tcPr>
          <w:tcW w:w="3071" w:type="dxa"/>
          <w:tcBorders>
            <w:top w:val="single" w:sz="4" w:space="0" w:color="000000"/>
          </w:tcBorders>
          <w:tcMar>
            <w:top w:w="0" w:type="dxa"/>
            <w:left w:w="70" w:type="dxa"/>
            <w:bottom w:w="0" w:type="dxa"/>
            <w:right w:w="70" w:type="dxa"/>
          </w:tcMar>
        </w:tcPr>
        <w:p w:rsidR="00962CBA" w:rsidRDefault="006B1C8F">
          <w:pPr>
            <w:pStyle w:val="RdaliaLgende"/>
          </w:pPr>
        </w:p>
      </w:tc>
      <w:tc>
        <w:tcPr>
          <w:tcW w:w="3071" w:type="dxa"/>
          <w:tcBorders>
            <w:top w:val="single" w:sz="4" w:space="0" w:color="000000"/>
          </w:tcBorders>
          <w:tcMar>
            <w:top w:w="0" w:type="dxa"/>
            <w:left w:w="70" w:type="dxa"/>
            <w:bottom w:w="0" w:type="dxa"/>
            <w:right w:w="70" w:type="dxa"/>
          </w:tcMar>
        </w:tcPr>
        <w:p w:rsidR="00962CBA" w:rsidRDefault="006B1C8F">
          <w:pPr>
            <w:pStyle w:val="RdaliaLgende"/>
            <w:jc w:val="right"/>
          </w:pPr>
          <w:r>
            <w:t xml:space="preserve">Page </w:t>
          </w:r>
          <w:r>
            <w:fldChar w:fldCharType="begin"/>
          </w:r>
          <w:r>
            <w:instrText xml:space="preserve"> PAGE </w:instrText>
          </w:r>
          <w:r>
            <w:fldChar w:fldCharType="separate"/>
          </w:r>
          <w:r>
            <w:t>14</w:t>
          </w:r>
          <w:r>
            <w:fldChar w:fldCharType="end"/>
          </w:r>
          <w:r>
            <w:t xml:space="preserve"> sur </w:t>
          </w:r>
          <w:r>
            <w:fldChar w:fldCharType="begin"/>
          </w:r>
          <w:r>
            <w:instrText xml:space="preserve"> NUMPAGES </w:instrText>
          </w:r>
          <w:r>
            <w:fldChar w:fldCharType="separate"/>
          </w:r>
          <w:r>
            <w:t>14</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6B1C8F">
      <w:r>
        <w:rPr>
          <w:color w:val="000000"/>
        </w:rPr>
        <w:separator/>
      </w:r>
    </w:p>
  </w:footnote>
  <w:footnote w:type="continuationSeparator" w:id="0">
    <w:p w:rsidR="00000000" w:rsidRDefault="006B1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962CBA">
      <w:tblPrEx>
        <w:tblCellMar>
          <w:top w:w="0" w:type="dxa"/>
          <w:bottom w:w="0" w:type="dxa"/>
        </w:tblCellMar>
      </w:tblPrEx>
      <w:tc>
        <w:tcPr>
          <w:tcW w:w="3070" w:type="dxa"/>
          <w:tcBorders>
            <w:bottom w:val="single" w:sz="4" w:space="0" w:color="000000"/>
          </w:tcBorders>
          <w:tcMar>
            <w:top w:w="0" w:type="dxa"/>
            <w:left w:w="70" w:type="dxa"/>
            <w:bottom w:w="0" w:type="dxa"/>
            <w:right w:w="70" w:type="dxa"/>
          </w:tcMar>
        </w:tcPr>
        <w:p w:rsidR="00962CBA" w:rsidRDefault="006B1C8F">
          <w:pPr>
            <w:pStyle w:val="RdaliaLgende"/>
          </w:pPr>
        </w:p>
      </w:tc>
      <w:tc>
        <w:tcPr>
          <w:tcW w:w="3071" w:type="dxa"/>
          <w:tcBorders>
            <w:bottom w:val="single" w:sz="4" w:space="0" w:color="000000"/>
          </w:tcBorders>
          <w:tcMar>
            <w:top w:w="0" w:type="dxa"/>
            <w:left w:w="70" w:type="dxa"/>
            <w:bottom w:w="0" w:type="dxa"/>
            <w:right w:w="70" w:type="dxa"/>
          </w:tcMar>
        </w:tcPr>
        <w:p w:rsidR="00962CBA" w:rsidRDefault="006B1C8F">
          <w:pPr>
            <w:pStyle w:val="RdaliaLgende"/>
          </w:pPr>
        </w:p>
      </w:tc>
      <w:tc>
        <w:tcPr>
          <w:tcW w:w="3071" w:type="dxa"/>
          <w:tcBorders>
            <w:bottom w:val="single" w:sz="4" w:space="0" w:color="000000"/>
          </w:tcBorders>
          <w:tcMar>
            <w:top w:w="0" w:type="dxa"/>
            <w:left w:w="70" w:type="dxa"/>
            <w:bottom w:w="0" w:type="dxa"/>
            <w:right w:w="70" w:type="dxa"/>
          </w:tcMar>
        </w:tcPr>
        <w:p w:rsidR="00962CBA" w:rsidRDefault="006B1C8F">
          <w:pPr>
            <w:pStyle w:val="RdaliaLgende"/>
            <w:jc w:val="right"/>
          </w:pPr>
          <w:r>
            <w:t>Procédure : 25-30</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010B2"/>
    <w:multiLevelType w:val="multilevel"/>
    <w:tmpl w:val="6D5A9CB6"/>
    <w:styleLink w:val="LFO241"/>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9D328F"/>
    <w:multiLevelType w:val="multilevel"/>
    <w:tmpl w:val="AEACA464"/>
    <w:styleLink w:val="LFO33"/>
    <w:lvl w:ilvl="0">
      <w:start w:val="1"/>
      <w:numFmt w:val="decimal"/>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59112B0"/>
    <w:multiLevelType w:val="multilevel"/>
    <w:tmpl w:val="38BE6318"/>
    <w:styleLink w:val="LFO221"/>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205E6A9E"/>
    <w:multiLevelType w:val="multilevel"/>
    <w:tmpl w:val="08F01B1E"/>
    <w:styleLink w:val="LFO35"/>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1D819B3"/>
    <w:multiLevelType w:val="multilevel"/>
    <w:tmpl w:val="4DB80068"/>
    <w:styleLink w:val="LFO2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A10752F"/>
    <w:multiLevelType w:val="multilevel"/>
    <w:tmpl w:val="D7963536"/>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36B73E6B"/>
    <w:multiLevelType w:val="multilevel"/>
    <w:tmpl w:val="8E28F96A"/>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7" w15:restartNumberingAfterBreak="0">
    <w:nsid w:val="37421ED2"/>
    <w:multiLevelType w:val="multilevel"/>
    <w:tmpl w:val="0A42CA14"/>
    <w:styleLink w:val="LFO23"/>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43EC78B6"/>
    <w:multiLevelType w:val="multilevel"/>
    <w:tmpl w:val="855464D4"/>
    <w:styleLink w:val="LFO22"/>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9" w15:restartNumberingAfterBreak="0">
    <w:nsid w:val="4FA07886"/>
    <w:multiLevelType w:val="multilevel"/>
    <w:tmpl w:val="011E2806"/>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561231A7"/>
    <w:multiLevelType w:val="multilevel"/>
    <w:tmpl w:val="15EEC43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5F19018A"/>
    <w:multiLevelType w:val="multilevel"/>
    <w:tmpl w:val="4DC61D94"/>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7301448A"/>
    <w:multiLevelType w:val="multilevel"/>
    <w:tmpl w:val="54D85140"/>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732761A3"/>
    <w:multiLevelType w:val="multilevel"/>
    <w:tmpl w:val="DE04EAD8"/>
    <w:styleLink w:val="LFO231"/>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769A4E23"/>
    <w:multiLevelType w:val="multilevel"/>
    <w:tmpl w:val="9CA28BF8"/>
    <w:styleLink w:val="LFO2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7FA0651B"/>
    <w:multiLevelType w:val="multilevel"/>
    <w:tmpl w:val="37067122"/>
    <w:styleLink w:val="LFO26"/>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6"/>
  </w:num>
  <w:num w:numId="2">
    <w:abstractNumId w:val="15"/>
  </w:num>
  <w:num w:numId="3">
    <w:abstractNumId w:val="8"/>
  </w:num>
  <w:num w:numId="4">
    <w:abstractNumId w:val="7"/>
  </w:num>
  <w:num w:numId="5">
    <w:abstractNumId w:val="14"/>
  </w:num>
  <w:num w:numId="6">
    <w:abstractNumId w:val="1"/>
  </w:num>
  <w:num w:numId="7">
    <w:abstractNumId w:val="3"/>
  </w:num>
  <w:num w:numId="8">
    <w:abstractNumId w:val="10"/>
  </w:num>
  <w:num w:numId="9">
    <w:abstractNumId w:val="4"/>
  </w:num>
  <w:num w:numId="10">
    <w:abstractNumId w:val="12"/>
  </w:num>
  <w:num w:numId="11">
    <w:abstractNumId w:val="5"/>
  </w:num>
  <w:num w:numId="12">
    <w:abstractNumId w:val="9"/>
  </w:num>
  <w:num w:numId="13">
    <w:abstractNumId w:val="11"/>
  </w:num>
  <w:num w:numId="14">
    <w:abstractNumId w:val="2"/>
  </w:num>
  <w:num w:numId="15">
    <w:abstractNumId w:val="13"/>
  </w:num>
  <w:num w:numId="16">
    <w:abstractNumId w:val="0"/>
  </w:num>
  <w:num w:numId="17">
    <w:abstractNumId w:val="9"/>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04707A"/>
    <w:rsid w:val="0004707A"/>
    <w:rsid w:val="006B1C8F"/>
    <w:rsid w:val="006D19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C4548"/>
  <w15:docId w15:val="{C7652395-69A6-49E0-BA7E-0634ABA93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pPr>
    <w:rPr>
      <w:rFonts w:ascii="Arial" w:hAnsi="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autoRedefine/>
    <w:rsid w:val="006D19FE"/>
    <w:pPr>
      <w:tabs>
        <w:tab w:val="left" w:leader="dot" w:pos="8505"/>
      </w:tabs>
      <w:spacing w:before="120"/>
    </w:pPr>
  </w:style>
  <w:style w:type="paragraph" w:customStyle="1" w:styleId="RdaliaRetraitniveau1">
    <w:name w:val="Rédalia : Retrait niveau 1"/>
    <w:basedOn w:val="RedaliaNormal"/>
    <w:pPr>
      <w:numPr>
        <w:numId w:val="11"/>
      </w:numPr>
    </w:pPr>
  </w:style>
  <w:style w:type="paragraph" w:customStyle="1" w:styleId="RdaliaRetraitniveau2">
    <w:name w:val="Rédalia : Retrait niveau 2"/>
    <w:basedOn w:val="RedaliaNormal"/>
    <w:pPr>
      <w:numPr>
        <w:numId w:val="12"/>
      </w:numPr>
    </w:pPr>
  </w:style>
  <w:style w:type="paragraph" w:customStyle="1" w:styleId="RdaliaTableau">
    <w:name w:val="Rédalia : Tableau"/>
    <w:basedOn w:val="RedaliaNormal"/>
    <w:pPr>
      <w:numPr>
        <w:numId w:val="10"/>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13"/>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4"/>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hAnsi="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6"/>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5"/>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hAnsi="Calibri Light"/>
      <w:b w:val="0"/>
      <w:color w:val="2E74B5"/>
      <w:kern w:val="0"/>
      <w:szCs w:val="32"/>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20"/>
    </w:pPr>
  </w:style>
  <w:style w:type="character" w:customStyle="1" w:styleId="Titre1Car">
    <w:name w:val="Titre 1 Car"/>
    <w:rPr>
      <w:rFonts w:ascii="Arial" w:hAnsi="Arial"/>
      <w:b/>
      <w:kern w:val="3"/>
      <w:sz w:val="32"/>
    </w:rPr>
  </w:style>
  <w:style w:type="character" w:customStyle="1" w:styleId="Titre2Car">
    <w:name w:val="Titre 2 Car"/>
    <w:rPr>
      <w:rFonts w:ascii="Arial" w:hAnsi="Arial"/>
      <w:sz w:val="28"/>
      <w:u w:val="single"/>
    </w:rPr>
  </w:style>
  <w:style w:type="character" w:customStyle="1" w:styleId="Titre3Car">
    <w:name w:val="Titre 3 Car"/>
    <w:rPr>
      <w:rFonts w:ascii="Arial" w:hAnsi="Arial"/>
      <w:sz w:val="24"/>
      <w:u w:val="single"/>
    </w:rPr>
  </w:style>
  <w:style w:type="character" w:customStyle="1" w:styleId="Titre4Car">
    <w:name w:val="Titre 4 Car"/>
    <w:rPr>
      <w:rFonts w:ascii="Arial" w:hAnsi="Arial"/>
      <w:i/>
      <w:sz w:val="24"/>
    </w:rPr>
  </w:style>
  <w:style w:type="character" w:customStyle="1" w:styleId="Titre5Car">
    <w:name w:val="Titre 5 Car"/>
    <w:rPr>
      <w:rFonts w:ascii="Arial" w:hAnsi="Arial"/>
      <w:i/>
      <w:sz w:val="22"/>
    </w:rPr>
  </w:style>
  <w:style w:type="character" w:customStyle="1" w:styleId="Titre6Car">
    <w:name w:val="Titre 6 Car"/>
    <w:rPr>
      <w:rFonts w:ascii="Arial" w:hAnsi="Arial"/>
      <w:b/>
      <w:bCs/>
      <w:sz w:val="22"/>
    </w:rPr>
  </w:style>
  <w:style w:type="character" w:styleId="Lienhypertexte">
    <w:name w:val="Hyperlink"/>
    <w:basedOn w:val="Policepardfaut"/>
    <w:rPr>
      <w:rFonts w:ascii="Arial" w:hAnsi="Arial" w:cs="Times New Roman"/>
      <w:color w:val="0000FF"/>
      <w:u w:val="single"/>
    </w:rPr>
  </w:style>
  <w:style w:type="character" w:customStyle="1" w:styleId="En-tteCar">
    <w:name w:val="En-tête Car"/>
    <w:rPr>
      <w:rFonts w:ascii="Arial" w:hAnsi="Arial"/>
      <w:sz w:val="22"/>
    </w:rPr>
  </w:style>
  <w:style w:type="character" w:customStyle="1" w:styleId="PieddepageCar">
    <w:name w:val="Pied de page Car"/>
    <w:rPr>
      <w:rFonts w:ascii="Arial" w:hAnsi="Arial"/>
      <w:sz w:val="22"/>
    </w:rPr>
  </w:style>
  <w:style w:type="character" w:styleId="Numrodepage">
    <w:name w:val="page number"/>
    <w:rPr>
      <w:rFonts w:ascii="Times New Roman" w:hAnsi="Times New Roman" w:cs="Times New Roman"/>
    </w:rPr>
  </w:style>
  <w:style w:type="character" w:customStyle="1" w:styleId="DateCar">
    <w:name w:val="Date Car"/>
    <w:rPr>
      <w:color w:val="000000"/>
      <w:kern w:val="3"/>
      <w:lang w:eastAsia="en-US"/>
    </w:rPr>
  </w:style>
  <w:style w:type="character" w:customStyle="1" w:styleId="IconeWeb">
    <w:name w:val="IconeWeb"/>
    <w:rPr>
      <w:rFonts w:ascii="Webdings" w:hAnsi="Webdings" w:cs="Webdings"/>
    </w:rPr>
  </w:style>
  <w:style w:type="character" w:customStyle="1" w:styleId="EmailStyle136">
    <w:name w:val="EmailStyle136"/>
    <w:rPr>
      <w:rFonts w:ascii="Century Gothic" w:hAnsi="Century Gothic"/>
      <w:color w:val="auto"/>
      <w:sz w:val="20"/>
    </w:rPr>
  </w:style>
  <w:style w:type="character" w:customStyle="1" w:styleId="EmailStyle1371">
    <w:name w:val="EmailStyle1371"/>
    <w:rPr>
      <w:rFonts w:ascii="Arial" w:hAnsi="Arial"/>
      <w:color w:val="auto"/>
      <w:sz w:val="16"/>
    </w:rPr>
  </w:style>
  <w:style w:type="character" w:customStyle="1" w:styleId="EmailStyle1381">
    <w:name w:val="EmailStyle1381"/>
    <w:rPr>
      <w:rFonts w:ascii="Century Gothic" w:hAnsi="Century Gothic"/>
      <w:color w:val="auto"/>
      <w:sz w:val="20"/>
    </w:rPr>
  </w:style>
  <w:style w:type="character" w:customStyle="1" w:styleId="EmailStyle139">
    <w:name w:val="EmailStyle139"/>
    <w:rPr>
      <w:rFonts w:ascii="Arial" w:hAnsi="Arial"/>
      <w:color w:val="auto"/>
      <w:sz w:val="16"/>
    </w:rPr>
  </w:style>
  <w:style w:type="character" w:customStyle="1" w:styleId="EmailStyle140">
    <w:name w:val="EmailStyle140"/>
    <w:rPr>
      <w:rFonts w:ascii="Century Gothic" w:hAnsi="Century Gothic"/>
      <w:color w:val="auto"/>
      <w:sz w:val="20"/>
    </w:rPr>
  </w:style>
  <w:style w:type="character" w:customStyle="1" w:styleId="EmailStyle1411">
    <w:name w:val="EmailStyle1411"/>
    <w:rPr>
      <w:rFonts w:ascii="Arial" w:hAnsi="Arial"/>
      <w:color w:val="auto"/>
      <w:sz w:val="16"/>
    </w:rPr>
  </w:style>
  <w:style w:type="character" w:customStyle="1" w:styleId="EmailStyle1421">
    <w:name w:val="EmailStyle1421"/>
    <w:rPr>
      <w:rFonts w:ascii="Century Gothic" w:hAnsi="Century Gothic"/>
      <w:color w:val="auto"/>
      <w:sz w:val="20"/>
    </w:rPr>
  </w:style>
  <w:style w:type="character" w:customStyle="1" w:styleId="EmailStyle143">
    <w:name w:val="EmailStyle143"/>
    <w:rPr>
      <w:rFonts w:ascii="Arial" w:hAnsi="Arial"/>
      <w:color w:val="auto"/>
      <w:sz w:val="16"/>
    </w:rPr>
  </w:style>
  <w:style w:type="character" w:customStyle="1" w:styleId="EmailStyle144">
    <w:name w:val="EmailStyle144"/>
    <w:rPr>
      <w:rFonts w:ascii="Century Gothic" w:hAnsi="Century Gothic"/>
      <w:color w:val="auto"/>
      <w:sz w:val="20"/>
    </w:rPr>
  </w:style>
  <w:style w:type="character" w:customStyle="1" w:styleId="EmailStyle1451">
    <w:name w:val="EmailStyle1451"/>
    <w:rPr>
      <w:rFonts w:ascii="Arial" w:hAnsi="Arial"/>
      <w:color w:val="auto"/>
      <w:sz w:val="16"/>
    </w:rPr>
  </w:style>
  <w:style w:type="character" w:customStyle="1" w:styleId="EmailStyle1461">
    <w:name w:val="EmailStyle1461"/>
    <w:rPr>
      <w:rFonts w:ascii="Century Gothic" w:hAnsi="Century Gothic"/>
      <w:color w:val="auto"/>
      <w:sz w:val="20"/>
    </w:rPr>
  </w:style>
  <w:style w:type="character" w:customStyle="1" w:styleId="EmailStyle147">
    <w:name w:val="EmailStyle147"/>
    <w:rPr>
      <w:rFonts w:ascii="Arial" w:hAnsi="Arial"/>
      <w:color w:val="auto"/>
      <w:sz w:val="16"/>
    </w:rPr>
  </w:style>
  <w:style w:type="character" w:customStyle="1" w:styleId="EmailStyle148">
    <w:name w:val="EmailStyle148"/>
    <w:rPr>
      <w:rFonts w:ascii="Century Gothic" w:hAnsi="Century Gothic"/>
      <w:color w:val="auto"/>
      <w:sz w:val="20"/>
    </w:rPr>
  </w:style>
  <w:style w:type="character" w:customStyle="1" w:styleId="EmailStyle1491">
    <w:name w:val="EmailStyle1491"/>
    <w:rPr>
      <w:rFonts w:ascii="Arial" w:hAnsi="Arial"/>
      <w:color w:val="auto"/>
      <w:sz w:val="16"/>
    </w:rPr>
  </w:style>
  <w:style w:type="character" w:customStyle="1" w:styleId="EmailStyle1501">
    <w:name w:val="EmailStyle1501"/>
    <w:rPr>
      <w:rFonts w:ascii="Century Gothic" w:hAnsi="Century Gothic"/>
      <w:color w:val="auto"/>
      <w:sz w:val="20"/>
    </w:rPr>
  </w:style>
  <w:style w:type="character" w:customStyle="1" w:styleId="EmailStyle151">
    <w:name w:val="EmailStyle151"/>
    <w:rPr>
      <w:rFonts w:ascii="Arial" w:hAnsi="Arial"/>
      <w:color w:val="auto"/>
      <w:sz w:val="16"/>
    </w:rPr>
  </w:style>
  <w:style w:type="character" w:customStyle="1" w:styleId="EmailStyle152">
    <w:name w:val="EmailStyle152"/>
    <w:rPr>
      <w:rFonts w:ascii="Century Gothic" w:hAnsi="Century Gothic"/>
      <w:color w:val="auto"/>
      <w:sz w:val="20"/>
    </w:rPr>
  </w:style>
  <w:style w:type="character" w:customStyle="1" w:styleId="EmailStyle1531">
    <w:name w:val="EmailStyle1531"/>
    <w:rPr>
      <w:rFonts w:ascii="Arial" w:hAnsi="Arial"/>
      <w:color w:val="auto"/>
      <w:sz w:val="16"/>
    </w:rPr>
  </w:style>
  <w:style w:type="character" w:customStyle="1" w:styleId="EmailStyle1541">
    <w:name w:val="EmailStyle1541"/>
    <w:rPr>
      <w:rFonts w:ascii="Century Gothic" w:hAnsi="Century Gothic"/>
      <w:color w:val="auto"/>
      <w:sz w:val="20"/>
    </w:rPr>
  </w:style>
  <w:style w:type="character" w:customStyle="1" w:styleId="EmailStyle155">
    <w:name w:val="EmailStyle155"/>
    <w:rPr>
      <w:rFonts w:ascii="Arial" w:hAnsi="Arial"/>
      <w:color w:val="auto"/>
      <w:sz w:val="16"/>
    </w:rPr>
  </w:style>
  <w:style w:type="character" w:customStyle="1" w:styleId="EmailStyle156">
    <w:name w:val="EmailStyle156"/>
    <w:rPr>
      <w:rFonts w:ascii="Century Gothic" w:hAnsi="Century Gothic"/>
      <w:color w:val="auto"/>
      <w:sz w:val="20"/>
    </w:rPr>
  </w:style>
  <w:style w:type="character" w:customStyle="1" w:styleId="EmailStyle1571">
    <w:name w:val="EmailStyle1571"/>
    <w:rPr>
      <w:rFonts w:ascii="Arial" w:hAnsi="Arial"/>
      <w:color w:val="auto"/>
      <w:sz w:val="16"/>
    </w:rPr>
  </w:style>
  <w:style w:type="character" w:customStyle="1" w:styleId="EmailStyle1581">
    <w:name w:val="EmailStyle1581"/>
    <w:rPr>
      <w:rFonts w:ascii="Century Gothic" w:hAnsi="Century Gothic"/>
      <w:color w:val="auto"/>
      <w:sz w:val="20"/>
    </w:rPr>
  </w:style>
  <w:style w:type="character" w:customStyle="1" w:styleId="EmailStyle159">
    <w:name w:val="EmailStyle159"/>
    <w:rPr>
      <w:rFonts w:ascii="Arial" w:hAnsi="Arial"/>
      <w:color w:val="auto"/>
      <w:sz w:val="16"/>
    </w:rPr>
  </w:style>
  <w:style w:type="character" w:customStyle="1" w:styleId="EmailStyle160">
    <w:name w:val="EmailStyle160"/>
    <w:rPr>
      <w:rFonts w:ascii="Century Gothic" w:hAnsi="Century Gothic"/>
      <w:color w:val="auto"/>
      <w:sz w:val="20"/>
    </w:rPr>
  </w:style>
  <w:style w:type="character" w:customStyle="1" w:styleId="EmailStyle1611">
    <w:name w:val="EmailStyle1611"/>
    <w:rPr>
      <w:rFonts w:ascii="Arial" w:hAnsi="Arial"/>
      <w:color w:val="auto"/>
      <w:sz w:val="16"/>
    </w:rPr>
  </w:style>
  <w:style w:type="character" w:customStyle="1" w:styleId="EmailStyle1621">
    <w:name w:val="EmailStyle1621"/>
    <w:rPr>
      <w:rFonts w:ascii="Century Gothic" w:hAnsi="Century Gothic"/>
      <w:color w:val="auto"/>
      <w:sz w:val="20"/>
    </w:rPr>
  </w:style>
  <w:style w:type="character" w:customStyle="1" w:styleId="EmailStyle163">
    <w:name w:val="EmailStyle163"/>
    <w:rPr>
      <w:rFonts w:ascii="Arial" w:hAnsi="Arial"/>
      <w:color w:val="auto"/>
      <w:sz w:val="16"/>
    </w:rPr>
  </w:style>
  <w:style w:type="character" w:customStyle="1" w:styleId="EmailStyle164">
    <w:name w:val="EmailStyle164"/>
    <w:rPr>
      <w:rFonts w:ascii="Century Gothic" w:hAnsi="Century Gothic"/>
      <w:color w:val="auto"/>
      <w:sz w:val="20"/>
    </w:rPr>
  </w:style>
  <w:style w:type="character" w:customStyle="1" w:styleId="EmailStyle1651">
    <w:name w:val="EmailStyle1651"/>
    <w:rPr>
      <w:rFonts w:ascii="Arial" w:hAnsi="Arial"/>
      <w:color w:val="auto"/>
      <w:sz w:val="16"/>
    </w:rPr>
  </w:style>
  <w:style w:type="character" w:customStyle="1" w:styleId="EmailStyle1661">
    <w:name w:val="EmailStyle1661"/>
    <w:rPr>
      <w:rFonts w:ascii="Century Gothic" w:hAnsi="Century Gothic"/>
      <w:color w:val="auto"/>
      <w:sz w:val="20"/>
    </w:rPr>
  </w:style>
  <w:style w:type="character" w:customStyle="1" w:styleId="EmailStyle167">
    <w:name w:val="EmailStyle167"/>
    <w:rPr>
      <w:rFonts w:ascii="Arial" w:hAnsi="Arial"/>
      <w:color w:val="auto"/>
      <w:sz w:val="16"/>
    </w:rPr>
  </w:style>
  <w:style w:type="character" w:customStyle="1" w:styleId="EmailStyle168">
    <w:name w:val="EmailStyle168"/>
    <w:rPr>
      <w:rFonts w:ascii="Century Gothic" w:hAnsi="Century Gothic"/>
      <w:color w:val="auto"/>
      <w:sz w:val="20"/>
    </w:rPr>
  </w:style>
  <w:style w:type="character" w:customStyle="1" w:styleId="EmailStyle169">
    <w:name w:val="EmailStyle169"/>
    <w:rPr>
      <w:rFonts w:ascii="Arial" w:hAnsi="Arial"/>
      <w:color w:val="auto"/>
      <w:sz w:val="16"/>
    </w:rPr>
  </w:style>
  <w:style w:type="character" w:customStyle="1" w:styleId="EmailStyle170">
    <w:name w:val="EmailStyle170"/>
    <w:rPr>
      <w:rFonts w:ascii="Century Gothic" w:hAnsi="Century Gothic"/>
      <w:color w:val="auto"/>
      <w:sz w:val="20"/>
    </w:rPr>
  </w:style>
  <w:style w:type="character" w:customStyle="1" w:styleId="EmailStyle171">
    <w:name w:val="EmailStyle171"/>
    <w:rPr>
      <w:rFonts w:ascii="Arial" w:hAnsi="Arial"/>
      <w:color w:val="auto"/>
      <w:sz w:val="16"/>
    </w:rPr>
  </w:style>
  <w:style w:type="character" w:customStyle="1" w:styleId="EmailStyle172">
    <w:name w:val="EmailStyle172"/>
    <w:rPr>
      <w:rFonts w:ascii="Century Gothic" w:hAnsi="Century Gothic"/>
      <w:color w:val="auto"/>
      <w:sz w:val="20"/>
    </w:rPr>
  </w:style>
  <w:style w:type="character" w:customStyle="1" w:styleId="EmailStyle173">
    <w:name w:val="EmailStyle173"/>
    <w:rPr>
      <w:rFonts w:ascii="Arial" w:hAnsi="Arial"/>
      <w:color w:val="auto"/>
      <w:sz w:val="16"/>
    </w:rPr>
  </w:style>
  <w:style w:type="character" w:customStyle="1" w:styleId="EmailStyle174">
    <w:name w:val="EmailStyle174"/>
    <w:rPr>
      <w:rFonts w:ascii="Century Gothic" w:hAnsi="Century Gothic"/>
      <w:color w:val="auto"/>
      <w:sz w:val="20"/>
    </w:rPr>
  </w:style>
  <w:style w:type="character" w:customStyle="1" w:styleId="EmailStyle175">
    <w:name w:val="EmailStyle175"/>
    <w:rPr>
      <w:rFonts w:ascii="Arial" w:hAnsi="Arial"/>
      <w:color w:val="auto"/>
      <w:sz w:val="16"/>
    </w:rPr>
  </w:style>
  <w:style w:type="character" w:customStyle="1" w:styleId="EmailStyle176">
    <w:name w:val="EmailStyle176"/>
    <w:rPr>
      <w:rFonts w:ascii="Century Gothic" w:hAnsi="Century Gothic"/>
      <w:color w:val="auto"/>
      <w:sz w:val="20"/>
    </w:rPr>
  </w:style>
  <w:style w:type="character" w:customStyle="1" w:styleId="EmailStyle177">
    <w:name w:val="EmailStyle177"/>
    <w:rPr>
      <w:rFonts w:ascii="Arial" w:hAnsi="Arial"/>
      <w:color w:val="auto"/>
      <w:sz w:val="16"/>
    </w:rPr>
  </w:style>
  <w:style w:type="character" w:customStyle="1" w:styleId="EmailStyle178">
    <w:name w:val="EmailStyle178"/>
    <w:rPr>
      <w:rFonts w:ascii="Century Gothic" w:hAnsi="Century Gothic"/>
      <w:color w:val="auto"/>
      <w:sz w:val="20"/>
    </w:rPr>
  </w:style>
  <w:style w:type="character" w:customStyle="1" w:styleId="EmailStyle179">
    <w:name w:val="EmailStyle179"/>
    <w:rPr>
      <w:rFonts w:ascii="Arial" w:hAnsi="Arial"/>
      <w:color w:val="auto"/>
      <w:sz w:val="16"/>
    </w:rPr>
  </w:style>
  <w:style w:type="character" w:customStyle="1" w:styleId="EmailStyle1801">
    <w:name w:val="EmailStyle1801"/>
    <w:rPr>
      <w:rFonts w:ascii="Century Gothic" w:hAnsi="Century Gothic"/>
      <w:color w:val="auto"/>
      <w:sz w:val="20"/>
    </w:rPr>
  </w:style>
  <w:style w:type="character" w:customStyle="1" w:styleId="EmailStyle1811">
    <w:name w:val="EmailStyle1811"/>
    <w:rPr>
      <w:rFonts w:ascii="Arial" w:hAnsi="Arial"/>
      <w:color w:val="auto"/>
      <w:sz w:val="16"/>
    </w:rPr>
  </w:style>
  <w:style w:type="character" w:customStyle="1" w:styleId="EmailStyle1821">
    <w:name w:val="EmailStyle1821"/>
    <w:rPr>
      <w:rFonts w:ascii="Century Gothic" w:hAnsi="Century Gothic"/>
      <w:color w:val="auto"/>
      <w:sz w:val="20"/>
    </w:rPr>
  </w:style>
  <w:style w:type="character" w:customStyle="1" w:styleId="EmailStyle1831">
    <w:name w:val="EmailStyle1831"/>
    <w:rPr>
      <w:rFonts w:ascii="Arial" w:hAnsi="Arial"/>
      <w:color w:val="auto"/>
      <w:sz w:val="16"/>
    </w:rPr>
  </w:style>
  <w:style w:type="character" w:customStyle="1" w:styleId="EmailStyle1841">
    <w:name w:val="EmailStyle1841"/>
    <w:rPr>
      <w:rFonts w:ascii="Century Gothic" w:hAnsi="Century Gothic"/>
      <w:color w:val="auto"/>
      <w:sz w:val="20"/>
    </w:rPr>
  </w:style>
  <w:style w:type="character" w:customStyle="1" w:styleId="EmailStyle1851">
    <w:name w:val="EmailStyle1851"/>
    <w:rPr>
      <w:rFonts w:ascii="Arial" w:hAnsi="Arial"/>
      <w:color w:val="auto"/>
      <w:sz w:val="16"/>
    </w:rPr>
  </w:style>
  <w:style w:type="character" w:customStyle="1" w:styleId="EmailStyle1861">
    <w:name w:val="EmailStyle1861"/>
    <w:rPr>
      <w:rFonts w:ascii="Century Gothic" w:hAnsi="Century Gothic"/>
      <w:color w:val="auto"/>
      <w:sz w:val="20"/>
    </w:rPr>
  </w:style>
  <w:style w:type="character" w:customStyle="1" w:styleId="EmailStyle1871">
    <w:name w:val="EmailStyle1871"/>
    <w:rPr>
      <w:rFonts w:ascii="Arial" w:hAnsi="Arial"/>
      <w:color w:val="auto"/>
      <w:sz w:val="16"/>
    </w:rPr>
  </w:style>
  <w:style w:type="character" w:customStyle="1" w:styleId="EmailStyle1881">
    <w:name w:val="EmailStyle1881"/>
    <w:rPr>
      <w:rFonts w:ascii="Century Gothic" w:hAnsi="Century Gothic"/>
      <w:color w:val="auto"/>
      <w:sz w:val="20"/>
    </w:rPr>
  </w:style>
  <w:style w:type="character" w:customStyle="1" w:styleId="EmailStyle1891">
    <w:name w:val="EmailStyle1891"/>
    <w:rPr>
      <w:rFonts w:ascii="Arial" w:hAnsi="Arial"/>
      <w:color w:val="auto"/>
      <w:sz w:val="16"/>
    </w:rPr>
  </w:style>
  <w:style w:type="character" w:customStyle="1" w:styleId="EmailStyle1901">
    <w:name w:val="EmailStyle1901"/>
    <w:rPr>
      <w:rFonts w:ascii="Century Gothic" w:hAnsi="Century Gothic"/>
      <w:color w:val="auto"/>
      <w:sz w:val="20"/>
    </w:rPr>
  </w:style>
  <w:style w:type="character" w:customStyle="1" w:styleId="EmailStyle1911">
    <w:name w:val="EmailStyle1911"/>
    <w:rPr>
      <w:rFonts w:ascii="Arial" w:hAnsi="Arial"/>
      <w:color w:val="auto"/>
      <w:sz w:val="16"/>
    </w:rPr>
  </w:style>
  <w:style w:type="character" w:customStyle="1" w:styleId="EmailStyle1921">
    <w:name w:val="EmailStyle1921"/>
    <w:rPr>
      <w:rFonts w:ascii="Century Gothic" w:hAnsi="Century Gothic"/>
      <w:color w:val="auto"/>
      <w:sz w:val="20"/>
    </w:rPr>
  </w:style>
  <w:style w:type="character" w:customStyle="1" w:styleId="EmailStyle1931">
    <w:name w:val="EmailStyle1931"/>
    <w:rPr>
      <w:rFonts w:ascii="Arial" w:hAnsi="Arial"/>
      <w:color w:val="auto"/>
      <w:sz w:val="16"/>
    </w:rPr>
  </w:style>
  <w:style w:type="character" w:customStyle="1" w:styleId="EmailStyle1941">
    <w:name w:val="EmailStyle1941"/>
    <w:rPr>
      <w:rFonts w:ascii="Century Gothic" w:hAnsi="Century Gothic"/>
      <w:color w:val="auto"/>
      <w:sz w:val="20"/>
    </w:rPr>
  </w:style>
  <w:style w:type="character" w:customStyle="1" w:styleId="EmailStyle1951">
    <w:name w:val="EmailStyle1951"/>
    <w:rPr>
      <w:rFonts w:ascii="Arial" w:hAnsi="Arial"/>
      <w:color w:val="auto"/>
      <w:sz w:val="16"/>
    </w:rPr>
  </w:style>
  <w:style w:type="character" w:customStyle="1" w:styleId="EmailStyle1961">
    <w:name w:val="EmailStyle1961"/>
    <w:rPr>
      <w:rFonts w:ascii="Century Gothic" w:hAnsi="Century Gothic"/>
      <w:color w:val="auto"/>
      <w:sz w:val="20"/>
    </w:rPr>
  </w:style>
  <w:style w:type="character" w:customStyle="1" w:styleId="EmailStyle1971">
    <w:name w:val="EmailStyle1971"/>
    <w:rPr>
      <w:rFonts w:ascii="Arial" w:hAnsi="Arial"/>
      <w:color w:val="auto"/>
      <w:sz w:val="16"/>
    </w:rPr>
  </w:style>
  <w:style w:type="character" w:customStyle="1" w:styleId="EmailStyle1981">
    <w:name w:val="EmailStyle1981"/>
    <w:rPr>
      <w:rFonts w:ascii="Century Gothic" w:hAnsi="Century Gothic"/>
      <w:color w:val="auto"/>
      <w:sz w:val="20"/>
    </w:rPr>
  </w:style>
  <w:style w:type="character" w:customStyle="1" w:styleId="EmailStyle1991">
    <w:name w:val="EmailStyle1991"/>
    <w:rPr>
      <w:rFonts w:ascii="Arial" w:hAnsi="Arial"/>
      <w:color w:val="auto"/>
      <w:sz w:val="16"/>
    </w:rPr>
  </w:style>
  <w:style w:type="character" w:customStyle="1" w:styleId="EmailStyle2001">
    <w:name w:val="EmailStyle2001"/>
    <w:rPr>
      <w:rFonts w:ascii="Century Gothic" w:hAnsi="Century Gothic"/>
      <w:color w:val="auto"/>
      <w:sz w:val="20"/>
    </w:rPr>
  </w:style>
  <w:style w:type="character" w:customStyle="1" w:styleId="EmailStyle2011">
    <w:name w:val="EmailStyle2011"/>
    <w:rPr>
      <w:rFonts w:ascii="Arial" w:hAnsi="Arial"/>
      <w:color w:val="auto"/>
      <w:sz w:val="16"/>
    </w:rPr>
  </w:style>
  <w:style w:type="character" w:customStyle="1" w:styleId="EmailStyle2021">
    <w:name w:val="EmailStyle2021"/>
    <w:rPr>
      <w:rFonts w:ascii="Century Gothic" w:hAnsi="Century Gothic"/>
      <w:color w:val="auto"/>
      <w:sz w:val="20"/>
    </w:rPr>
  </w:style>
  <w:style w:type="character" w:customStyle="1" w:styleId="EmailStyle2031">
    <w:name w:val="EmailStyle2031"/>
    <w:rPr>
      <w:rFonts w:ascii="Arial" w:hAnsi="Arial"/>
      <w:color w:val="auto"/>
      <w:sz w:val="16"/>
    </w:rPr>
  </w:style>
  <w:style w:type="character" w:customStyle="1" w:styleId="EmailStyle2041">
    <w:name w:val="EmailStyle2041"/>
    <w:rPr>
      <w:rFonts w:ascii="Century Gothic" w:hAnsi="Century Gothic"/>
      <w:color w:val="auto"/>
      <w:sz w:val="20"/>
    </w:rPr>
  </w:style>
  <w:style w:type="character" w:customStyle="1" w:styleId="EmailStyle2051">
    <w:name w:val="EmailStyle2051"/>
    <w:rPr>
      <w:rFonts w:ascii="Arial" w:hAnsi="Arial"/>
      <w:color w:val="auto"/>
      <w:sz w:val="16"/>
    </w:rPr>
  </w:style>
  <w:style w:type="character" w:customStyle="1" w:styleId="EmailStyle2061">
    <w:name w:val="EmailStyle2061"/>
    <w:rPr>
      <w:rFonts w:ascii="Century Gothic" w:hAnsi="Century Gothic"/>
      <w:color w:val="auto"/>
      <w:sz w:val="20"/>
    </w:rPr>
  </w:style>
  <w:style w:type="character" w:customStyle="1" w:styleId="EmailStyle2071">
    <w:name w:val="EmailStyle2071"/>
    <w:rPr>
      <w:rFonts w:ascii="Arial" w:hAnsi="Arial"/>
      <w:color w:val="auto"/>
      <w:sz w:val="16"/>
    </w:rPr>
  </w:style>
  <w:style w:type="character" w:customStyle="1" w:styleId="EmailStyle2081">
    <w:name w:val="EmailStyle2081"/>
    <w:rPr>
      <w:rFonts w:ascii="Century Gothic" w:hAnsi="Century Gothic"/>
      <w:color w:val="auto"/>
      <w:sz w:val="20"/>
    </w:rPr>
  </w:style>
  <w:style w:type="character" w:customStyle="1" w:styleId="EmailStyle2091">
    <w:name w:val="EmailStyle2091"/>
    <w:rPr>
      <w:rFonts w:ascii="Arial" w:hAnsi="Arial"/>
      <w:color w:val="auto"/>
      <w:sz w:val="16"/>
    </w:rPr>
  </w:style>
  <w:style w:type="character" w:customStyle="1" w:styleId="EmailStyle2101">
    <w:name w:val="EmailStyle2101"/>
    <w:rPr>
      <w:rFonts w:ascii="Century Gothic" w:hAnsi="Century Gothic"/>
      <w:color w:val="auto"/>
      <w:sz w:val="20"/>
    </w:rPr>
  </w:style>
  <w:style w:type="character" w:customStyle="1" w:styleId="EmailStyle2111">
    <w:name w:val="EmailStyle2111"/>
    <w:rPr>
      <w:rFonts w:ascii="Arial" w:hAnsi="Arial"/>
      <w:color w:val="auto"/>
      <w:sz w:val="16"/>
    </w:rPr>
  </w:style>
  <w:style w:type="character" w:customStyle="1" w:styleId="EmailStyle2121">
    <w:name w:val="EmailStyle2121"/>
    <w:rPr>
      <w:rFonts w:ascii="Century Gothic" w:hAnsi="Century Gothic"/>
      <w:color w:val="auto"/>
      <w:sz w:val="20"/>
    </w:rPr>
  </w:style>
  <w:style w:type="character" w:customStyle="1" w:styleId="EmailStyle2131">
    <w:name w:val="EmailStyle2131"/>
    <w:rPr>
      <w:rFonts w:ascii="Arial" w:hAnsi="Arial"/>
      <w:color w:val="auto"/>
      <w:sz w:val="16"/>
    </w:rPr>
  </w:style>
  <w:style w:type="character" w:customStyle="1" w:styleId="EmailStyle2141">
    <w:name w:val="EmailStyle2141"/>
    <w:rPr>
      <w:rFonts w:ascii="Century Gothic" w:hAnsi="Century Gothic"/>
      <w:color w:val="auto"/>
      <w:sz w:val="20"/>
    </w:rPr>
  </w:style>
  <w:style w:type="character" w:customStyle="1" w:styleId="EmailStyle2151">
    <w:name w:val="EmailStyle2151"/>
    <w:rPr>
      <w:rFonts w:ascii="Arial" w:hAnsi="Arial"/>
      <w:color w:val="auto"/>
      <w:sz w:val="16"/>
    </w:rPr>
  </w:style>
  <w:style w:type="character" w:customStyle="1" w:styleId="EmailStyle2161">
    <w:name w:val="EmailStyle2161"/>
    <w:rPr>
      <w:rFonts w:ascii="Century Gothic" w:hAnsi="Century Gothic"/>
      <w:color w:val="auto"/>
      <w:sz w:val="20"/>
    </w:rPr>
  </w:style>
  <w:style w:type="character" w:customStyle="1" w:styleId="EmailStyle2171">
    <w:name w:val="EmailStyle2171"/>
    <w:rPr>
      <w:rFonts w:ascii="Arial" w:hAnsi="Arial"/>
      <w:color w:val="auto"/>
      <w:sz w:val="16"/>
    </w:rPr>
  </w:style>
  <w:style w:type="character" w:customStyle="1" w:styleId="EmailStyle2181">
    <w:name w:val="EmailStyle2181"/>
    <w:rPr>
      <w:rFonts w:ascii="Century Gothic" w:hAnsi="Century Gothic"/>
      <w:color w:val="auto"/>
      <w:sz w:val="20"/>
    </w:rPr>
  </w:style>
  <w:style w:type="character" w:customStyle="1" w:styleId="EmailStyle2191">
    <w:name w:val="EmailStyle2191"/>
    <w:rPr>
      <w:rFonts w:ascii="Arial" w:hAnsi="Arial"/>
      <w:color w:val="auto"/>
      <w:sz w:val="16"/>
    </w:rPr>
  </w:style>
  <w:style w:type="character" w:customStyle="1" w:styleId="EmailStyle2201">
    <w:name w:val="EmailStyle2201"/>
    <w:rPr>
      <w:rFonts w:ascii="Century Gothic" w:hAnsi="Century Gothic"/>
      <w:color w:val="auto"/>
      <w:sz w:val="20"/>
    </w:rPr>
  </w:style>
  <w:style w:type="character" w:customStyle="1" w:styleId="EmailStyle2211">
    <w:name w:val="EmailStyle2211"/>
    <w:rPr>
      <w:rFonts w:ascii="Arial" w:hAnsi="Arial"/>
      <w:color w:val="auto"/>
      <w:sz w:val="16"/>
    </w:rPr>
  </w:style>
  <w:style w:type="character" w:customStyle="1" w:styleId="EmailStyle2221">
    <w:name w:val="EmailStyle2221"/>
    <w:rPr>
      <w:rFonts w:ascii="Century Gothic" w:hAnsi="Century Gothic"/>
      <w:color w:val="auto"/>
      <w:sz w:val="20"/>
    </w:rPr>
  </w:style>
  <w:style w:type="character" w:customStyle="1" w:styleId="EmailStyle2231">
    <w:name w:val="EmailStyle2231"/>
    <w:rPr>
      <w:rFonts w:ascii="Arial" w:hAnsi="Arial"/>
      <w:color w:val="auto"/>
      <w:sz w:val="16"/>
    </w:rPr>
  </w:style>
  <w:style w:type="character" w:customStyle="1" w:styleId="EmailStyle224">
    <w:name w:val="EmailStyle224"/>
    <w:rPr>
      <w:rFonts w:ascii="Century Gothic" w:hAnsi="Century Gothic"/>
      <w:color w:val="auto"/>
      <w:sz w:val="20"/>
    </w:rPr>
  </w:style>
  <w:style w:type="character" w:customStyle="1" w:styleId="EmailStyle225">
    <w:name w:val="EmailStyle225"/>
    <w:rPr>
      <w:rFonts w:ascii="Arial" w:hAnsi="Arial"/>
      <w:color w:val="auto"/>
      <w:sz w:val="16"/>
    </w:rPr>
  </w:style>
  <w:style w:type="character" w:customStyle="1" w:styleId="EmailStyle226">
    <w:name w:val="EmailStyle226"/>
    <w:rPr>
      <w:rFonts w:ascii="Century Gothic" w:hAnsi="Century Gothic"/>
      <w:color w:val="auto"/>
      <w:sz w:val="20"/>
    </w:rPr>
  </w:style>
  <w:style w:type="character" w:customStyle="1" w:styleId="EmailStyle227">
    <w:name w:val="EmailStyle227"/>
    <w:rPr>
      <w:rFonts w:ascii="Arial" w:hAnsi="Arial"/>
      <w:color w:val="auto"/>
      <w:sz w:val="16"/>
    </w:rPr>
  </w:style>
  <w:style w:type="character" w:customStyle="1" w:styleId="EmailStyle228">
    <w:name w:val="EmailStyle228"/>
    <w:rPr>
      <w:rFonts w:ascii="Century Gothic" w:hAnsi="Century Gothic"/>
      <w:color w:val="auto"/>
      <w:sz w:val="20"/>
    </w:rPr>
  </w:style>
  <w:style w:type="character" w:customStyle="1" w:styleId="EmailStyle229">
    <w:name w:val="EmailStyle229"/>
    <w:rPr>
      <w:rFonts w:ascii="Arial" w:hAnsi="Arial"/>
      <w:color w:val="auto"/>
      <w:sz w:val="16"/>
    </w:rPr>
  </w:style>
  <w:style w:type="character" w:customStyle="1" w:styleId="EmailStyle230">
    <w:name w:val="EmailStyle230"/>
    <w:rPr>
      <w:rFonts w:ascii="Century Gothic" w:hAnsi="Century Gothic"/>
      <w:color w:val="auto"/>
      <w:sz w:val="20"/>
    </w:rPr>
  </w:style>
  <w:style w:type="character" w:customStyle="1" w:styleId="EmailStyle231">
    <w:name w:val="EmailStyle231"/>
    <w:rPr>
      <w:rFonts w:ascii="Arial" w:hAnsi="Arial"/>
      <w:color w:val="auto"/>
      <w:sz w:val="16"/>
    </w:rPr>
  </w:style>
  <w:style w:type="character" w:customStyle="1" w:styleId="EmailStyle232">
    <w:name w:val="EmailStyle232"/>
    <w:rPr>
      <w:rFonts w:ascii="Century Gothic" w:hAnsi="Century Gothic"/>
      <w:color w:val="auto"/>
      <w:sz w:val="20"/>
    </w:rPr>
  </w:style>
  <w:style w:type="character" w:customStyle="1" w:styleId="EmailStyle233">
    <w:name w:val="EmailStyle233"/>
    <w:rPr>
      <w:rFonts w:ascii="Arial" w:hAnsi="Arial"/>
      <w:color w:val="auto"/>
      <w:sz w:val="16"/>
    </w:rPr>
  </w:style>
  <w:style w:type="character" w:customStyle="1" w:styleId="EmailStyle234">
    <w:name w:val="EmailStyle234"/>
    <w:rPr>
      <w:rFonts w:ascii="Century Gothic" w:hAnsi="Century Gothic"/>
      <w:color w:val="auto"/>
      <w:sz w:val="20"/>
    </w:rPr>
  </w:style>
  <w:style w:type="character" w:customStyle="1" w:styleId="EmailStyle235">
    <w:name w:val="EmailStyle235"/>
    <w:rPr>
      <w:rFonts w:ascii="Arial" w:hAnsi="Arial"/>
      <w:color w:val="auto"/>
      <w:sz w:val="16"/>
    </w:rPr>
  </w:style>
  <w:style w:type="character" w:customStyle="1" w:styleId="EmailStyle236">
    <w:name w:val="EmailStyle236"/>
    <w:rPr>
      <w:rFonts w:ascii="Century Gothic" w:hAnsi="Century Gothic"/>
      <w:color w:val="auto"/>
      <w:sz w:val="20"/>
    </w:rPr>
  </w:style>
  <w:style w:type="character" w:customStyle="1" w:styleId="EmailStyle237">
    <w:name w:val="EmailStyle237"/>
    <w:rPr>
      <w:rFonts w:ascii="Arial" w:hAnsi="Arial"/>
      <w:color w:val="auto"/>
      <w:sz w:val="16"/>
    </w:rPr>
  </w:style>
  <w:style w:type="character" w:customStyle="1" w:styleId="EmailStyle238">
    <w:name w:val="EmailStyle238"/>
    <w:rPr>
      <w:rFonts w:ascii="Century Gothic" w:hAnsi="Century Gothic"/>
      <w:color w:val="auto"/>
      <w:sz w:val="20"/>
    </w:rPr>
  </w:style>
  <w:style w:type="character" w:customStyle="1" w:styleId="EmailStyle239">
    <w:name w:val="EmailStyle239"/>
    <w:rPr>
      <w:rFonts w:ascii="Arial" w:hAnsi="Arial"/>
      <w:color w:val="auto"/>
      <w:sz w:val="16"/>
    </w:rPr>
  </w:style>
  <w:style w:type="character" w:customStyle="1" w:styleId="EmailStyle240">
    <w:name w:val="EmailStyle240"/>
    <w:rPr>
      <w:rFonts w:ascii="Century Gothic" w:hAnsi="Century Gothic"/>
      <w:color w:val="auto"/>
      <w:sz w:val="20"/>
    </w:rPr>
  </w:style>
  <w:style w:type="character" w:customStyle="1" w:styleId="EmailStyle241">
    <w:name w:val="EmailStyle241"/>
    <w:rPr>
      <w:rFonts w:ascii="Arial" w:hAnsi="Arial"/>
      <w:color w:val="auto"/>
      <w:sz w:val="16"/>
    </w:rPr>
  </w:style>
  <w:style w:type="character" w:customStyle="1" w:styleId="EmailStyle242">
    <w:name w:val="EmailStyle242"/>
    <w:rPr>
      <w:rFonts w:ascii="Century Gothic" w:hAnsi="Century Gothic"/>
      <w:color w:val="auto"/>
      <w:sz w:val="20"/>
    </w:rPr>
  </w:style>
  <w:style w:type="character" w:customStyle="1" w:styleId="EmailStyle243">
    <w:name w:val="EmailStyle243"/>
    <w:rPr>
      <w:rFonts w:ascii="Arial" w:hAnsi="Arial"/>
      <w:color w:val="auto"/>
      <w:sz w:val="16"/>
    </w:rPr>
  </w:style>
  <w:style w:type="character" w:customStyle="1" w:styleId="EmailStyle244">
    <w:name w:val="EmailStyle244"/>
    <w:rPr>
      <w:rFonts w:ascii="Century Gothic" w:hAnsi="Century Gothic"/>
      <w:color w:val="auto"/>
      <w:sz w:val="20"/>
    </w:rPr>
  </w:style>
  <w:style w:type="character" w:customStyle="1" w:styleId="EmailStyle245">
    <w:name w:val="EmailStyle245"/>
    <w:rPr>
      <w:rFonts w:ascii="Arial" w:hAnsi="Arial"/>
      <w:color w:val="auto"/>
      <w:sz w:val="16"/>
    </w:rPr>
  </w:style>
  <w:style w:type="character" w:customStyle="1" w:styleId="EmailStyle246">
    <w:name w:val="EmailStyle246"/>
    <w:rPr>
      <w:rFonts w:ascii="Century Gothic" w:hAnsi="Century Gothic"/>
      <w:color w:val="auto"/>
      <w:sz w:val="20"/>
    </w:rPr>
  </w:style>
  <w:style w:type="character" w:customStyle="1" w:styleId="EmailStyle247">
    <w:name w:val="EmailStyle247"/>
    <w:rPr>
      <w:rFonts w:ascii="Arial" w:hAnsi="Arial"/>
      <w:color w:val="auto"/>
      <w:sz w:val="16"/>
    </w:rPr>
  </w:style>
  <w:style w:type="character" w:customStyle="1" w:styleId="EmailStyle248">
    <w:name w:val="EmailStyle248"/>
    <w:rPr>
      <w:rFonts w:ascii="Century Gothic" w:hAnsi="Century Gothic"/>
      <w:color w:val="auto"/>
      <w:sz w:val="20"/>
    </w:rPr>
  </w:style>
  <w:style w:type="character" w:customStyle="1" w:styleId="EmailStyle249">
    <w:name w:val="EmailStyle249"/>
    <w:rPr>
      <w:rFonts w:ascii="Arial" w:hAnsi="Arial"/>
      <w:color w:val="auto"/>
      <w:sz w:val="16"/>
    </w:rPr>
  </w:style>
  <w:style w:type="character" w:customStyle="1" w:styleId="EmailStyle250">
    <w:name w:val="EmailStyle250"/>
    <w:rPr>
      <w:rFonts w:ascii="Century Gothic" w:hAnsi="Century Gothic"/>
      <w:color w:val="auto"/>
      <w:sz w:val="20"/>
    </w:rPr>
  </w:style>
  <w:style w:type="character" w:customStyle="1" w:styleId="EmailStyle251">
    <w:name w:val="EmailStyle251"/>
    <w:rPr>
      <w:rFonts w:ascii="Arial" w:hAnsi="Arial"/>
      <w:color w:val="auto"/>
      <w:sz w:val="16"/>
    </w:rPr>
  </w:style>
  <w:style w:type="character" w:customStyle="1" w:styleId="EmailStyle252">
    <w:name w:val="EmailStyle252"/>
    <w:rPr>
      <w:rFonts w:ascii="Century Gothic" w:hAnsi="Century Gothic"/>
      <w:color w:val="auto"/>
      <w:sz w:val="20"/>
    </w:rPr>
  </w:style>
  <w:style w:type="character" w:customStyle="1" w:styleId="EmailStyle253">
    <w:name w:val="EmailStyle253"/>
    <w:rPr>
      <w:rFonts w:ascii="Arial" w:hAnsi="Arial"/>
      <w:color w:val="auto"/>
      <w:sz w:val="16"/>
    </w:rPr>
  </w:style>
  <w:style w:type="character" w:customStyle="1" w:styleId="EmailStyle254">
    <w:name w:val="EmailStyle254"/>
    <w:rPr>
      <w:rFonts w:ascii="Century Gothic" w:hAnsi="Century Gothic"/>
      <w:color w:val="auto"/>
      <w:sz w:val="20"/>
    </w:rPr>
  </w:style>
  <w:style w:type="character" w:customStyle="1" w:styleId="EmailStyle255">
    <w:name w:val="EmailStyle255"/>
    <w:rPr>
      <w:rFonts w:ascii="Arial" w:hAnsi="Arial"/>
      <w:color w:val="auto"/>
      <w:sz w:val="16"/>
    </w:rPr>
  </w:style>
  <w:style w:type="character" w:customStyle="1" w:styleId="EmailStyle256">
    <w:name w:val="EmailStyle256"/>
    <w:rPr>
      <w:rFonts w:ascii="Century Gothic" w:hAnsi="Century Gothic"/>
      <w:color w:val="auto"/>
      <w:sz w:val="20"/>
    </w:rPr>
  </w:style>
  <w:style w:type="character" w:customStyle="1" w:styleId="EmailStyle257">
    <w:name w:val="EmailStyle257"/>
    <w:rPr>
      <w:rFonts w:ascii="Arial" w:hAnsi="Arial"/>
      <w:color w:val="auto"/>
      <w:sz w:val="16"/>
    </w:rPr>
  </w:style>
  <w:style w:type="character" w:customStyle="1" w:styleId="EmailStyle258">
    <w:name w:val="EmailStyle258"/>
    <w:rPr>
      <w:rFonts w:ascii="Century Gothic" w:hAnsi="Century Gothic"/>
      <w:color w:val="auto"/>
      <w:sz w:val="20"/>
    </w:rPr>
  </w:style>
  <w:style w:type="character" w:customStyle="1" w:styleId="EmailStyle259">
    <w:name w:val="EmailStyle259"/>
    <w:rPr>
      <w:rFonts w:ascii="Arial" w:hAnsi="Arial"/>
      <w:color w:val="auto"/>
      <w:sz w:val="16"/>
    </w:rPr>
  </w:style>
  <w:style w:type="character" w:customStyle="1" w:styleId="EmailStyle260">
    <w:name w:val="EmailStyle260"/>
    <w:rPr>
      <w:rFonts w:ascii="Century Gothic" w:hAnsi="Century Gothic"/>
      <w:color w:val="auto"/>
      <w:sz w:val="20"/>
    </w:rPr>
  </w:style>
  <w:style w:type="character" w:customStyle="1" w:styleId="EmailStyle261">
    <w:name w:val="EmailStyle261"/>
    <w:rPr>
      <w:rFonts w:ascii="Arial" w:hAnsi="Arial"/>
      <w:color w:val="auto"/>
      <w:sz w:val="16"/>
    </w:rPr>
  </w:style>
  <w:style w:type="character" w:customStyle="1" w:styleId="EmailStyle262">
    <w:name w:val="EmailStyle262"/>
    <w:rPr>
      <w:rFonts w:ascii="Century Gothic" w:hAnsi="Century Gothic"/>
      <w:color w:val="auto"/>
      <w:sz w:val="20"/>
    </w:rPr>
  </w:style>
  <w:style w:type="character" w:customStyle="1" w:styleId="EmailStyle263">
    <w:name w:val="EmailStyle263"/>
    <w:rPr>
      <w:rFonts w:ascii="Arial" w:hAnsi="Arial"/>
      <w:color w:val="auto"/>
      <w:sz w:val="16"/>
    </w:rPr>
  </w:style>
  <w:style w:type="character" w:customStyle="1" w:styleId="EmailStyle264">
    <w:name w:val="EmailStyle264"/>
    <w:rPr>
      <w:rFonts w:ascii="Century Gothic" w:hAnsi="Century Gothic"/>
      <w:color w:val="auto"/>
      <w:sz w:val="20"/>
    </w:rPr>
  </w:style>
  <w:style w:type="character" w:customStyle="1" w:styleId="EmailStyle265">
    <w:name w:val="EmailStyle265"/>
    <w:rPr>
      <w:rFonts w:ascii="Arial" w:hAnsi="Arial"/>
      <w:color w:val="auto"/>
      <w:sz w:val="16"/>
    </w:rPr>
  </w:style>
  <w:style w:type="character" w:customStyle="1" w:styleId="EmailStyle266">
    <w:name w:val="EmailStyle266"/>
    <w:rPr>
      <w:rFonts w:ascii="Century Gothic" w:hAnsi="Century Gothic"/>
      <w:color w:val="auto"/>
      <w:sz w:val="20"/>
    </w:rPr>
  </w:style>
  <w:style w:type="character" w:customStyle="1" w:styleId="EmailStyle267">
    <w:name w:val="EmailStyle267"/>
    <w:rPr>
      <w:rFonts w:ascii="Arial" w:hAnsi="Arial"/>
      <w:color w:val="auto"/>
      <w:sz w:val="16"/>
    </w:rPr>
  </w:style>
  <w:style w:type="character" w:customStyle="1" w:styleId="EmailStyle269">
    <w:name w:val="EmailStyle269"/>
    <w:rPr>
      <w:rFonts w:ascii="Century Gothic" w:hAnsi="Century Gothic"/>
      <w:color w:val="auto"/>
      <w:sz w:val="20"/>
    </w:rPr>
  </w:style>
  <w:style w:type="character" w:customStyle="1" w:styleId="EmailStyle270">
    <w:name w:val="EmailStyle270"/>
    <w:rPr>
      <w:rFonts w:ascii="Arial" w:hAnsi="Arial"/>
      <w:color w:val="auto"/>
      <w:sz w:val="16"/>
    </w:rPr>
  </w:style>
  <w:style w:type="character" w:customStyle="1" w:styleId="EmailStyle271">
    <w:name w:val="EmailStyle271"/>
    <w:rPr>
      <w:rFonts w:ascii="Century Gothic" w:hAnsi="Century Gothic"/>
      <w:color w:val="auto"/>
      <w:sz w:val="20"/>
    </w:rPr>
  </w:style>
  <w:style w:type="character" w:customStyle="1" w:styleId="EmailStyle272">
    <w:name w:val="EmailStyle272"/>
    <w:rPr>
      <w:rFonts w:ascii="Arial" w:hAnsi="Arial"/>
      <w:color w:val="auto"/>
      <w:sz w:val="16"/>
    </w:rPr>
  </w:style>
  <w:style w:type="character" w:customStyle="1" w:styleId="EmailStyle273">
    <w:name w:val="EmailStyle273"/>
    <w:rPr>
      <w:rFonts w:ascii="Century Gothic" w:hAnsi="Century Gothic"/>
      <w:color w:val="auto"/>
      <w:sz w:val="20"/>
    </w:rPr>
  </w:style>
  <w:style w:type="character" w:customStyle="1" w:styleId="EmailStyle274">
    <w:name w:val="EmailStyle274"/>
    <w:rPr>
      <w:rFonts w:ascii="Arial" w:hAnsi="Arial"/>
      <w:color w:val="auto"/>
      <w:sz w:val="16"/>
    </w:rPr>
  </w:style>
  <w:style w:type="character" w:customStyle="1" w:styleId="EmailStyle275">
    <w:name w:val="EmailStyle275"/>
    <w:rPr>
      <w:rFonts w:ascii="Century Gothic" w:hAnsi="Century Gothic"/>
      <w:color w:val="auto"/>
      <w:sz w:val="20"/>
    </w:rPr>
  </w:style>
  <w:style w:type="character" w:customStyle="1" w:styleId="EmailStyle276">
    <w:name w:val="EmailStyle276"/>
    <w:rPr>
      <w:rFonts w:ascii="Arial" w:hAnsi="Arial"/>
      <w:color w:val="auto"/>
      <w:sz w:val="16"/>
    </w:rPr>
  </w:style>
  <w:style w:type="character" w:customStyle="1" w:styleId="EmailStyle277">
    <w:name w:val="EmailStyle277"/>
    <w:rPr>
      <w:rFonts w:ascii="Century Gothic" w:hAnsi="Century Gothic"/>
      <w:color w:val="auto"/>
      <w:sz w:val="20"/>
    </w:rPr>
  </w:style>
  <w:style w:type="character" w:customStyle="1" w:styleId="EmailStyle278">
    <w:name w:val="EmailStyle278"/>
    <w:rPr>
      <w:rFonts w:ascii="Arial" w:hAnsi="Arial"/>
      <w:color w:val="auto"/>
      <w:sz w:val="16"/>
    </w:rPr>
  </w:style>
  <w:style w:type="character" w:customStyle="1" w:styleId="EmailStyle279">
    <w:name w:val="EmailStyle279"/>
    <w:rPr>
      <w:rFonts w:ascii="Century Gothic" w:hAnsi="Century Gothic"/>
      <w:color w:val="auto"/>
      <w:sz w:val="20"/>
    </w:rPr>
  </w:style>
  <w:style w:type="character" w:customStyle="1" w:styleId="EmailStyle280">
    <w:name w:val="EmailStyle280"/>
    <w:rPr>
      <w:rFonts w:ascii="Arial" w:hAnsi="Arial"/>
      <w:color w:val="auto"/>
      <w:sz w:val="16"/>
    </w:rPr>
  </w:style>
  <w:style w:type="character" w:customStyle="1" w:styleId="EmailStyle281">
    <w:name w:val="EmailStyle281"/>
    <w:rPr>
      <w:rFonts w:ascii="Century Gothic" w:hAnsi="Century Gothic"/>
      <w:color w:val="auto"/>
      <w:sz w:val="20"/>
    </w:rPr>
  </w:style>
  <w:style w:type="character" w:customStyle="1" w:styleId="EmailStyle282">
    <w:name w:val="EmailStyle282"/>
    <w:rPr>
      <w:rFonts w:ascii="Arial" w:hAnsi="Arial"/>
      <w:color w:val="auto"/>
      <w:sz w:val="16"/>
    </w:rPr>
  </w:style>
  <w:style w:type="character" w:customStyle="1" w:styleId="EmailStyle283">
    <w:name w:val="EmailStyle283"/>
    <w:rPr>
      <w:rFonts w:ascii="Century Gothic" w:hAnsi="Century Gothic"/>
      <w:color w:val="auto"/>
      <w:sz w:val="20"/>
    </w:rPr>
  </w:style>
  <w:style w:type="character" w:customStyle="1" w:styleId="EmailStyle284">
    <w:name w:val="EmailStyle284"/>
    <w:rPr>
      <w:rFonts w:ascii="Arial" w:hAnsi="Arial"/>
      <w:color w:val="auto"/>
      <w:sz w:val="16"/>
    </w:rPr>
  </w:style>
  <w:style w:type="character" w:customStyle="1" w:styleId="EmailStyle285">
    <w:name w:val="EmailStyle285"/>
    <w:rPr>
      <w:rFonts w:ascii="Century Gothic" w:hAnsi="Century Gothic"/>
      <w:color w:val="auto"/>
      <w:sz w:val="20"/>
    </w:rPr>
  </w:style>
  <w:style w:type="character" w:customStyle="1" w:styleId="EmailStyle286">
    <w:name w:val="EmailStyle286"/>
    <w:rPr>
      <w:rFonts w:ascii="Arial" w:hAnsi="Arial"/>
      <w:color w:val="auto"/>
      <w:sz w:val="16"/>
    </w:rPr>
  </w:style>
  <w:style w:type="character" w:customStyle="1" w:styleId="EmailStyle287">
    <w:name w:val="EmailStyle287"/>
    <w:rPr>
      <w:rFonts w:ascii="Century Gothic" w:hAnsi="Century Gothic"/>
      <w:color w:val="auto"/>
      <w:sz w:val="20"/>
    </w:rPr>
  </w:style>
  <w:style w:type="character" w:customStyle="1" w:styleId="EmailStyle288">
    <w:name w:val="EmailStyle288"/>
    <w:rPr>
      <w:rFonts w:ascii="Arial" w:hAnsi="Arial"/>
      <w:color w:val="auto"/>
      <w:sz w:val="16"/>
    </w:rPr>
  </w:style>
  <w:style w:type="character" w:customStyle="1" w:styleId="EmailStyle289">
    <w:name w:val="EmailStyle289"/>
    <w:rPr>
      <w:rFonts w:ascii="Century Gothic" w:hAnsi="Century Gothic"/>
      <w:color w:val="auto"/>
      <w:sz w:val="20"/>
    </w:rPr>
  </w:style>
  <w:style w:type="character" w:customStyle="1" w:styleId="EmailStyle290">
    <w:name w:val="EmailStyle290"/>
    <w:rPr>
      <w:rFonts w:ascii="Arial" w:hAnsi="Arial"/>
      <w:color w:val="auto"/>
      <w:sz w:val="16"/>
    </w:rPr>
  </w:style>
  <w:style w:type="character" w:customStyle="1" w:styleId="EmailStyle291">
    <w:name w:val="EmailStyle291"/>
    <w:rPr>
      <w:rFonts w:ascii="Century Gothic" w:hAnsi="Century Gothic"/>
      <w:color w:val="auto"/>
      <w:sz w:val="20"/>
    </w:rPr>
  </w:style>
  <w:style w:type="character" w:customStyle="1" w:styleId="EmailStyle292">
    <w:name w:val="EmailStyle292"/>
    <w:rPr>
      <w:rFonts w:ascii="Arial" w:hAnsi="Arial"/>
      <w:color w:val="auto"/>
      <w:sz w:val="16"/>
    </w:rPr>
  </w:style>
  <w:style w:type="character" w:customStyle="1" w:styleId="EmailStyle293">
    <w:name w:val="EmailStyle293"/>
    <w:rPr>
      <w:rFonts w:ascii="Century Gothic" w:hAnsi="Century Gothic"/>
      <w:color w:val="auto"/>
      <w:sz w:val="20"/>
    </w:rPr>
  </w:style>
  <w:style w:type="character" w:customStyle="1" w:styleId="EmailStyle294">
    <w:name w:val="EmailStyle294"/>
    <w:rPr>
      <w:rFonts w:ascii="Arial" w:hAnsi="Arial"/>
      <w:color w:val="auto"/>
      <w:sz w:val="16"/>
    </w:rPr>
  </w:style>
  <w:style w:type="character" w:customStyle="1" w:styleId="EmailStyle295">
    <w:name w:val="EmailStyle295"/>
    <w:rPr>
      <w:rFonts w:ascii="Century Gothic" w:hAnsi="Century Gothic"/>
      <w:color w:val="auto"/>
      <w:sz w:val="20"/>
    </w:rPr>
  </w:style>
  <w:style w:type="character" w:customStyle="1" w:styleId="EmailStyle296">
    <w:name w:val="EmailStyle296"/>
    <w:rPr>
      <w:rFonts w:ascii="Arial" w:hAnsi="Arial"/>
      <w:color w:val="auto"/>
      <w:sz w:val="16"/>
    </w:rPr>
  </w:style>
  <w:style w:type="character" w:customStyle="1" w:styleId="EmailStyle297">
    <w:name w:val="EmailStyle297"/>
    <w:rPr>
      <w:rFonts w:ascii="Century Gothic" w:hAnsi="Century Gothic"/>
      <w:color w:val="auto"/>
      <w:sz w:val="20"/>
    </w:rPr>
  </w:style>
  <w:style w:type="character" w:customStyle="1" w:styleId="EmailStyle298">
    <w:name w:val="EmailStyle298"/>
    <w:rPr>
      <w:rFonts w:ascii="Arial" w:hAnsi="Arial"/>
      <w:color w:val="auto"/>
      <w:sz w:val="16"/>
    </w:rPr>
  </w:style>
  <w:style w:type="character" w:customStyle="1" w:styleId="EmailStyle299">
    <w:name w:val="EmailStyle299"/>
    <w:rPr>
      <w:rFonts w:ascii="Century Gothic" w:hAnsi="Century Gothic"/>
      <w:color w:val="auto"/>
      <w:sz w:val="20"/>
    </w:rPr>
  </w:style>
  <w:style w:type="character" w:customStyle="1" w:styleId="EmailStyle300">
    <w:name w:val="EmailStyle300"/>
    <w:rPr>
      <w:rFonts w:ascii="Arial" w:hAnsi="Arial"/>
      <w:color w:val="auto"/>
      <w:sz w:val="16"/>
    </w:rPr>
  </w:style>
  <w:style w:type="character" w:customStyle="1" w:styleId="EmailStyle301">
    <w:name w:val="EmailStyle301"/>
    <w:rPr>
      <w:rFonts w:ascii="Century Gothic" w:hAnsi="Century Gothic"/>
      <w:color w:val="auto"/>
      <w:sz w:val="20"/>
    </w:rPr>
  </w:style>
  <w:style w:type="character" w:customStyle="1" w:styleId="EmailStyle302">
    <w:name w:val="EmailStyle302"/>
    <w:rPr>
      <w:rFonts w:ascii="Arial" w:hAnsi="Arial"/>
      <w:color w:val="auto"/>
      <w:sz w:val="16"/>
    </w:rPr>
  </w:style>
  <w:style w:type="character" w:customStyle="1" w:styleId="EmailStyle303">
    <w:name w:val="EmailStyle303"/>
    <w:rPr>
      <w:rFonts w:ascii="Century Gothic" w:hAnsi="Century Gothic"/>
      <w:color w:val="auto"/>
      <w:sz w:val="20"/>
    </w:rPr>
  </w:style>
  <w:style w:type="character" w:customStyle="1" w:styleId="EmailStyle304">
    <w:name w:val="EmailStyle304"/>
    <w:rPr>
      <w:rFonts w:ascii="Arial" w:hAnsi="Arial"/>
      <w:color w:val="auto"/>
      <w:sz w:val="16"/>
    </w:rPr>
  </w:style>
  <w:style w:type="character" w:customStyle="1" w:styleId="EmailStyle305">
    <w:name w:val="EmailStyle305"/>
    <w:rPr>
      <w:rFonts w:ascii="Century Gothic" w:hAnsi="Century Gothic"/>
      <w:color w:val="auto"/>
      <w:sz w:val="20"/>
    </w:rPr>
  </w:style>
  <w:style w:type="character" w:customStyle="1" w:styleId="EmailStyle306">
    <w:name w:val="EmailStyle306"/>
    <w:rPr>
      <w:rFonts w:ascii="Arial" w:hAnsi="Arial"/>
      <w:color w:val="auto"/>
      <w:sz w:val="16"/>
    </w:rPr>
  </w:style>
  <w:style w:type="character" w:customStyle="1" w:styleId="EmailStyle307">
    <w:name w:val="EmailStyle307"/>
    <w:rPr>
      <w:rFonts w:ascii="Century Gothic" w:hAnsi="Century Gothic"/>
      <w:color w:val="auto"/>
      <w:sz w:val="20"/>
    </w:rPr>
  </w:style>
  <w:style w:type="character" w:customStyle="1" w:styleId="EmailStyle308">
    <w:name w:val="EmailStyle308"/>
    <w:rPr>
      <w:rFonts w:ascii="Arial" w:hAnsi="Arial"/>
      <w:color w:val="auto"/>
      <w:sz w:val="16"/>
    </w:rPr>
  </w:style>
  <w:style w:type="character" w:customStyle="1" w:styleId="EmailStyle309">
    <w:name w:val="EmailStyle309"/>
    <w:rPr>
      <w:rFonts w:ascii="Century Gothic" w:hAnsi="Century Gothic"/>
      <w:color w:val="auto"/>
      <w:sz w:val="20"/>
    </w:rPr>
  </w:style>
  <w:style w:type="character" w:customStyle="1" w:styleId="EmailStyle310">
    <w:name w:val="EmailStyle310"/>
    <w:rPr>
      <w:rFonts w:ascii="Arial" w:hAnsi="Arial"/>
      <w:color w:val="auto"/>
      <w:sz w:val="16"/>
    </w:rPr>
  </w:style>
  <w:style w:type="character" w:customStyle="1" w:styleId="EmailStyle311">
    <w:name w:val="EmailStyle311"/>
    <w:rPr>
      <w:rFonts w:ascii="Century Gothic" w:hAnsi="Century Gothic"/>
      <w:color w:val="auto"/>
      <w:sz w:val="20"/>
    </w:rPr>
  </w:style>
  <w:style w:type="character" w:customStyle="1" w:styleId="EmailStyle312">
    <w:name w:val="EmailStyle312"/>
    <w:rPr>
      <w:rFonts w:ascii="Arial" w:hAnsi="Arial"/>
      <w:color w:val="auto"/>
      <w:sz w:val="16"/>
    </w:rPr>
  </w:style>
  <w:style w:type="character" w:customStyle="1" w:styleId="EmailStyle3141">
    <w:name w:val="EmailStyle3141"/>
    <w:rPr>
      <w:rFonts w:ascii="Century Gothic" w:hAnsi="Century Gothic"/>
      <w:color w:val="auto"/>
      <w:sz w:val="20"/>
    </w:rPr>
  </w:style>
  <w:style w:type="character" w:customStyle="1" w:styleId="EmailStyle3151">
    <w:name w:val="EmailStyle3151"/>
    <w:rPr>
      <w:rFonts w:ascii="Arial" w:hAnsi="Arial"/>
      <w:color w:val="auto"/>
      <w:sz w:val="16"/>
    </w:rPr>
  </w:style>
  <w:style w:type="character" w:customStyle="1" w:styleId="EmailStyle3161">
    <w:name w:val="EmailStyle3161"/>
    <w:rPr>
      <w:rFonts w:ascii="Century Gothic" w:hAnsi="Century Gothic"/>
      <w:color w:val="auto"/>
      <w:sz w:val="20"/>
    </w:rPr>
  </w:style>
  <w:style w:type="character" w:customStyle="1" w:styleId="EmailStyle3171">
    <w:name w:val="EmailStyle3171"/>
    <w:rPr>
      <w:rFonts w:ascii="Arial" w:hAnsi="Arial"/>
      <w:color w:val="auto"/>
      <w:sz w:val="16"/>
    </w:rPr>
  </w:style>
  <w:style w:type="character" w:customStyle="1" w:styleId="EmailStyle3181">
    <w:name w:val="EmailStyle3181"/>
    <w:rPr>
      <w:rFonts w:ascii="Century Gothic" w:hAnsi="Century Gothic"/>
      <w:color w:val="auto"/>
      <w:sz w:val="20"/>
    </w:rPr>
  </w:style>
  <w:style w:type="character" w:customStyle="1" w:styleId="EmailStyle3191">
    <w:name w:val="EmailStyle3191"/>
    <w:rPr>
      <w:rFonts w:ascii="Arial" w:hAnsi="Arial"/>
      <w:color w:val="auto"/>
      <w:sz w:val="16"/>
    </w:rPr>
  </w:style>
  <w:style w:type="character" w:customStyle="1" w:styleId="EmailStyle3201">
    <w:name w:val="EmailStyle3201"/>
    <w:rPr>
      <w:rFonts w:ascii="Century Gothic" w:hAnsi="Century Gothic"/>
      <w:color w:val="auto"/>
      <w:sz w:val="20"/>
    </w:rPr>
  </w:style>
  <w:style w:type="character" w:customStyle="1" w:styleId="EmailStyle3211">
    <w:name w:val="EmailStyle3211"/>
    <w:rPr>
      <w:rFonts w:ascii="Arial" w:hAnsi="Arial"/>
      <w:color w:val="auto"/>
      <w:sz w:val="16"/>
    </w:rPr>
  </w:style>
  <w:style w:type="character" w:customStyle="1" w:styleId="EmailStyle3221">
    <w:name w:val="EmailStyle3221"/>
    <w:rPr>
      <w:rFonts w:ascii="Century Gothic" w:hAnsi="Century Gothic"/>
      <w:color w:val="auto"/>
      <w:sz w:val="20"/>
    </w:rPr>
  </w:style>
  <w:style w:type="character" w:customStyle="1" w:styleId="EmailStyle3231">
    <w:name w:val="EmailStyle3231"/>
    <w:rPr>
      <w:rFonts w:ascii="Arial" w:hAnsi="Arial"/>
      <w:color w:val="auto"/>
      <w:sz w:val="16"/>
    </w:rPr>
  </w:style>
  <w:style w:type="character" w:customStyle="1" w:styleId="EmailStyle3241">
    <w:name w:val="EmailStyle3241"/>
    <w:rPr>
      <w:rFonts w:ascii="Century Gothic" w:hAnsi="Century Gothic"/>
      <w:color w:val="auto"/>
      <w:sz w:val="20"/>
    </w:rPr>
  </w:style>
  <w:style w:type="character" w:customStyle="1" w:styleId="EmailStyle3251">
    <w:name w:val="EmailStyle3251"/>
    <w:rPr>
      <w:rFonts w:ascii="Arial" w:hAnsi="Arial"/>
      <w:color w:val="auto"/>
      <w:sz w:val="16"/>
    </w:rPr>
  </w:style>
  <w:style w:type="character" w:customStyle="1" w:styleId="EmailStyle3261">
    <w:name w:val="EmailStyle3261"/>
    <w:rPr>
      <w:rFonts w:ascii="Century Gothic" w:hAnsi="Century Gothic"/>
      <w:color w:val="auto"/>
      <w:sz w:val="20"/>
    </w:rPr>
  </w:style>
  <w:style w:type="character" w:customStyle="1" w:styleId="EmailStyle3271">
    <w:name w:val="EmailStyle3271"/>
    <w:rPr>
      <w:rFonts w:ascii="Arial" w:hAnsi="Arial"/>
      <w:color w:val="auto"/>
      <w:sz w:val="16"/>
    </w:rPr>
  </w:style>
  <w:style w:type="character" w:customStyle="1" w:styleId="EmailStyle3281">
    <w:name w:val="EmailStyle3281"/>
    <w:rPr>
      <w:rFonts w:ascii="Century Gothic" w:hAnsi="Century Gothic"/>
      <w:color w:val="auto"/>
      <w:sz w:val="20"/>
    </w:rPr>
  </w:style>
  <w:style w:type="character" w:customStyle="1" w:styleId="EmailStyle3291">
    <w:name w:val="EmailStyle3291"/>
    <w:rPr>
      <w:rFonts w:ascii="Arial" w:hAnsi="Arial"/>
      <w:color w:val="auto"/>
      <w:sz w:val="16"/>
    </w:rPr>
  </w:style>
  <w:style w:type="character" w:customStyle="1" w:styleId="EmailStyle3301">
    <w:name w:val="EmailStyle3301"/>
    <w:rPr>
      <w:rFonts w:ascii="Century Gothic" w:hAnsi="Century Gothic"/>
      <w:color w:val="auto"/>
      <w:sz w:val="20"/>
    </w:rPr>
  </w:style>
  <w:style w:type="character" w:customStyle="1" w:styleId="EmailStyle3311">
    <w:name w:val="EmailStyle3311"/>
    <w:rPr>
      <w:rFonts w:ascii="Arial" w:hAnsi="Arial"/>
      <w:color w:val="auto"/>
      <w:sz w:val="16"/>
    </w:rPr>
  </w:style>
  <w:style w:type="character" w:customStyle="1" w:styleId="EmailStyle3321">
    <w:name w:val="EmailStyle3321"/>
    <w:rPr>
      <w:rFonts w:ascii="Century Gothic" w:hAnsi="Century Gothic"/>
      <w:color w:val="auto"/>
      <w:sz w:val="20"/>
    </w:rPr>
  </w:style>
  <w:style w:type="character" w:customStyle="1" w:styleId="EmailStyle3331">
    <w:name w:val="EmailStyle3331"/>
    <w:rPr>
      <w:rFonts w:ascii="Arial" w:hAnsi="Arial"/>
      <w:color w:val="auto"/>
      <w:sz w:val="16"/>
    </w:rPr>
  </w:style>
  <w:style w:type="character" w:customStyle="1" w:styleId="EmailStyle3341">
    <w:name w:val="EmailStyle3341"/>
    <w:rPr>
      <w:rFonts w:ascii="Century Gothic" w:hAnsi="Century Gothic"/>
      <w:color w:val="auto"/>
      <w:sz w:val="20"/>
    </w:rPr>
  </w:style>
  <w:style w:type="character" w:customStyle="1" w:styleId="EmailStyle3351">
    <w:name w:val="EmailStyle3351"/>
    <w:rPr>
      <w:rFonts w:ascii="Arial" w:hAnsi="Arial"/>
      <w:color w:val="auto"/>
      <w:sz w:val="16"/>
    </w:rPr>
  </w:style>
  <w:style w:type="character" w:customStyle="1" w:styleId="EmailStyle3361">
    <w:name w:val="EmailStyle3361"/>
    <w:rPr>
      <w:rFonts w:ascii="Century Gothic" w:hAnsi="Century Gothic"/>
      <w:color w:val="auto"/>
      <w:sz w:val="20"/>
    </w:rPr>
  </w:style>
  <w:style w:type="character" w:customStyle="1" w:styleId="EmailStyle3371">
    <w:name w:val="EmailStyle3371"/>
    <w:rPr>
      <w:rFonts w:ascii="Arial" w:hAnsi="Arial"/>
      <w:color w:val="auto"/>
      <w:sz w:val="16"/>
    </w:rPr>
  </w:style>
  <w:style w:type="character" w:customStyle="1" w:styleId="EmailStyle3381">
    <w:name w:val="EmailStyle3381"/>
    <w:rPr>
      <w:rFonts w:ascii="Century Gothic" w:hAnsi="Century Gothic"/>
      <w:color w:val="auto"/>
      <w:sz w:val="20"/>
    </w:rPr>
  </w:style>
  <w:style w:type="character" w:customStyle="1" w:styleId="EmailStyle3391">
    <w:name w:val="EmailStyle3391"/>
    <w:rPr>
      <w:rFonts w:ascii="Arial" w:hAnsi="Arial"/>
      <w:color w:val="auto"/>
      <w:sz w:val="16"/>
    </w:rPr>
  </w:style>
  <w:style w:type="character" w:customStyle="1" w:styleId="EmailStyle3401">
    <w:name w:val="EmailStyle3401"/>
    <w:rPr>
      <w:rFonts w:ascii="Century Gothic" w:hAnsi="Century Gothic"/>
      <w:color w:val="auto"/>
      <w:sz w:val="20"/>
    </w:rPr>
  </w:style>
  <w:style w:type="character" w:customStyle="1" w:styleId="EmailStyle3411">
    <w:name w:val="EmailStyle3411"/>
    <w:rPr>
      <w:rFonts w:ascii="Arial" w:hAnsi="Arial"/>
      <w:color w:val="auto"/>
      <w:sz w:val="16"/>
    </w:rPr>
  </w:style>
  <w:style w:type="character" w:customStyle="1" w:styleId="EmailStyle3421">
    <w:name w:val="EmailStyle3421"/>
    <w:rPr>
      <w:rFonts w:ascii="Century Gothic" w:hAnsi="Century Gothic"/>
      <w:color w:val="auto"/>
      <w:sz w:val="20"/>
    </w:rPr>
  </w:style>
  <w:style w:type="character" w:customStyle="1" w:styleId="EmailStyle3431">
    <w:name w:val="EmailStyle3431"/>
    <w:rPr>
      <w:rFonts w:ascii="Arial" w:hAnsi="Arial"/>
      <w:color w:val="auto"/>
      <w:sz w:val="16"/>
    </w:rPr>
  </w:style>
  <w:style w:type="character" w:customStyle="1" w:styleId="EmailStyle3441">
    <w:name w:val="EmailStyle3441"/>
    <w:rPr>
      <w:rFonts w:ascii="Century Gothic" w:hAnsi="Century Gothic"/>
      <w:color w:val="auto"/>
      <w:sz w:val="20"/>
    </w:rPr>
  </w:style>
  <w:style w:type="character" w:customStyle="1" w:styleId="EmailStyle3451">
    <w:name w:val="EmailStyle3451"/>
    <w:rPr>
      <w:rFonts w:ascii="Arial" w:hAnsi="Arial"/>
      <w:color w:val="auto"/>
      <w:sz w:val="16"/>
    </w:rPr>
  </w:style>
  <w:style w:type="character" w:customStyle="1" w:styleId="EmailStyle3461">
    <w:name w:val="EmailStyle3461"/>
    <w:rPr>
      <w:rFonts w:ascii="Century Gothic" w:hAnsi="Century Gothic"/>
      <w:color w:val="auto"/>
      <w:sz w:val="20"/>
    </w:rPr>
  </w:style>
  <w:style w:type="character" w:customStyle="1" w:styleId="EmailStyle3471">
    <w:name w:val="EmailStyle3471"/>
    <w:rPr>
      <w:rFonts w:ascii="Arial" w:hAnsi="Arial"/>
      <w:color w:val="auto"/>
      <w:sz w:val="16"/>
    </w:rPr>
  </w:style>
  <w:style w:type="character" w:customStyle="1" w:styleId="EmailStyle3481">
    <w:name w:val="EmailStyle3481"/>
    <w:rPr>
      <w:rFonts w:ascii="Century Gothic" w:hAnsi="Century Gothic"/>
      <w:color w:val="auto"/>
      <w:sz w:val="20"/>
    </w:rPr>
  </w:style>
  <w:style w:type="character" w:customStyle="1" w:styleId="EmailStyle3491">
    <w:name w:val="EmailStyle3491"/>
    <w:rPr>
      <w:rFonts w:ascii="Arial" w:hAnsi="Arial"/>
      <w:color w:val="auto"/>
      <w:sz w:val="16"/>
    </w:rPr>
  </w:style>
  <w:style w:type="character" w:customStyle="1" w:styleId="EmailStyle3501">
    <w:name w:val="EmailStyle3501"/>
    <w:rPr>
      <w:rFonts w:ascii="Century Gothic" w:hAnsi="Century Gothic"/>
      <w:color w:val="auto"/>
      <w:sz w:val="20"/>
    </w:rPr>
  </w:style>
  <w:style w:type="character" w:customStyle="1" w:styleId="EmailStyle3511">
    <w:name w:val="EmailStyle3511"/>
    <w:rPr>
      <w:rFonts w:ascii="Arial" w:hAnsi="Arial"/>
      <w:color w:val="auto"/>
      <w:sz w:val="16"/>
    </w:rPr>
  </w:style>
  <w:style w:type="character" w:customStyle="1" w:styleId="EmailStyle3521">
    <w:name w:val="EmailStyle3521"/>
    <w:rPr>
      <w:rFonts w:ascii="Century Gothic" w:hAnsi="Century Gothic"/>
      <w:color w:val="auto"/>
      <w:sz w:val="20"/>
    </w:rPr>
  </w:style>
  <w:style w:type="character" w:customStyle="1" w:styleId="EmailStyle3531">
    <w:name w:val="EmailStyle3531"/>
    <w:rPr>
      <w:rFonts w:ascii="Arial" w:hAnsi="Arial"/>
      <w:color w:val="auto"/>
      <w:sz w:val="16"/>
    </w:rPr>
  </w:style>
  <w:style w:type="character" w:customStyle="1" w:styleId="EmailStyle3541">
    <w:name w:val="EmailStyle3541"/>
    <w:rPr>
      <w:rFonts w:ascii="Century Gothic" w:hAnsi="Century Gothic"/>
      <w:color w:val="auto"/>
      <w:sz w:val="20"/>
    </w:rPr>
  </w:style>
  <w:style w:type="character" w:customStyle="1" w:styleId="EmailStyle3551">
    <w:name w:val="EmailStyle3551"/>
    <w:rPr>
      <w:rFonts w:ascii="Arial" w:hAnsi="Arial"/>
      <w:color w:val="auto"/>
      <w:sz w:val="16"/>
    </w:rPr>
  </w:style>
  <w:style w:type="character" w:customStyle="1" w:styleId="EmailStyle3561">
    <w:name w:val="EmailStyle3561"/>
    <w:rPr>
      <w:rFonts w:ascii="Century Gothic" w:hAnsi="Century Gothic"/>
      <w:color w:val="auto"/>
      <w:sz w:val="20"/>
    </w:rPr>
  </w:style>
  <w:style w:type="character" w:customStyle="1" w:styleId="EmailStyle3571">
    <w:name w:val="EmailStyle3571"/>
    <w:rPr>
      <w:rFonts w:ascii="Arial" w:hAnsi="Arial"/>
      <w:color w:val="auto"/>
      <w:sz w:val="16"/>
    </w:rPr>
  </w:style>
  <w:style w:type="character" w:customStyle="1" w:styleId="EmailStyle781">
    <w:name w:val="EmailStyle781"/>
    <w:rPr>
      <w:rFonts w:ascii="Century Gothic" w:hAnsi="Century Gothic" w:cs="Century Gothic"/>
      <w:color w:val="auto"/>
      <w:sz w:val="20"/>
      <w:szCs w:val="20"/>
    </w:rPr>
  </w:style>
  <w:style w:type="character" w:customStyle="1" w:styleId="EmailStyle791">
    <w:name w:val="EmailStyle791"/>
    <w:rPr>
      <w:rFonts w:ascii="Arial" w:hAnsi="Arial" w:cs="Arial"/>
      <w:color w:val="auto"/>
      <w:sz w:val="16"/>
      <w:szCs w:val="16"/>
    </w:rPr>
  </w:style>
  <w:style w:type="character" w:customStyle="1" w:styleId="EmailStyle110">
    <w:name w:val="EmailStyle110"/>
    <w:rPr>
      <w:rFonts w:ascii="Century Gothic" w:hAnsi="Century Gothic" w:cs="Century Gothic"/>
      <w:color w:val="auto"/>
      <w:sz w:val="20"/>
      <w:szCs w:val="20"/>
    </w:rPr>
  </w:style>
  <w:style w:type="character" w:customStyle="1" w:styleId="EmailStyle111">
    <w:name w:val="EmailStyle111"/>
    <w:rPr>
      <w:rFonts w:ascii="Arial" w:hAnsi="Arial" w:cs="Arial"/>
      <w:color w:val="auto"/>
      <w:sz w:val="16"/>
      <w:szCs w:val="16"/>
    </w:rPr>
  </w:style>
  <w:style w:type="character" w:customStyle="1" w:styleId="EmailStyle1271">
    <w:name w:val="EmailStyle1271"/>
    <w:rPr>
      <w:rFonts w:ascii="Century Gothic" w:hAnsi="Century Gothic" w:cs="Century Gothic"/>
      <w:color w:val="auto"/>
      <w:sz w:val="20"/>
      <w:szCs w:val="20"/>
    </w:rPr>
  </w:style>
  <w:style w:type="character" w:customStyle="1" w:styleId="EmailStyle1281">
    <w:name w:val="EmailStyle1281"/>
    <w:rPr>
      <w:rFonts w:ascii="Arial" w:hAnsi="Arial" w:cs="Arial"/>
      <w:color w:val="auto"/>
      <w:sz w:val="16"/>
      <w:szCs w:val="16"/>
    </w:rPr>
  </w:style>
  <w:style w:type="character" w:customStyle="1" w:styleId="EmailStyle129">
    <w:name w:val="EmailStyle129"/>
    <w:rPr>
      <w:rFonts w:ascii="Century Gothic" w:hAnsi="Century Gothic" w:cs="Century Gothic"/>
      <w:color w:val="auto"/>
      <w:sz w:val="20"/>
      <w:szCs w:val="20"/>
    </w:rPr>
  </w:style>
  <w:style w:type="character" w:customStyle="1" w:styleId="EmailStyle130">
    <w:name w:val="EmailStyle130"/>
    <w:rPr>
      <w:rFonts w:ascii="Arial" w:hAnsi="Arial" w:cs="Arial"/>
      <w:color w:val="auto"/>
      <w:sz w:val="16"/>
      <w:szCs w:val="16"/>
    </w:rPr>
  </w:style>
  <w:style w:type="character" w:customStyle="1" w:styleId="EmailStyle1311">
    <w:name w:val="EmailStyle1311"/>
    <w:rPr>
      <w:rFonts w:ascii="Century Gothic" w:hAnsi="Century Gothic" w:cs="Century Gothic"/>
      <w:color w:val="auto"/>
      <w:sz w:val="20"/>
      <w:szCs w:val="20"/>
    </w:rPr>
  </w:style>
  <w:style w:type="character" w:customStyle="1" w:styleId="EmailStyle1321">
    <w:name w:val="EmailStyle1321"/>
    <w:rPr>
      <w:rFonts w:ascii="Arial" w:hAnsi="Arial" w:cs="Arial"/>
      <w:color w:val="auto"/>
      <w:sz w:val="16"/>
      <w:szCs w:val="16"/>
    </w:rPr>
  </w:style>
  <w:style w:type="character" w:customStyle="1" w:styleId="EmailStyle133">
    <w:name w:val="EmailStyle133"/>
    <w:rPr>
      <w:rFonts w:ascii="Century Gothic" w:hAnsi="Century Gothic" w:cs="Century Gothic"/>
      <w:color w:val="auto"/>
      <w:sz w:val="20"/>
      <w:szCs w:val="20"/>
    </w:rPr>
  </w:style>
  <w:style w:type="character" w:customStyle="1" w:styleId="EmailStyle134">
    <w:name w:val="EmailStyle134"/>
    <w:rPr>
      <w:rFonts w:ascii="Arial" w:hAnsi="Arial" w:cs="Arial"/>
      <w:color w:val="auto"/>
      <w:sz w:val="16"/>
      <w:szCs w:val="16"/>
    </w:rPr>
  </w:style>
  <w:style w:type="character" w:customStyle="1" w:styleId="EmailStyle1351">
    <w:name w:val="EmailStyle1351"/>
    <w:rPr>
      <w:rFonts w:ascii="Century Gothic" w:hAnsi="Century Gothic" w:cs="Century Gothic"/>
      <w:color w:val="auto"/>
      <w:sz w:val="20"/>
      <w:szCs w:val="20"/>
    </w:rPr>
  </w:style>
  <w:style w:type="character" w:customStyle="1" w:styleId="EmailStyle1361">
    <w:name w:val="EmailStyle1361"/>
    <w:rPr>
      <w:rFonts w:ascii="Arial" w:hAnsi="Arial" w:cs="Arial"/>
      <w:color w:val="auto"/>
      <w:sz w:val="16"/>
      <w:szCs w:val="16"/>
    </w:rPr>
  </w:style>
  <w:style w:type="character" w:customStyle="1" w:styleId="EmailStyle137">
    <w:name w:val="EmailStyle137"/>
    <w:rPr>
      <w:rFonts w:ascii="Century Gothic" w:hAnsi="Century Gothic" w:cs="Century Gothic"/>
      <w:color w:val="auto"/>
      <w:sz w:val="20"/>
      <w:szCs w:val="20"/>
    </w:rPr>
  </w:style>
  <w:style w:type="character" w:customStyle="1" w:styleId="EmailStyle138">
    <w:name w:val="EmailStyle138"/>
    <w:rPr>
      <w:rFonts w:ascii="Arial" w:hAnsi="Arial" w:cs="Arial"/>
      <w:color w:val="auto"/>
      <w:sz w:val="16"/>
      <w:szCs w:val="16"/>
    </w:rPr>
  </w:style>
  <w:style w:type="character" w:customStyle="1" w:styleId="EmailStyle1391">
    <w:name w:val="EmailStyle1391"/>
    <w:rPr>
      <w:rFonts w:ascii="Century Gothic" w:hAnsi="Century Gothic" w:cs="Century Gothic"/>
      <w:color w:val="auto"/>
      <w:sz w:val="20"/>
      <w:szCs w:val="20"/>
    </w:rPr>
  </w:style>
  <w:style w:type="character" w:customStyle="1" w:styleId="EmailStyle1401">
    <w:name w:val="EmailStyle1401"/>
    <w:rPr>
      <w:rFonts w:ascii="Arial" w:hAnsi="Arial" w:cs="Arial"/>
      <w:color w:val="auto"/>
      <w:sz w:val="16"/>
      <w:szCs w:val="16"/>
    </w:rPr>
  </w:style>
  <w:style w:type="character" w:customStyle="1" w:styleId="EmailStyle141">
    <w:name w:val="EmailStyle141"/>
    <w:rPr>
      <w:rFonts w:ascii="Century Gothic" w:hAnsi="Century Gothic" w:cs="Century Gothic"/>
      <w:color w:val="auto"/>
      <w:sz w:val="20"/>
      <w:szCs w:val="20"/>
    </w:rPr>
  </w:style>
  <w:style w:type="character" w:customStyle="1" w:styleId="EmailStyle142">
    <w:name w:val="EmailStyle142"/>
    <w:rPr>
      <w:rFonts w:ascii="Arial" w:hAnsi="Arial" w:cs="Arial"/>
      <w:color w:val="auto"/>
      <w:sz w:val="16"/>
      <w:szCs w:val="16"/>
    </w:rPr>
  </w:style>
  <w:style w:type="character" w:customStyle="1" w:styleId="EmailStyle1431">
    <w:name w:val="EmailStyle1431"/>
    <w:rPr>
      <w:rFonts w:ascii="Century Gothic" w:hAnsi="Century Gothic" w:cs="Century Gothic"/>
      <w:color w:val="auto"/>
      <w:sz w:val="20"/>
      <w:szCs w:val="20"/>
    </w:rPr>
  </w:style>
  <w:style w:type="character" w:customStyle="1" w:styleId="EmailStyle1441">
    <w:name w:val="EmailStyle1441"/>
    <w:rPr>
      <w:rFonts w:ascii="Arial" w:hAnsi="Arial" w:cs="Arial"/>
      <w:color w:val="auto"/>
      <w:sz w:val="16"/>
      <w:szCs w:val="16"/>
    </w:rPr>
  </w:style>
  <w:style w:type="character" w:customStyle="1" w:styleId="EmailStyle145">
    <w:name w:val="EmailStyle145"/>
    <w:rPr>
      <w:rFonts w:ascii="Century Gothic" w:hAnsi="Century Gothic" w:cs="Century Gothic"/>
      <w:color w:val="auto"/>
      <w:sz w:val="20"/>
      <w:szCs w:val="20"/>
    </w:rPr>
  </w:style>
  <w:style w:type="character" w:customStyle="1" w:styleId="EmailStyle146">
    <w:name w:val="EmailStyle146"/>
    <w:rPr>
      <w:rFonts w:ascii="Arial" w:hAnsi="Arial" w:cs="Arial"/>
      <w:color w:val="auto"/>
      <w:sz w:val="16"/>
      <w:szCs w:val="16"/>
    </w:rPr>
  </w:style>
  <w:style w:type="character" w:customStyle="1" w:styleId="EmailStyle1471">
    <w:name w:val="EmailStyle1471"/>
    <w:rPr>
      <w:rFonts w:ascii="Century Gothic" w:hAnsi="Century Gothic" w:cs="Century Gothic"/>
      <w:color w:val="auto"/>
      <w:sz w:val="20"/>
      <w:szCs w:val="20"/>
    </w:rPr>
  </w:style>
  <w:style w:type="character" w:customStyle="1" w:styleId="EmailStyle1481">
    <w:name w:val="EmailStyle1481"/>
    <w:rPr>
      <w:rFonts w:ascii="Arial" w:hAnsi="Arial" w:cs="Arial"/>
      <w:color w:val="auto"/>
      <w:sz w:val="16"/>
      <w:szCs w:val="16"/>
    </w:rPr>
  </w:style>
  <w:style w:type="character" w:customStyle="1" w:styleId="EmailStyle149">
    <w:name w:val="EmailStyle149"/>
    <w:rPr>
      <w:rFonts w:ascii="Century Gothic" w:hAnsi="Century Gothic" w:cs="Century Gothic"/>
      <w:color w:val="auto"/>
      <w:sz w:val="20"/>
      <w:szCs w:val="20"/>
    </w:rPr>
  </w:style>
  <w:style w:type="character" w:customStyle="1" w:styleId="EmailStyle150">
    <w:name w:val="EmailStyle150"/>
    <w:rPr>
      <w:rFonts w:ascii="Arial" w:hAnsi="Arial" w:cs="Arial"/>
      <w:color w:val="auto"/>
      <w:sz w:val="16"/>
      <w:szCs w:val="16"/>
    </w:rPr>
  </w:style>
  <w:style w:type="character" w:customStyle="1" w:styleId="EmailStyle1511">
    <w:name w:val="EmailStyle1511"/>
    <w:rPr>
      <w:rFonts w:ascii="Century Gothic" w:hAnsi="Century Gothic" w:cs="Century Gothic"/>
      <w:color w:val="auto"/>
      <w:sz w:val="20"/>
      <w:szCs w:val="20"/>
    </w:rPr>
  </w:style>
  <w:style w:type="character" w:customStyle="1" w:styleId="EmailStyle1521">
    <w:name w:val="EmailStyle1521"/>
    <w:rPr>
      <w:rFonts w:ascii="Arial" w:hAnsi="Arial" w:cs="Arial"/>
      <w:color w:val="auto"/>
      <w:sz w:val="16"/>
      <w:szCs w:val="16"/>
    </w:rPr>
  </w:style>
  <w:style w:type="character" w:customStyle="1" w:styleId="EmailStyle153">
    <w:name w:val="EmailStyle153"/>
    <w:rPr>
      <w:rFonts w:ascii="Century Gothic" w:hAnsi="Century Gothic" w:cs="Century Gothic"/>
      <w:color w:val="auto"/>
      <w:sz w:val="20"/>
      <w:szCs w:val="20"/>
    </w:rPr>
  </w:style>
  <w:style w:type="character" w:customStyle="1" w:styleId="EmailStyle154">
    <w:name w:val="EmailStyle154"/>
    <w:rPr>
      <w:rFonts w:ascii="Arial" w:hAnsi="Arial" w:cs="Arial"/>
      <w:color w:val="auto"/>
      <w:sz w:val="16"/>
      <w:szCs w:val="16"/>
    </w:rPr>
  </w:style>
  <w:style w:type="character" w:customStyle="1" w:styleId="EmailStyle1551">
    <w:name w:val="EmailStyle1551"/>
    <w:rPr>
      <w:rFonts w:ascii="Century Gothic" w:hAnsi="Century Gothic" w:cs="Century Gothic"/>
      <w:color w:val="auto"/>
      <w:sz w:val="20"/>
      <w:szCs w:val="20"/>
    </w:rPr>
  </w:style>
  <w:style w:type="character" w:customStyle="1" w:styleId="EmailStyle1561">
    <w:name w:val="EmailStyle1561"/>
    <w:rPr>
      <w:rFonts w:ascii="Arial" w:hAnsi="Arial" w:cs="Arial"/>
      <w:color w:val="auto"/>
      <w:sz w:val="16"/>
      <w:szCs w:val="16"/>
    </w:rPr>
  </w:style>
  <w:style w:type="character" w:customStyle="1" w:styleId="EmailStyle157">
    <w:name w:val="EmailStyle157"/>
    <w:rPr>
      <w:rFonts w:ascii="Century Gothic" w:hAnsi="Century Gothic" w:cs="Century Gothic"/>
      <w:color w:val="auto"/>
      <w:sz w:val="20"/>
      <w:szCs w:val="20"/>
    </w:rPr>
  </w:style>
  <w:style w:type="character" w:customStyle="1" w:styleId="EmailStyle158">
    <w:name w:val="EmailStyle158"/>
    <w:rPr>
      <w:rFonts w:ascii="Arial" w:hAnsi="Arial" w:cs="Arial"/>
      <w:color w:val="auto"/>
      <w:sz w:val="16"/>
      <w:szCs w:val="16"/>
    </w:rPr>
  </w:style>
  <w:style w:type="character" w:customStyle="1" w:styleId="EmailStyle1591">
    <w:name w:val="EmailStyle1591"/>
    <w:rPr>
      <w:rFonts w:ascii="Century Gothic" w:hAnsi="Century Gothic" w:cs="Century Gothic"/>
      <w:color w:val="auto"/>
      <w:sz w:val="20"/>
      <w:szCs w:val="20"/>
    </w:rPr>
  </w:style>
  <w:style w:type="character" w:customStyle="1" w:styleId="EmailStyle1601">
    <w:name w:val="EmailStyle1601"/>
    <w:rPr>
      <w:rFonts w:ascii="Arial" w:hAnsi="Arial" w:cs="Arial"/>
      <w:color w:val="auto"/>
      <w:sz w:val="16"/>
      <w:szCs w:val="16"/>
    </w:rPr>
  </w:style>
  <w:style w:type="character" w:customStyle="1" w:styleId="EmailStyle161">
    <w:name w:val="EmailStyle161"/>
    <w:rPr>
      <w:rFonts w:ascii="Century Gothic" w:hAnsi="Century Gothic" w:cs="Century Gothic"/>
      <w:color w:val="auto"/>
      <w:sz w:val="20"/>
      <w:szCs w:val="20"/>
    </w:rPr>
  </w:style>
  <w:style w:type="character" w:customStyle="1" w:styleId="EmailStyle162">
    <w:name w:val="EmailStyle162"/>
    <w:rPr>
      <w:rFonts w:ascii="Arial" w:hAnsi="Arial" w:cs="Arial"/>
      <w:color w:val="auto"/>
      <w:sz w:val="16"/>
      <w:szCs w:val="16"/>
    </w:rPr>
  </w:style>
  <w:style w:type="character" w:customStyle="1" w:styleId="EmailStyle1631">
    <w:name w:val="EmailStyle1631"/>
    <w:rPr>
      <w:rFonts w:ascii="Century Gothic" w:hAnsi="Century Gothic" w:cs="Century Gothic"/>
      <w:color w:val="auto"/>
      <w:sz w:val="20"/>
      <w:szCs w:val="20"/>
    </w:rPr>
  </w:style>
  <w:style w:type="character" w:customStyle="1" w:styleId="EmailStyle1641">
    <w:name w:val="EmailStyle1641"/>
    <w:rPr>
      <w:rFonts w:ascii="Arial" w:hAnsi="Arial" w:cs="Arial"/>
      <w:color w:val="auto"/>
      <w:sz w:val="16"/>
      <w:szCs w:val="16"/>
    </w:rPr>
  </w:style>
  <w:style w:type="character" w:customStyle="1" w:styleId="EmailStyle165">
    <w:name w:val="EmailStyle165"/>
    <w:rPr>
      <w:rFonts w:ascii="Century Gothic" w:hAnsi="Century Gothic" w:cs="Century Gothic"/>
      <w:color w:val="auto"/>
      <w:sz w:val="20"/>
      <w:szCs w:val="20"/>
    </w:rPr>
  </w:style>
  <w:style w:type="character" w:customStyle="1" w:styleId="EmailStyle166">
    <w:name w:val="EmailStyle166"/>
    <w:rPr>
      <w:rFonts w:ascii="Arial" w:hAnsi="Arial" w:cs="Arial"/>
      <w:color w:val="auto"/>
      <w:sz w:val="16"/>
      <w:szCs w:val="16"/>
    </w:rPr>
  </w:style>
  <w:style w:type="character" w:styleId="Lienhypertextesuivivisit">
    <w:name w:val="FollowedHyperlink"/>
    <w:basedOn w:val="Policepardfaut"/>
    <w:rPr>
      <w:rFonts w:cs="Times New Roman"/>
      <w:color w:val="954F72"/>
      <w:u w:val="single"/>
    </w:rPr>
  </w:style>
  <w:style w:type="character" w:customStyle="1" w:styleId="TitreCar">
    <w:name w:val="Titre Car"/>
    <w:basedOn w:val="Policepardfaut"/>
    <w:rPr>
      <w:rFonts w:ascii="Arial" w:hAnsi="Arial" w:cs="Times New Roman"/>
      <w:spacing w:val="-10"/>
      <w:kern w:val="3"/>
      <w:sz w:val="56"/>
      <w:lang w:eastAsia="en-US"/>
    </w:rPr>
  </w:style>
  <w:style w:type="character" w:customStyle="1" w:styleId="Sous-titreCar">
    <w:name w:val="Sous-titre Car"/>
    <w:basedOn w:val="Policepardfaut"/>
    <w:rPr>
      <w:rFonts w:ascii="Arial" w:hAnsi="Arial" w:cs="Times New Roman"/>
      <w:color w:val="5A5A5A"/>
      <w:spacing w:val="15"/>
      <w:kern w:val="3"/>
      <w:sz w:val="22"/>
      <w:lang w:eastAsia="en-US"/>
    </w:rPr>
  </w:style>
  <w:style w:type="character" w:styleId="Accentuationlgre">
    <w:name w:val="Subtle Emphasis"/>
    <w:basedOn w:val="Policepardfaut"/>
    <w:rPr>
      <w:rFonts w:ascii="Arial" w:hAnsi="Arial" w:cs="Times New Roman"/>
      <w:i/>
      <w:color w:val="404040"/>
    </w:rPr>
  </w:style>
  <w:style w:type="character" w:styleId="Accentuation">
    <w:name w:val="Emphasis"/>
    <w:basedOn w:val="Policepardfaut"/>
    <w:rPr>
      <w:rFonts w:ascii="Arial" w:hAnsi="Arial" w:cs="Times New Roman"/>
      <w:i/>
    </w:rPr>
  </w:style>
  <w:style w:type="character" w:styleId="Accentuationintense">
    <w:name w:val="Intense Emphasis"/>
    <w:basedOn w:val="Policepardfaut"/>
    <w:rPr>
      <w:rFonts w:ascii="Arial" w:hAnsi="Arial" w:cs="Times New Roman"/>
      <w:i/>
      <w:color w:val="4472C4"/>
    </w:rPr>
  </w:style>
  <w:style w:type="character" w:styleId="lev">
    <w:name w:val="Strong"/>
    <w:basedOn w:val="Policepardfaut"/>
    <w:rPr>
      <w:rFonts w:ascii="Arial" w:hAnsi="Arial" w:cs="Times New Roman"/>
      <w:b/>
    </w:rPr>
  </w:style>
  <w:style w:type="character" w:customStyle="1" w:styleId="CitationCar">
    <w:name w:val="Citation Car"/>
    <w:basedOn w:val="Policepardfaut"/>
    <w:rPr>
      <w:rFonts w:ascii="Arial" w:hAnsi="Arial" w:cs="Times New Roman"/>
      <w:i/>
      <w:color w:val="404040"/>
      <w:kern w:val="3"/>
      <w:sz w:val="22"/>
      <w:lang w:eastAsia="en-US"/>
    </w:rPr>
  </w:style>
  <w:style w:type="character" w:customStyle="1" w:styleId="CitationintenseCar">
    <w:name w:val="Citation intense Car"/>
    <w:basedOn w:val="Policepardfaut"/>
    <w:rPr>
      <w:rFonts w:ascii="Arial" w:hAnsi="Arial" w:cs="Times New Roman"/>
      <w:i/>
      <w:color w:val="4472C4"/>
      <w:kern w:val="3"/>
      <w:sz w:val="22"/>
      <w:lang w:eastAsia="en-US"/>
    </w:rPr>
  </w:style>
  <w:style w:type="character" w:styleId="Rfrencelgre">
    <w:name w:val="Subtle Reference"/>
    <w:basedOn w:val="Policepardfaut"/>
    <w:rPr>
      <w:rFonts w:ascii="Arial" w:hAnsi="Arial" w:cs="Times New Roman"/>
      <w:smallCaps/>
      <w:color w:val="5A5A5A"/>
    </w:rPr>
  </w:style>
  <w:style w:type="character" w:styleId="Rfrenceintense">
    <w:name w:val="Intense Reference"/>
    <w:basedOn w:val="Policepardfaut"/>
    <w:rPr>
      <w:rFonts w:ascii="Arial" w:hAnsi="Arial" w:cs="Times New Roman"/>
      <w:b/>
      <w:smallCaps/>
      <w:color w:val="4472C4"/>
      <w:spacing w:val="5"/>
    </w:rPr>
  </w:style>
  <w:style w:type="character" w:styleId="Titredulivre">
    <w:name w:val="Book Title"/>
    <w:basedOn w:val="Policepardfaut"/>
    <w:rPr>
      <w:rFonts w:ascii="Arial" w:hAnsi="Arial" w:cs="Times New Roman"/>
      <w:b/>
      <w:i/>
      <w:spacing w:val="5"/>
    </w:rPr>
  </w:style>
  <w:style w:type="character" w:customStyle="1" w:styleId="Titre6Car1">
    <w:name w:val="Titre 6 Car1"/>
    <w:rPr>
      <w:b/>
      <w:bCs/>
      <w:kern w:val="3"/>
      <w:lang w:eastAsia="en-US"/>
    </w:rPr>
  </w:style>
  <w:style w:type="character" w:customStyle="1" w:styleId="En-tteCar1">
    <w:name w:val="En-tête Car1"/>
    <w:rPr>
      <w:kern w:val="3"/>
      <w:lang w:eastAsia="en-US"/>
    </w:rPr>
  </w:style>
  <w:style w:type="character" w:customStyle="1" w:styleId="PieddepageCar1">
    <w:name w:val="Pied de page Car1"/>
    <w:rPr>
      <w:kern w:val="3"/>
      <w:lang w:eastAsia="en-US"/>
    </w:rPr>
  </w:style>
  <w:style w:type="character" w:customStyle="1" w:styleId="Internetlink">
    <w:name w:val="Internet link"/>
    <w:rPr>
      <w:color w:val="000080"/>
      <w:u w:val="single"/>
      <w:lang/>
    </w:rPr>
  </w:style>
  <w:style w:type="numbering" w:customStyle="1" w:styleId="LFO26">
    <w:name w:val="LFO26"/>
    <w:basedOn w:val="Aucuneliste"/>
    <w:pPr>
      <w:numPr>
        <w:numId w:val="2"/>
      </w:numPr>
    </w:pPr>
  </w:style>
  <w:style w:type="numbering" w:customStyle="1" w:styleId="LFO22">
    <w:name w:val="LFO22"/>
    <w:basedOn w:val="Aucuneliste"/>
    <w:pPr>
      <w:numPr>
        <w:numId w:val="3"/>
      </w:numPr>
    </w:pPr>
  </w:style>
  <w:style w:type="numbering" w:customStyle="1" w:styleId="LFO23">
    <w:name w:val="LFO23"/>
    <w:basedOn w:val="Aucuneliste"/>
    <w:pPr>
      <w:numPr>
        <w:numId w:val="4"/>
      </w:numPr>
    </w:pPr>
  </w:style>
  <w:style w:type="numbering" w:customStyle="1" w:styleId="LFO24">
    <w:name w:val="LFO24"/>
    <w:basedOn w:val="Aucuneliste"/>
    <w:pPr>
      <w:numPr>
        <w:numId w:val="5"/>
      </w:numPr>
    </w:pPr>
  </w:style>
  <w:style w:type="numbering" w:customStyle="1" w:styleId="LFO33">
    <w:name w:val="LFO33"/>
    <w:basedOn w:val="Aucuneliste"/>
    <w:pPr>
      <w:numPr>
        <w:numId w:val="6"/>
      </w:numPr>
    </w:pPr>
  </w:style>
  <w:style w:type="numbering" w:customStyle="1" w:styleId="LFO35">
    <w:name w:val="LFO35"/>
    <w:basedOn w:val="Aucuneliste"/>
    <w:pPr>
      <w:numPr>
        <w:numId w:val="7"/>
      </w:numPr>
    </w:pPr>
  </w:style>
  <w:style w:type="numbering" w:customStyle="1" w:styleId="WWOutlineListStyle">
    <w:name w:val="WW_OutlineListStyle"/>
    <w:basedOn w:val="Aucuneliste"/>
    <w:pPr>
      <w:numPr>
        <w:numId w:val="8"/>
      </w:numPr>
    </w:pPr>
  </w:style>
  <w:style w:type="numbering" w:customStyle="1" w:styleId="LFO25">
    <w:name w:val="LFO25"/>
    <w:basedOn w:val="Aucuneliste"/>
    <w:pPr>
      <w:numPr>
        <w:numId w:val="9"/>
      </w:numPr>
    </w:pPr>
  </w:style>
  <w:style w:type="numbering" w:customStyle="1" w:styleId="LFO1">
    <w:name w:val="LFO1"/>
    <w:basedOn w:val="Aucuneliste"/>
    <w:pPr>
      <w:numPr>
        <w:numId w:val="10"/>
      </w:numPr>
    </w:pPr>
  </w:style>
  <w:style w:type="numbering" w:customStyle="1" w:styleId="LFO5">
    <w:name w:val="LFO5"/>
    <w:basedOn w:val="Aucuneliste"/>
    <w:pPr>
      <w:numPr>
        <w:numId w:val="11"/>
      </w:numPr>
    </w:pPr>
  </w:style>
  <w:style w:type="numbering" w:customStyle="1" w:styleId="LFO6">
    <w:name w:val="LFO6"/>
    <w:basedOn w:val="Aucuneliste"/>
    <w:pPr>
      <w:numPr>
        <w:numId w:val="12"/>
      </w:numPr>
    </w:pPr>
  </w:style>
  <w:style w:type="numbering" w:customStyle="1" w:styleId="LFO21">
    <w:name w:val="LFO21"/>
    <w:basedOn w:val="Aucuneliste"/>
    <w:pPr>
      <w:numPr>
        <w:numId w:val="13"/>
      </w:numPr>
    </w:pPr>
  </w:style>
  <w:style w:type="numbering" w:customStyle="1" w:styleId="LFO221">
    <w:name w:val="LFO22_1"/>
    <w:basedOn w:val="Aucuneliste"/>
    <w:pPr>
      <w:numPr>
        <w:numId w:val="14"/>
      </w:numPr>
    </w:pPr>
  </w:style>
  <w:style w:type="numbering" w:customStyle="1" w:styleId="LFO231">
    <w:name w:val="LFO23_1"/>
    <w:basedOn w:val="Aucuneliste"/>
    <w:pPr>
      <w:numPr>
        <w:numId w:val="15"/>
      </w:numPr>
    </w:pPr>
  </w:style>
  <w:style w:type="numbering" w:customStyle="1" w:styleId="LFO241">
    <w:name w:val="LFO24_1"/>
    <w:basedOn w:val="Aucuneliste"/>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__RefHeading__64442_1945829763" TargetMode="External"/><Relationship Id="rId18" Type="http://schemas.openxmlformats.org/officeDocument/2006/relationships/hyperlink" Target="#__RefHeading__64452_194582976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__RefHeading__64458_1945829763" TargetMode="External"/><Relationship Id="rId7" Type="http://schemas.openxmlformats.org/officeDocument/2006/relationships/endnotes" Target="endnotes.xml"/><Relationship Id="rId12" Type="http://schemas.openxmlformats.org/officeDocument/2006/relationships/hyperlink" Target="#__RefHeading__64440_1945829763" TargetMode="External"/><Relationship Id="rId17" Type="http://schemas.openxmlformats.org/officeDocument/2006/relationships/hyperlink" Target="#__RefHeading__64450_194582976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__RefHeading__64448_1945829763" TargetMode="External"/><Relationship Id="rId20" Type="http://schemas.openxmlformats.org/officeDocument/2006/relationships/hyperlink" Target="#__RefHeading__64456_19458297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__RefHeading__64438_1945829763"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__RefHeading__64446_1945829763" TargetMode="External"/><Relationship Id="rId23" Type="http://schemas.openxmlformats.org/officeDocument/2006/relationships/header" Target="header1.xml"/><Relationship Id="rId10" Type="http://schemas.openxmlformats.org/officeDocument/2006/relationships/hyperlink" Target="#__RefHeading__64436_1945829763" TargetMode="External"/><Relationship Id="rId19" Type="http://schemas.openxmlformats.org/officeDocument/2006/relationships/hyperlink" Target="#__RefHeading__64454_1945829763" TargetMode="External"/><Relationship Id="rId4" Type="http://schemas.openxmlformats.org/officeDocument/2006/relationships/settings" Target="settings.xml"/><Relationship Id="rId9" Type="http://schemas.openxmlformats.org/officeDocument/2006/relationships/hyperlink" Target="#__RefHeading__64434_1945829763" TargetMode="External"/><Relationship Id="rId14" Type="http://schemas.openxmlformats.org/officeDocument/2006/relationships/hyperlink" Target="#__RefHeading__64444_1945829763" TargetMode="External"/><Relationship Id="rId22" Type="http://schemas.openxmlformats.org/officeDocument/2006/relationships/hyperlink" Target="#__RefHeading__64460_194582976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prev4329440701255142921.odt/li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EF320-4575-482E-9D30-82FCF7761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lia.dot</Template>
  <TotalTime>0</TotalTime>
  <Pages>16</Pages>
  <Words>2828</Words>
  <Characters>15554</Characters>
  <Application>Microsoft Office Word</Application>
  <DocSecurity>0</DocSecurity>
  <Lines>129</Lines>
  <Paragraphs>36</Paragraphs>
  <ScaleCrop>false</ScaleCrop>
  <HeadingPairs>
    <vt:vector size="4" baseType="variant">
      <vt:variant>
        <vt:lpstr>Titre</vt:lpstr>
      </vt:variant>
      <vt:variant>
        <vt:i4>1</vt:i4>
      </vt:variant>
      <vt:variant>
        <vt:lpstr>Titres</vt:lpstr>
      </vt:variant>
      <vt:variant>
        <vt:i4>28</vt:i4>
      </vt:variant>
    </vt:vector>
  </HeadingPairs>
  <TitlesOfParts>
    <vt:vector size="29" baseType="lpstr">
      <vt:lpstr>&gt;&gt;&gt; Debut du paragraphe </vt:lpstr>
      <vt:lpstr>1. Objet du marché	3</vt:lpstr>
      <vt:lpstr>    1.1 Nomenclature	3</vt:lpstr>
      <vt:lpstr>2. Intervenants au marché	3</vt:lpstr>
      <vt:lpstr>    2.1 Acheteur	3</vt:lpstr>
      <vt:lpstr>        2.1.1 Personne habilitée à donner les renseignements relatifs aux nantissements </vt:lpstr>
      <vt:lpstr>        2.1.2 Comptable public assignataire des paiements	3</vt:lpstr>
      <vt:lpstr>    2.2 Contractant	3</vt:lpstr>
      <vt:lpstr>3. Durée du marché – Délais d’exécution – Reconduction	5</vt:lpstr>
      <vt:lpstr>    3.1 Délais d’exécution	5</vt:lpstr>
      <vt:lpstr>    3.2 Reconduction	5</vt:lpstr>
      <vt:lpstr>4. Prix	5</vt:lpstr>
      <vt:lpstr>5. Avance	6</vt:lpstr>
      <vt:lpstr>6. Signature du candidat	6</vt:lpstr>
      <vt:lpstr>7. Acceptation de l’offre	7</vt:lpstr>
      <vt:lpstr>Objet du marché</vt:lpstr>
      <vt:lpstr>    Nomenclature</vt:lpstr>
      <vt:lpstr>Intervenants au marché</vt:lpstr>
      <vt:lpstr>    Acheteur</vt:lpstr>
      <vt:lpstr>        Personne habilitée à donner les renseignements relatifs aux nantissements et ces</vt:lpstr>
      <vt:lpstr>        Comptable public assignataire des paiements</vt:lpstr>
      <vt:lpstr>    Contractant</vt:lpstr>
      <vt:lpstr>Durée du marché – Délais d’exécution – Reconduction</vt:lpstr>
      <vt:lpstr>    Délais d’exécution</vt:lpstr>
      <vt:lpstr>    Reconduction</vt:lpstr>
      <vt:lpstr>Prix</vt:lpstr>
      <vt:lpstr>Avance</vt:lpstr>
      <vt:lpstr>Signature du candidat</vt:lpstr>
      <vt:lpstr>Acceptation de l’offre</vt:lpstr>
    </vt:vector>
  </TitlesOfParts>
  <Company/>
  <LinksUpToDate>false</LinksUpToDate>
  <CharactersWithSpaces>18346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Sabine Carpentier</cp:lastModifiedBy>
  <cp:revision>2</cp:revision>
  <dcterms:created xsi:type="dcterms:W3CDTF">2025-07-23T15:12:00Z</dcterms:created>
  <dcterms:modified xsi:type="dcterms:W3CDTF">2025-07-23T15:12:00Z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DomainePIetSRVetTRX</vt:lpwstr>
  </property>
  <property fmtid="{D5CDD505-2E9C-101B-9397-08002B2CF9AE}" pid="7" name="IdentifiantEdition">
    <vt:lpwstr>AE_COM</vt:lpwstr>
  </property>
  <property fmtid="{D5CDD505-2E9C-101B-9397-08002B2CF9AE}" pid="8" name="NomSegment">
    <vt:lpwstr>AE_COM_Heures_Insertion_sociale</vt:lpwstr>
  </property>
  <property fmtid="{D5CDD505-2E9C-101B-9397-08002B2CF9AE}" pid="9" name="NouveauElement">
    <vt:lpwstr>AE_COM_Heures_Insertion_sociale</vt:lpwstr>
  </property>
  <property fmtid="{D5CDD505-2E9C-101B-9397-08002B2CF9AE}" pid="10" name="ResultatCommande">
    <vt:lpwstr>Ok</vt:lpwstr>
  </property>
</Properties>
</file>